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2239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33"/>
        <w:gridCol w:w="7371"/>
        <w:gridCol w:w="3402"/>
        <w:gridCol w:w="1985"/>
        <w:gridCol w:w="2552"/>
        <w:gridCol w:w="1134"/>
        <w:gridCol w:w="1134"/>
        <w:gridCol w:w="1418"/>
        <w:gridCol w:w="2268"/>
      </w:tblGrid>
      <w:tr w:rsidR="005B6968" w:rsidRPr="00432B34">
        <w:trPr>
          <w:trHeight w:hRule="exact" w:val="1985"/>
          <w:tblHeader/>
        </w:trPr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Поз</w:t>
            </w:r>
            <w:r w:rsidRPr="00432B34">
              <w:rPr>
                <w:szCs w:val="28"/>
              </w:rPr>
              <w:t>и</w:t>
            </w:r>
            <w:r w:rsidRPr="00432B34">
              <w:rPr>
                <w:szCs w:val="28"/>
              </w:rPr>
              <w:t>ция</w:t>
            </w:r>
          </w:p>
        </w:tc>
        <w:tc>
          <w:tcPr>
            <w:tcW w:w="73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Наименование и техническая характеристика</w:t>
            </w: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Тип, марка,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обозначение документа,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опросного листа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Код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оборудования,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изделия,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материала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Завод-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изготовитель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Еди-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ница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изме-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рения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Коли-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чество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Масса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единицы,</w:t>
            </w:r>
          </w:p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кг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Примечание</w:t>
            </w:r>
          </w:p>
        </w:tc>
      </w:tr>
      <w:tr w:rsidR="005B6968" w:rsidRPr="00432B34">
        <w:trPr>
          <w:trHeight w:val="567"/>
          <w:tblHeader/>
        </w:trPr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1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5B6968" w:rsidRPr="00432B34" w:rsidRDefault="005B6968">
            <w:pPr>
              <w:jc w:val="center"/>
              <w:rPr>
                <w:szCs w:val="28"/>
              </w:rPr>
            </w:pPr>
            <w:r w:rsidRPr="00432B34">
              <w:rPr>
                <w:szCs w:val="28"/>
              </w:rPr>
              <w:t>9</w:t>
            </w:r>
          </w:p>
        </w:tc>
      </w:tr>
      <w:tr w:rsidR="005B6968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F53BF" w:rsidRPr="00384B15" w:rsidRDefault="00A559C7">
            <w:pPr>
              <w:jc w:val="left"/>
              <w:rPr>
                <w:b/>
                <w:i/>
                <w:szCs w:val="28"/>
              </w:rPr>
            </w:pPr>
            <w:r w:rsidRPr="00384B15">
              <w:rPr>
                <w:b/>
                <w:i/>
                <w:szCs w:val="28"/>
              </w:rPr>
              <w:t>Склад формовочных материалов и оснастки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27D5F" w:rsidRPr="00384B15" w:rsidRDefault="00A27D5F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6968" w:rsidRPr="00384B15" w:rsidRDefault="005B6968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95FF5" w:rsidRPr="00384B15" w:rsidRDefault="0050299E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Поз.</w:t>
            </w:r>
            <w:r w:rsidR="00C95FF5" w:rsidRPr="00384B15">
              <w:rPr>
                <w:sz w:val="24"/>
              </w:rPr>
              <w:t xml:space="preserve"> по</w:t>
            </w:r>
          </w:p>
          <w:p w:rsidR="001F59A4" w:rsidRPr="00384B15" w:rsidRDefault="0050299E" w:rsidP="00A559C7">
            <w:pPr>
              <w:jc w:val="center"/>
            </w:pPr>
            <w:r w:rsidRPr="00384B15">
              <w:rPr>
                <w:sz w:val="24"/>
              </w:rPr>
              <w:t>прил.3 к ТЗ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  <w:r w:rsidRPr="00384B15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left"/>
            </w:pPr>
            <w:r w:rsidRPr="00384B15">
              <w:t>Стеллаж полочный для хранения оснастки и материалов</w:t>
            </w:r>
          </w:p>
          <w:p w:rsidR="008D0760" w:rsidRPr="00384B15" w:rsidRDefault="008D0760" w:rsidP="008D0760">
            <w:pPr>
              <w:jc w:val="left"/>
            </w:pPr>
            <w:r w:rsidRPr="00384B15">
              <w:t xml:space="preserve">1800х650х1800Н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  <w:r w:rsidRPr="00384B15">
              <w:t>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8D0760">
            <w:pPr>
              <w:jc w:val="center"/>
            </w:pPr>
            <w:r w:rsidRPr="00384B15">
              <w:t>2</w:t>
            </w:r>
          </w:p>
        </w:tc>
      </w:tr>
      <w:tr w:rsidR="00B105E3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B105E3" w:rsidRPr="00384B15" w:rsidRDefault="00B105E3" w:rsidP="008D0760">
            <w:pPr>
              <w:jc w:val="center"/>
            </w:pP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left"/>
            </w:pPr>
            <w:r w:rsidRPr="00384B15">
              <w:rPr>
                <w:b/>
                <w:i/>
              </w:rPr>
              <w:t>Участок стержневой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8D0760">
            <w:pPr>
              <w:jc w:val="center"/>
            </w:pP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  <w:r w:rsidRPr="00384B15">
              <w:t>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left"/>
            </w:pPr>
            <w:r w:rsidRPr="00384B15">
              <w:t>Рольганг неприводной 1500х1150х570Н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>
            <w:pPr>
              <w:jc w:val="center"/>
            </w:pPr>
            <w:r w:rsidRPr="00384B15">
              <w:t>-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left"/>
            </w:pPr>
            <w:r w:rsidRPr="00384B15">
              <w:t>Стеллаж полочный для хранения оснастки и материалов</w:t>
            </w:r>
          </w:p>
          <w:p w:rsidR="008D0760" w:rsidRPr="00384B15" w:rsidRDefault="008D0760" w:rsidP="00A51C5C">
            <w:pPr>
              <w:jc w:val="left"/>
            </w:pPr>
            <w:r w:rsidRPr="00384B15">
              <w:t xml:space="preserve">1800х650х1800Н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left"/>
            </w:pPr>
            <w:r w:rsidRPr="00384B15">
              <w:t>Комплекс формовочный ХТС (</w:t>
            </w:r>
            <w:r w:rsidRPr="00384B15">
              <w:rPr>
                <w:lang w:val="en-US"/>
              </w:rPr>
              <w:t>ALPHASET</w:t>
            </w:r>
            <w:r w:rsidRPr="00384B15">
              <w:t xml:space="preserve"> процессу) бло</w:t>
            </w:r>
            <w:r w:rsidRPr="00384B15">
              <w:t>ч</w:t>
            </w:r>
            <w:r w:rsidRPr="00384B15">
              <w:t>ного типа произв. до 2т/ч, мощность 4 квт, компрессор 200л/мин, бункер0,5м3, емкость дя реагентов по 20л(смола и отвердитель)</w:t>
            </w:r>
          </w:p>
          <w:p w:rsidR="008D0760" w:rsidRPr="00384B15" w:rsidRDefault="008D0760" w:rsidP="00A51C5C">
            <w:pPr>
              <w:jc w:val="left"/>
            </w:pPr>
            <w:r w:rsidRPr="00384B15">
              <w:t>1600х1200х1800Н</w:t>
            </w:r>
            <w:r w:rsidR="005A5071">
              <w:t>+700Н опорная рама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ФК2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«Литмашприбор»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780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3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left"/>
            </w:pPr>
            <w:r w:rsidRPr="00384B15">
              <w:t xml:space="preserve">Вибростол роликовый неприводной для уплотнения форм и стрежней </w:t>
            </w:r>
            <w:r w:rsidR="00462644" w:rsidRPr="00384B15">
              <w:t>из песчаносмолистых смесей г/п 10</w:t>
            </w:r>
            <w:r w:rsidRPr="00384B15">
              <w:t>00кг</w:t>
            </w:r>
            <w:r w:rsidR="00462644" w:rsidRPr="00384B15">
              <w:t xml:space="preserve"> сж воздух 0,004м3, 0,59МПа, </w:t>
            </w:r>
            <w:r w:rsidR="00E214F7" w:rsidRPr="00384B15">
              <w:t>уст.мощность</w:t>
            </w:r>
            <w:r w:rsidR="00462644" w:rsidRPr="00384B15">
              <w:t>0,55</w:t>
            </w:r>
            <w:r w:rsidRPr="00384B15">
              <w:t>квт</w:t>
            </w:r>
            <w:r w:rsidR="00E214F7" w:rsidRPr="00384B15">
              <w:t xml:space="preserve"> 380В</w:t>
            </w:r>
          </w:p>
          <w:p w:rsidR="008D0760" w:rsidRPr="00384B15" w:rsidRDefault="008D0760" w:rsidP="00A51C5C">
            <w:pPr>
              <w:jc w:val="left"/>
            </w:pPr>
            <w:r w:rsidRPr="00384B15">
              <w:t>1625х1150х570Н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ВС 650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То же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462644" w:rsidP="00A51C5C">
            <w:pPr>
              <w:jc w:val="center"/>
            </w:pPr>
            <w:r w:rsidRPr="00384B15">
              <w:t>580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-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3B7EAC">
            <w:pPr>
              <w:jc w:val="left"/>
            </w:pPr>
            <w:r w:rsidRPr="00384B15">
              <w:t>Стол рабочий металлический стационарный 2000х1000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ОИИ(оборудование инд</w:t>
            </w:r>
            <w:r w:rsidRPr="00384B15">
              <w:t>и</w:t>
            </w:r>
            <w:r w:rsidRPr="00384B15">
              <w:t>видуального изготовления)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~200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5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5.1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5A5071" w:rsidRDefault="008D0760" w:rsidP="005A5071">
            <w:pPr>
              <w:jc w:val="left"/>
              <w:rPr>
                <w:szCs w:val="28"/>
              </w:rPr>
            </w:pPr>
            <w:r w:rsidRPr="005A5071">
              <w:rPr>
                <w:szCs w:val="28"/>
              </w:rPr>
              <w:t>Установка продувки СО2</w:t>
            </w:r>
            <w:r w:rsidR="00B105E3" w:rsidRPr="005A5071">
              <w:rPr>
                <w:szCs w:val="28"/>
              </w:rPr>
              <w:t xml:space="preserve">  габариты 500х1200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-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3B7EAC">
            <w:pPr>
              <w:jc w:val="left"/>
            </w:pPr>
            <w:r w:rsidRPr="00384B15">
              <w:t>Стол рабочий металлический передвижной 1000х1500х850Н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ОИИ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rPr>
                <w:lang w:val="en-US"/>
              </w:rPr>
              <w:t>~200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6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B105E3">
            <w:pPr>
              <w:jc w:val="left"/>
            </w:pPr>
            <w:r w:rsidRPr="00384B15">
              <w:t xml:space="preserve">Стол поворотный металлический </w:t>
            </w:r>
            <w:r w:rsidRPr="00384B15">
              <w:rPr>
                <w:lang w:val="en-US"/>
              </w:rPr>
              <w:t>D</w:t>
            </w:r>
            <w:r w:rsidRPr="00384B15">
              <w:t>=1000</w:t>
            </w:r>
            <w:r w:rsidR="00B105E3" w:rsidRPr="00384B15">
              <w:t xml:space="preserve">  1000х1500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ОИИ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rPr>
                <w:lang w:val="en-US"/>
              </w:rPr>
              <w:t>~200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7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7.1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3B7EAC">
            <w:pPr>
              <w:jc w:val="left"/>
            </w:pPr>
            <w:r w:rsidRPr="00384B15">
              <w:t>Стол металлический 1000х2500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ОИИ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rPr>
                <w:lang w:val="en-US"/>
              </w:rPr>
              <w:t>~200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7.1</w:t>
            </w:r>
          </w:p>
        </w:tc>
      </w:tr>
      <w:tr w:rsidR="008D0760" w:rsidRPr="00384B15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left"/>
            </w:pPr>
            <w:r w:rsidRPr="00384B15">
              <w:t xml:space="preserve">Тельфер канатный с малой строительной высотой (510мм от низа пути до крюка),г/п 1т, Нп=6,5м мощность 3,25квт </w:t>
            </w:r>
          </w:p>
          <w:p w:rsidR="008D0760" w:rsidRPr="00384B15" w:rsidRDefault="008D0760" w:rsidP="00A51C5C">
            <w:pPr>
              <w:jc w:val="left"/>
              <w:rPr>
                <w:strike/>
                <w:sz w:val="24"/>
              </w:rPr>
            </w:pPr>
            <w:r w:rsidRPr="00384B15">
              <w:t>1021х824х545Н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rPr>
                <w:lang w:val="en-US"/>
              </w:rPr>
              <w:t>CVAT</w:t>
            </w:r>
            <w:r w:rsidRPr="00384B15">
              <w:t>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Болгария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~150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8D0760" w:rsidRPr="00384B15" w:rsidRDefault="008D0760" w:rsidP="00A51C5C">
            <w:pPr>
              <w:jc w:val="center"/>
            </w:pPr>
            <w:r w:rsidRPr="00384B15">
              <w:t>-</w:t>
            </w:r>
          </w:p>
          <w:p w:rsidR="008D0760" w:rsidRPr="00384B15" w:rsidRDefault="008D0760" w:rsidP="00A51C5C">
            <w:pPr>
              <w:jc w:val="center"/>
            </w:pPr>
          </w:p>
        </w:tc>
      </w:tr>
    </w:tbl>
    <w:p w:rsidR="00B60169" w:rsidRPr="00384B15" w:rsidRDefault="00B60169">
      <w:pPr>
        <w:rPr>
          <w:szCs w:val="28"/>
        </w:rPr>
        <w:sectPr w:rsidR="00B60169" w:rsidRPr="00384B15" w:rsidSect="00196011">
          <w:headerReference w:type="default" r:id="rId6"/>
          <w:footerReference w:type="default" r:id="rId7"/>
          <w:pgSz w:w="23814" w:h="16840" w:orient="landscape" w:code="8"/>
          <w:pgMar w:top="340" w:right="284" w:bottom="3686" w:left="1134" w:header="312" w:footer="518" w:gutter="0"/>
          <w:cols w:space="720"/>
        </w:sectPr>
      </w:pPr>
    </w:p>
    <w:tbl>
      <w:tblPr>
        <w:tblW w:w="22397" w:type="dxa"/>
        <w:tblInd w:w="5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000"/>
      </w:tblPr>
      <w:tblGrid>
        <w:gridCol w:w="1133"/>
        <w:gridCol w:w="7371"/>
        <w:gridCol w:w="3402"/>
        <w:gridCol w:w="1985"/>
        <w:gridCol w:w="2552"/>
        <w:gridCol w:w="1134"/>
        <w:gridCol w:w="1134"/>
        <w:gridCol w:w="1418"/>
        <w:gridCol w:w="2268"/>
      </w:tblGrid>
      <w:tr w:rsidR="00954BAB" w:rsidRPr="00384B15">
        <w:trPr>
          <w:trHeight w:hRule="exact" w:val="1985"/>
          <w:tblHeader/>
        </w:trPr>
        <w:tc>
          <w:tcPr>
            <w:tcW w:w="1133" w:type="dxa"/>
            <w:tcBorders>
              <w:top w:val="nil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lastRenderedPageBreak/>
              <w:t>Позиция</w:t>
            </w:r>
          </w:p>
        </w:tc>
        <w:tc>
          <w:tcPr>
            <w:tcW w:w="737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Наименование и техническая характеристика</w:t>
            </w:r>
          </w:p>
        </w:tc>
        <w:tc>
          <w:tcPr>
            <w:tcW w:w="340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Тип, марка,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обозначение документа,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опросного листа</w:t>
            </w:r>
          </w:p>
        </w:tc>
        <w:tc>
          <w:tcPr>
            <w:tcW w:w="19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Код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оборудования,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изделия,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материала</w:t>
            </w:r>
          </w:p>
        </w:tc>
        <w:tc>
          <w:tcPr>
            <w:tcW w:w="2552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Завод-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изготовитель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Еди-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ница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изме-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рения</w:t>
            </w:r>
          </w:p>
        </w:tc>
        <w:tc>
          <w:tcPr>
            <w:tcW w:w="113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Коли-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чество</w:t>
            </w:r>
          </w:p>
        </w:tc>
        <w:tc>
          <w:tcPr>
            <w:tcW w:w="1418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Масса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единицы,</w:t>
            </w:r>
          </w:p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кг</w:t>
            </w:r>
          </w:p>
        </w:tc>
        <w:tc>
          <w:tcPr>
            <w:tcW w:w="2268" w:type="dxa"/>
            <w:tcBorders>
              <w:top w:val="nil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Примечание</w:t>
            </w:r>
          </w:p>
        </w:tc>
      </w:tr>
      <w:tr w:rsidR="00954BAB" w:rsidRPr="00384B15">
        <w:trPr>
          <w:trHeight w:val="567"/>
          <w:tblHeader/>
        </w:trPr>
        <w:tc>
          <w:tcPr>
            <w:tcW w:w="1133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1</w:t>
            </w:r>
          </w:p>
        </w:tc>
        <w:tc>
          <w:tcPr>
            <w:tcW w:w="737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2</w:t>
            </w:r>
          </w:p>
        </w:tc>
        <w:tc>
          <w:tcPr>
            <w:tcW w:w="340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3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4</w:t>
            </w:r>
          </w:p>
        </w:tc>
        <w:tc>
          <w:tcPr>
            <w:tcW w:w="2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5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6</w:t>
            </w:r>
          </w:p>
        </w:tc>
        <w:tc>
          <w:tcPr>
            <w:tcW w:w="113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7</w:t>
            </w:r>
          </w:p>
        </w:tc>
        <w:tc>
          <w:tcPr>
            <w:tcW w:w="141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8</w:t>
            </w:r>
          </w:p>
        </w:tc>
        <w:tc>
          <w:tcPr>
            <w:tcW w:w="226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:rsidR="00954BAB" w:rsidRPr="00384B15" w:rsidRDefault="00954BAB" w:rsidP="00072063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9</w:t>
            </w:r>
          </w:p>
        </w:tc>
      </w:tr>
      <w:tr w:rsidR="00A559C7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left"/>
              <w:rPr>
                <w:b/>
                <w:i/>
              </w:rPr>
            </w:pPr>
            <w:r w:rsidRPr="00384B15">
              <w:rPr>
                <w:b/>
                <w:i/>
              </w:rPr>
              <w:t>Участок подготовки и хранения форм и стержней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59C7" w:rsidRPr="00384B15" w:rsidRDefault="00A559C7" w:rsidP="00A559C7">
            <w:pPr>
              <w:jc w:val="center"/>
            </w:pP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Стеллаж полочный для хранения оснастки и материалов</w:t>
            </w:r>
          </w:p>
          <w:p w:rsidR="00A51C5C" w:rsidRPr="00384B15" w:rsidRDefault="00A51C5C" w:rsidP="00A51C5C">
            <w:pPr>
              <w:jc w:val="left"/>
            </w:pPr>
            <w:r w:rsidRPr="00384B15">
              <w:t xml:space="preserve">1800х650х1800Н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Электрошкаф сушильный камерный 250</w:t>
            </w:r>
            <w:r w:rsidRPr="00384B15">
              <w:rPr>
                <w:vertAlign w:val="superscript"/>
              </w:rPr>
              <w:t>0</w:t>
            </w:r>
            <w:r w:rsidR="00752E08">
              <w:t xml:space="preserve">С  мощность </w:t>
            </w:r>
            <w:r w:rsidR="00752E08" w:rsidRPr="00752E08">
              <w:rPr>
                <w:highlight w:val="yellow"/>
              </w:rPr>
              <w:t>20</w:t>
            </w:r>
            <w:r w:rsidRPr="00384B15">
              <w:t>квт 380В камера 850х1200х1650Н, среда воздух, Дверь распа</w:t>
            </w:r>
            <w:r w:rsidRPr="00384B15">
              <w:t>ш</w:t>
            </w:r>
            <w:r w:rsidRPr="00384B15">
              <w:t>ная, тележка выкатная. Патрубок ф100 для отвода проду</w:t>
            </w:r>
            <w:r w:rsidRPr="00384B15">
              <w:t>к</w:t>
            </w:r>
            <w:r w:rsidRPr="00384B15">
              <w:t>тов сушки. Пол 2кг/см2. Шкаф управления 400х600х2000Н</w:t>
            </w:r>
          </w:p>
          <w:p w:rsidR="00A51C5C" w:rsidRPr="00384B15" w:rsidRDefault="00A51C5C" w:rsidP="00A51C5C">
            <w:pPr>
              <w:jc w:val="left"/>
            </w:pPr>
            <w:r w:rsidRPr="00384B15">
              <w:t>1500х</w:t>
            </w:r>
            <w:r w:rsidRPr="00384B15">
              <w:rPr>
                <w:lang w:val="en-US"/>
              </w:rPr>
              <w:t>1950/</w:t>
            </w:r>
            <w:r w:rsidRPr="00384B15">
              <w:t>3050х2600Н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ШС-8,5.12.16,5/2,5ВТ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«МИУС»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2500</w:t>
            </w:r>
            <w:r w:rsidRPr="00384B15">
              <w:rPr>
                <w:lang w:val="en-US"/>
              </w:rPr>
              <w:t>+120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8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391E78" w:rsidP="00A51C5C">
            <w:pPr>
              <w:jc w:val="left"/>
            </w:pPr>
            <w:r w:rsidRPr="00391E78">
              <w:rPr>
                <w:highlight w:val="yellow"/>
              </w:rPr>
              <w:t>Электро</w:t>
            </w:r>
            <w:r>
              <w:rPr>
                <w:highlight w:val="yellow"/>
              </w:rPr>
              <w:t>п</w:t>
            </w:r>
            <w:r w:rsidR="00A51C5C" w:rsidRPr="00391E78">
              <w:rPr>
                <w:highlight w:val="yellow"/>
              </w:rPr>
              <w:t xml:space="preserve">ечь </w:t>
            </w:r>
            <w:r w:rsidRPr="00391E78">
              <w:rPr>
                <w:highlight w:val="yellow"/>
              </w:rPr>
              <w:t>сопротивления камерная</w:t>
            </w:r>
            <w:r>
              <w:t xml:space="preserve"> </w:t>
            </w:r>
            <w:r w:rsidR="00A51C5C" w:rsidRPr="00384B15">
              <w:t>с выкатным подом мощность 75 квт 380В   1250</w:t>
            </w:r>
            <w:r w:rsidR="00A51C5C" w:rsidRPr="00384B15">
              <w:rPr>
                <w:vertAlign w:val="superscript"/>
              </w:rPr>
              <w:t>0</w:t>
            </w:r>
            <w:r w:rsidR="00A51C5C" w:rsidRPr="00384B15">
              <w:rPr>
                <w:lang w:val="en-US"/>
              </w:rPr>
              <w:t>C</w:t>
            </w:r>
            <w:r w:rsidR="0043732B" w:rsidRPr="00384B15">
              <w:t xml:space="preserve"> </w:t>
            </w:r>
            <w:r w:rsidR="00A51C5C" w:rsidRPr="00384B15">
              <w:t>рабочая камера 1600х780х780Н, среда воздух, фундамент 5316х2184 н</w:t>
            </w:r>
            <w:r w:rsidR="00A51C5C" w:rsidRPr="00384B15">
              <w:t>а</w:t>
            </w:r>
            <w:r w:rsidR="00A51C5C" w:rsidRPr="00384B15">
              <w:t>грузка 2кг/см2, клеммная коробка, шкаф управл</w:t>
            </w:r>
            <w:r w:rsidR="00A51C5C" w:rsidRPr="00384B15">
              <w:t>е</w:t>
            </w:r>
            <w:r w:rsidR="00A51C5C" w:rsidRPr="00384B15">
              <w:t>ния(600х300х1400Н) и термопара располож</w:t>
            </w:r>
            <w:r w:rsidR="00A51C5C" w:rsidRPr="00384B15">
              <w:t>е</w:t>
            </w:r>
            <w:r w:rsidR="00A51C5C" w:rsidRPr="00384B15">
              <w:t>ние- справа</w:t>
            </w:r>
          </w:p>
          <w:p w:rsidR="00A51C5C" w:rsidRPr="00752E08" w:rsidRDefault="005A5071" w:rsidP="00A51C5C">
            <w:pPr>
              <w:jc w:val="left"/>
              <w:rPr>
                <w:highlight w:val="yellow"/>
              </w:rPr>
            </w:pPr>
            <w:r w:rsidRPr="005A5071">
              <w:rPr>
                <w:highlight w:val="yellow"/>
              </w:rPr>
              <w:t>1820х</w:t>
            </w:r>
            <w:r w:rsidR="00752E08">
              <w:rPr>
                <w:highlight w:val="yellow"/>
              </w:rPr>
              <w:t>4800</w:t>
            </w:r>
            <w:r w:rsidRPr="005A5071">
              <w:rPr>
                <w:highlight w:val="yellow"/>
              </w:rPr>
              <w:t>х2735/2950</w:t>
            </w:r>
            <w:r w:rsidR="00A51C5C" w:rsidRPr="005A5071">
              <w:rPr>
                <w:highlight w:val="yellow"/>
              </w:rPr>
              <w:t>Н</w:t>
            </w:r>
            <w:r w:rsidRPr="005A5071">
              <w:rPr>
                <w:highlight w:val="yellow"/>
              </w:rPr>
              <w:t>(высота с механизмом подъема/с поднятой дверцей)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831811" w:rsidP="00A51C5C">
            <w:pPr>
              <w:jc w:val="center"/>
            </w:pPr>
            <w:r w:rsidRPr="00831811">
              <w:rPr>
                <w:highlight w:val="yellow"/>
              </w:rPr>
              <w:t>СДО-8.16.8/12,5М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5A5071" w:rsidP="00A51C5C">
            <w:pPr>
              <w:jc w:val="center"/>
            </w:pPr>
            <w:r>
              <w:t>«</w:t>
            </w:r>
            <w:r w:rsidRPr="005A5071">
              <w:rPr>
                <w:highlight w:val="yellow"/>
              </w:rPr>
              <w:t>МИУС</w:t>
            </w:r>
            <w:r w:rsidR="00A51C5C" w:rsidRPr="00384B15">
              <w:t>»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6000</w:t>
            </w:r>
          </w:p>
          <w:p w:rsidR="00A51C5C" w:rsidRPr="00384B15" w:rsidRDefault="00A51C5C" w:rsidP="00A51C5C">
            <w:pPr>
              <w:jc w:val="center"/>
            </w:pPr>
            <w:r w:rsidRPr="00384B15">
              <w:t>(с садкой)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9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20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EB31A5">
            <w:pPr>
              <w:jc w:val="left"/>
              <w:rPr>
                <w:strike/>
                <w:sz w:val="24"/>
              </w:rPr>
            </w:pPr>
            <w:r w:rsidRPr="00384B15">
              <w:t>Таль электрическая г/п 1т, Нп=6м,режим работы М5,мощность (1,7+0,18)квт, габариты тали 635х330х855Н -для замены в существующем кране мостовом опорном пр</w:t>
            </w:r>
            <w:r w:rsidRPr="00384B15">
              <w:t>о</w:t>
            </w:r>
            <w:r w:rsidRPr="00384B15">
              <w:t>лет крана 8м, управление с пола.</w:t>
            </w:r>
            <w:r w:rsidR="00EB31A5" w:rsidRPr="00384B15">
              <w:rPr>
                <w:strike/>
                <w:sz w:val="24"/>
              </w:rPr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831811" w:rsidP="00A51C5C">
            <w:pPr>
              <w:jc w:val="center"/>
            </w:pPr>
            <w:r>
              <w:t xml:space="preserve">Типа </w:t>
            </w:r>
            <w:r w:rsidR="00A51C5C" w:rsidRPr="00384B15">
              <w:t>ТЭ-100-511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«Весткран»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186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Участок подготовки и хранения форм и стержней</w:t>
            </w:r>
          </w:p>
          <w:p w:rsidR="00A51C5C" w:rsidRPr="00384B15" w:rsidRDefault="00E071F3" w:rsidP="00A51C5C">
            <w:pPr>
              <w:jc w:val="center"/>
              <w:rPr>
                <w:sz w:val="24"/>
              </w:rPr>
            </w:pPr>
            <w:r w:rsidRPr="00384B15">
              <w:rPr>
                <w:sz w:val="24"/>
              </w:rPr>
              <w:t>рег.№15</w:t>
            </w:r>
            <w:r w:rsidR="00A51C5C" w:rsidRPr="00384B15">
              <w:rPr>
                <w:sz w:val="24"/>
              </w:rPr>
              <w:t>36</w:t>
            </w:r>
          </w:p>
          <w:p w:rsidR="00A51C5C" w:rsidRPr="00384B15" w:rsidRDefault="00A51C5C" w:rsidP="00A51C5C">
            <w:pPr>
              <w:jc w:val="center"/>
              <w:rPr>
                <w:strike/>
              </w:rPr>
            </w:pPr>
          </w:p>
        </w:tc>
      </w:tr>
      <w:tr w:rsidR="00636232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36232" w:rsidRPr="00384B15" w:rsidRDefault="00636232" w:rsidP="00A51C5C">
            <w:pPr>
              <w:jc w:val="center"/>
              <w:rPr>
                <w:sz w:val="24"/>
              </w:rPr>
            </w:pP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  <w:rPr>
                <w:b/>
                <w:i/>
              </w:rPr>
            </w:pPr>
            <w:r w:rsidRPr="00384B15">
              <w:rPr>
                <w:b/>
                <w:i/>
              </w:rPr>
              <w:t>Участок изготовления ППФ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  <w:rPr>
                <w:sz w:val="24"/>
              </w:rPr>
            </w:pP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80566" w:rsidRPr="00384B15" w:rsidRDefault="00A51C5C" w:rsidP="0043732B">
            <w:pPr>
              <w:jc w:val="left"/>
            </w:pPr>
            <w:r w:rsidRPr="00384B15">
              <w:t>Установка для производства песчаных форм,</w:t>
            </w:r>
            <w:r w:rsidR="0043732B" w:rsidRPr="00384B15">
              <w:t xml:space="preserve"> </w:t>
            </w:r>
            <w:r w:rsidRPr="00384B15">
              <w:t>система н</w:t>
            </w:r>
            <w:r w:rsidRPr="00384B15">
              <w:t>а</w:t>
            </w:r>
            <w:r w:rsidRPr="00384B15">
              <w:t>грева 13,5квт 400В</w:t>
            </w:r>
            <w:r w:rsidR="0043732B" w:rsidRPr="00384B15">
              <w:t xml:space="preserve"> </w:t>
            </w:r>
            <w:r w:rsidRPr="00384B15">
              <w:t xml:space="preserve"> сж.воздух 51,6м3/ч</w:t>
            </w:r>
            <w:r w:rsidR="0043732B" w:rsidRPr="00384B15">
              <w:t xml:space="preserve"> </w:t>
            </w:r>
          </w:p>
          <w:p w:rsidR="00A51C5C" w:rsidRPr="00384B15" w:rsidRDefault="00A51C5C" w:rsidP="0043732B">
            <w:pPr>
              <w:jc w:val="left"/>
            </w:pPr>
            <w:r w:rsidRPr="00384B15">
              <w:t xml:space="preserve"> 6-</w:t>
            </w:r>
            <w:r w:rsidR="00080566" w:rsidRPr="00384B15">
              <w:t>10</w:t>
            </w:r>
            <w:r w:rsidRPr="00384B15">
              <w:t>бар,отработанный воздух 300м3/ч</w:t>
            </w:r>
          </w:p>
          <w:p w:rsidR="00A51C5C" w:rsidRPr="00384B15" w:rsidRDefault="00A51C5C" w:rsidP="0043732B">
            <w:pPr>
              <w:jc w:val="left"/>
            </w:pPr>
            <w:r w:rsidRPr="00384B15">
              <w:t>7000х3600х2900Н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S-MAX -5</w:t>
            </w:r>
            <w:r w:rsidRPr="00384B15">
              <w:t>.04</w:t>
            </w:r>
            <w:r w:rsidRPr="00384B15">
              <w:rPr>
                <w:lang w:val="en-US"/>
              </w:rPr>
              <w:t>Basis</w:t>
            </w:r>
          </w:p>
          <w:p w:rsidR="00A51C5C" w:rsidRPr="00384B15" w:rsidRDefault="00A51C5C" w:rsidP="00A51C5C">
            <w:pPr>
              <w:jc w:val="center"/>
            </w:pPr>
            <w:r w:rsidRPr="00384B15">
              <w:t>101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6500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10.1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Станция загрузки с электрическим подъемником (</w:t>
            </w:r>
            <w:r w:rsidRPr="00384B15">
              <w:rPr>
                <w:lang w:val="en-US"/>
              </w:rPr>
              <w:t>S</w:t>
            </w:r>
            <w:r w:rsidRPr="00384B15">
              <w:t>-</w:t>
            </w:r>
            <w:r w:rsidRPr="00384B15">
              <w:rPr>
                <w:lang w:val="en-US"/>
              </w:rPr>
              <w:t>MAXBBU</w:t>
            </w:r>
            <w:r w:rsidRPr="00384B15">
              <w:t>) для наполнения контейнера из Биг-Бега мо</w:t>
            </w:r>
            <w:r w:rsidRPr="00384B15">
              <w:t>щ</w:t>
            </w:r>
            <w:r w:rsidRPr="00384B15">
              <w:t>ность 1,5квт 380В</w:t>
            </w:r>
          </w:p>
          <w:p w:rsidR="00A51C5C" w:rsidRPr="00384B15" w:rsidRDefault="00A51C5C" w:rsidP="00A51C5C">
            <w:pPr>
              <w:jc w:val="left"/>
            </w:pPr>
            <w:r w:rsidRPr="00384B15">
              <w:t>2780х2400х5000Н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213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3000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10.2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10.3а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Пылесос промышленный для удаления свободного песка  12,5квт, 400В</w:t>
            </w:r>
          </w:p>
          <w:p w:rsidR="00A51C5C" w:rsidRPr="00384B15" w:rsidRDefault="00A51C5C" w:rsidP="00A51C5C">
            <w:pPr>
              <w:jc w:val="left"/>
            </w:pPr>
            <w:r w:rsidRPr="00384B15">
              <w:t>1500х2700 ? или 1220х1220х1730Н ?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207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300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10.3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10.3б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Пылесос промышленный 3квт, 400В, емк.50л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209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80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10.3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Контейнеры для транспортировки песка</w:t>
            </w:r>
          </w:p>
          <w:p w:rsidR="00A51C5C" w:rsidRPr="00384B15" w:rsidRDefault="00A51C5C" w:rsidP="00A51C5C">
            <w:pPr>
              <w:jc w:val="left"/>
            </w:pPr>
            <w:r w:rsidRPr="00384B15">
              <w:t>1220х1220х1730Н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205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10.4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lastRenderedPageBreak/>
              <w:t>10.5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АГП (агрегат бесперебойного питания) мощность 8кВа</w:t>
            </w:r>
          </w:p>
          <w:p w:rsidR="00A51C5C" w:rsidRPr="00384B15" w:rsidRDefault="00A51C5C" w:rsidP="00A51C5C">
            <w:pPr>
              <w:jc w:val="left"/>
            </w:pPr>
            <w:r w:rsidRPr="00384B15">
              <w:t>600х1000х1900Н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212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410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10.5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10.6а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Предварительный отделитель для использов.песка 1000л</w:t>
            </w:r>
          </w:p>
          <w:p w:rsidR="00A51C5C" w:rsidRPr="00384B15" w:rsidRDefault="00A51C5C" w:rsidP="00A51C5C">
            <w:pPr>
              <w:jc w:val="left"/>
            </w:pPr>
            <w:r w:rsidRPr="00384B15">
              <w:t>1700х1100х1750Н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500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10.6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10.6б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Предварительный отделитель для отработ.песка 600л</w:t>
            </w:r>
          </w:p>
          <w:p w:rsidR="00A51C5C" w:rsidRPr="00384B15" w:rsidRDefault="00A51C5C" w:rsidP="00A51C5C">
            <w:pPr>
              <w:jc w:val="left"/>
            </w:pPr>
            <w:r w:rsidRPr="00384B15">
              <w:t>1700х1100х1700Н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211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270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10.6</w:t>
            </w:r>
          </w:p>
        </w:tc>
      </w:tr>
      <w:tr w:rsidR="00A51C5C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left"/>
            </w:pPr>
            <w:r w:rsidRPr="00384B15">
              <w:t>Стол с контейнером очистки форм</w:t>
            </w:r>
          </w:p>
          <w:p w:rsidR="00A51C5C" w:rsidRPr="00384B15" w:rsidRDefault="00A51C5C" w:rsidP="00A51C5C">
            <w:pPr>
              <w:jc w:val="left"/>
            </w:pPr>
            <w:r w:rsidRPr="00384B15">
              <w:t>2600х1300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215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1C5C" w:rsidRPr="00384B15" w:rsidRDefault="00A51C5C" w:rsidP="00A51C5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A51C5C" w:rsidRPr="00384B15" w:rsidRDefault="00A51C5C" w:rsidP="00A51C5C">
            <w:pPr>
              <w:jc w:val="center"/>
            </w:pPr>
            <w:r w:rsidRPr="00384B15">
              <w:t>10.8</w:t>
            </w:r>
          </w:p>
        </w:tc>
      </w:tr>
      <w:tr w:rsidR="005B04E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  <w:r w:rsidRPr="00384B15">
              <w:t>25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left"/>
            </w:pPr>
            <w:r w:rsidRPr="00384B15">
              <w:t>Кран мостовой электрический подвесной однобалочный пролет г/п 1т режим А3установленная суммарная мощность не более 3,5квт Нп=6м пролет 6м, консоли 0,9м и 1,2м</w:t>
            </w:r>
          </w:p>
          <w:p w:rsidR="005B04E6" w:rsidRPr="00384B15" w:rsidRDefault="005B04E6" w:rsidP="00EB31A5">
            <w:pPr>
              <w:jc w:val="left"/>
              <w:rPr>
                <w:strike/>
              </w:rPr>
            </w:pPr>
            <w:r w:rsidRPr="00384B15">
              <w:t>8100х1260х1245Н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  <w:r w:rsidRPr="00384B15">
              <w:t>«АСК»</w:t>
            </w:r>
          </w:p>
          <w:p w:rsidR="005B04E6" w:rsidRPr="00384B15" w:rsidRDefault="005B04E6" w:rsidP="005B04E6">
            <w:pPr>
              <w:jc w:val="center"/>
            </w:pPr>
            <w:r w:rsidRPr="00384B15">
              <w:t>РФ, С-Петербург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  <w:r w:rsidRPr="00384B15">
              <w:t>840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B04E6" w:rsidRPr="00384B15" w:rsidRDefault="00EB31A5" w:rsidP="005B04E6">
            <w:pPr>
              <w:jc w:val="center"/>
            </w:pPr>
            <w:r w:rsidRPr="00384B15">
              <w:t xml:space="preserve">Участок </w:t>
            </w:r>
            <w:r w:rsidR="005B04E6" w:rsidRPr="00384B15">
              <w:t xml:space="preserve"> ППФ</w:t>
            </w:r>
          </w:p>
          <w:p w:rsidR="005B04E6" w:rsidRPr="00384B15" w:rsidRDefault="005B04E6" w:rsidP="005B04E6">
            <w:pPr>
              <w:jc w:val="center"/>
            </w:pPr>
            <w:r w:rsidRPr="00384B15">
              <w:t>Балку с талью 0,5т рег.№1386-демонтировать</w:t>
            </w:r>
          </w:p>
        </w:tc>
      </w:tr>
      <w:tr w:rsidR="00636232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636232" w:rsidRPr="00384B15" w:rsidRDefault="00636232" w:rsidP="005B04E6">
            <w:pPr>
              <w:jc w:val="center"/>
            </w:pPr>
          </w:p>
        </w:tc>
      </w:tr>
      <w:tr w:rsidR="005B04E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left"/>
              <w:rPr>
                <w:b/>
                <w:i/>
                <w:szCs w:val="28"/>
              </w:rPr>
            </w:pPr>
            <w:r w:rsidRPr="00384B15">
              <w:rPr>
                <w:b/>
                <w:i/>
                <w:szCs w:val="28"/>
              </w:rPr>
              <w:t>Участок стального и алюминиевого литья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5B04E6" w:rsidRPr="00384B15" w:rsidRDefault="005B04E6" w:rsidP="005B04E6">
            <w:pPr>
              <w:jc w:val="center"/>
            </w:pP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left"/>
            </w:pPr>
            <w:r w:rsidRPr="00384B15">
              <w:t>Стеллаж полочный для хранения оснастки и материалов</w:t>
            </w:r>
          </w:p>
          <w:p w:rsidR="00371D76" w:rsidRPr="00384B15" w:rsidRDefault="00371D76" w:rsidP="00371D76">
            <w:pPr>
              <w:jc w:val="left"/>
            </w:pPr>
            <w:r w:rsidRPr="00384B15">
              <w:t xml:space="preserve">1800х650х1800Н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2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left"/>
            </w:pPr>
            <w:r w:rsidRPr="00384B15">
              <w:t>Бункер для отходов</w:t>
            </w:r>
          </w:p>
          <w:p w:rsidR="00371D76" w:rsidRPr="00384B15" w:rsidRDefault="00371D76" w:rsidP="00371D76">
            <w:pPr>
              <w:jc w:val="left"/>
            </w:pPr>
            <w:r w:rsidRPr="00384B15">
              <w:t>1000х1000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5A13B4" w:rsidP="00371D76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12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EB31A5">
            <w:pPr>
              <w:jc w:val="left"/>
              <w:rPr>
                <w:strike/>
                <w:sz w:val="24"/>
              </w:rPr>
            </w:pPr>
            <w:r w:rsidRPr="00384B15">
              <w:t>Таль электрическая г/п 2т, Нп=6м,режим работы М5,мощность (1,5+0,4)квт, с защитой от брызг металла и лучистой теплоты,</w:t>
            </w:r>
            <w:r w:rsidR="00C90A4E" w:rsidRPr="00384B15">
              <w:t xml:space="preserve"> с регулир</w:t>
            </w:r>
            <w:r w:rsidR="00AA3EE0" w:rsidRPr="00384B15">
              <w:t>уе</w:t>
            </w:r>
            <w:r w:rsidR="00C90A4E" w:rsidRPr="00384B15">
              <w:t>мой скоростью механизма подъема и передвижения, с тормозом механизма передв</w:t>
            </w:r>
            <w:r w:rsidR="00C90A4E" w:rsidRPr="00384B15">
              <w:t>и</w:t>
            </w:r>
            <w:r w:rsidR="00C90A4E" w:rsidRPr="00384B15">
              <w:t>жения и двумя тормозами механизма подъема,</w:t>
            </w:r>
            <w:r w:rsidRPr="00384B15">
              <w:t xml:space="preserve"> габариты т</w:t>
            </w:r>
            <w:r w:rsidRPr="00384B15">
              <w:t>а</w:t>
            </w:r>
            <w:r w:rsidRPr="00384B15">
              <w:t>ли 870х460х955Н-для замены в существующем кране мо</w:t>
            </w:r>
            <w:r w:rsidRPr="00384B15">
              <w:t>с</w:t>
            </w:r>
            <w:r w:rsidRPr="00384B15">
              <w:t>товом опорном пролет 11м, управление с пола.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90A4E" w:rsidRPr="00384B15" w:rsidRDefault="00C90A4E" w:rsidP="00371D76">
            <w:pPr>
              <w:jc w:val="center"/>
            </w:pPr>
          </w:p>
          <w:p w:rsidR="00371D76" w:rsidRPr="00384B15" w:rsidRDefault="00C90A4E" w:rsidP="00371D76">
            <w:pPr>
              <w:jc w:val="center"/>
            </w:pPr>
            <w:r w:rsidRPr="00384B15">
              <w:t>ГОСТ 22584-96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«Весткран»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рег.№ 1290</w:t>
            </w:r>
          </w:p>
          <w:p w:rsidR="002E1F70" w:rsidRPr="00384B15" w:rsidRDefault="002E1F70" w:rsidP="00371D76">
            <w:pPr>
              <w:jc w:val="center"/>
            </w:pPr>
          </w:p>
          <w:p w:rsidR="002E1F70" w:rsidRPr="00384B15" w:rsidRDefault="002E1F70" w:rsidP="00371D76">
            <w:pPr>
              <w:jc w:val="center"/>
            </w:pPr>
          </w:p>
          <w:p w:rsidR="002E1F70" w:rsidRPr="00384B15" w:rsidRDefault="002E1F70" w:rsidP="00371D76">
            <w:pPr>
              <w:jc w:val="center"/>
            </w:pPr>
          </w:p>
          <w:p w:rsidR="002E1F70" w:rsidRPr="00384B15" w:rsidRDefault="002E1F70" w:rsidP="00371D76">
            <w:pPr>
              <w:jc w:val="center"/>
            </w:pP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831811">
              <w:rPr>
                <w:highlight w:val="yellow"/>
              </w:rPr>
              <w:t>14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831811" w:rsidP="00371D76">
            <w:pPr>
              <w:jc w:val="left"/>
            </w:pPr>
            <w:r>
              <w:t>Печь плавильная стационарная емк.</w:t>
            </w:r>
            <w:r w:rsidR="00657886">
              <w:rPr>
                <w:highlight w:val="yellow"/>
              </w:rPr>
              <w:t>15</w:t>
            </w:r>
            <w:r w:rsidRPr="00831811">
              <w:rPr>
                <w:highlight w:val="yellow"/>
              </w:rPr>
              <w:t>0</w:t>
            </w:r>
            <w:r w:rsidR="00371D76" w:rsidRPr="00384B15">
              <w:t>кг</w:t>
            </w:r>
            <w:r w:rsidR="00371D76" w:rsidRPr="00384B15">
              <w:rPr>
                <w:lang w:val="en-US"/>
              </w:rPr>
              <w:t>Al</w:t>
            </w:r>
            <w:r w:rsidR="00371D76" w:rsidRPr="00384B15">
              <w:t xml:space="preserve"> мощ</w:t>
            </w:r>
            <w:r>
              <w:t xml:space="preserve">ность </w:t>
            </w:r>
            <w:r w:rsidRPr="00831811">
              <w:rPr>
                <w:highlight w:val="yellow"/>
              </w:rPr>
              <w:t>20квт 11</w:t>
            </w:r>
            <w:r w:rsidR="00371D76" w:rsidRPr="00831811">
              <w:rPr>
                <w:highlight w:val="yellow"/>
              </w:rPr>
              <w:t>00</w:t>
            </w:r>
            <w:r w:rsidR="00371D76" w:rsidRPr="00831811">
              <w:rPr>
                <w:highlight w:val="yellow"/>
                <w:vertAlign w:val="superscript"/>
              </w:rPr>
              <w:t>0</w:t>
            </w:r>
            <w:r w:rsidR="00371D76" w:rsidRPr="00831811">
              <w:rPr>
                <w:highlight w:val="yellow"/>
                <w:lang w:val="en-US"/>
              </w:rPr>
              <w:t>C</w:t>
            </w:r>
            <w:r w:rsidR="001E6136" w:rsidRPr="00384B15">
              <w:t xml:space="preserve"> </w:t>
            </w:r>
            <w:r>
              <w:t xml:space="preserve">аварийная летка, крышка с </w:t>
            </w:r>
            <w:r w:rsidRPr="00831811">
              <w:rPr>
                <w:highlight w:val="yellow"/>
              </w:rPr>
              <w:t>ручным</w:t>
            </w:r>
            <w:r w:rsidR="00371D76" w:rsidRPr="00384B15">
              <w:t xml:space="preserve"> приводом подъема,</w:t>
            </w:r>
            <w:r w:rsidR="00391E78" w:rsidRPr="00391E78">
              <w:rPr>
                <w:highlight w:val="yellow"/>
              </w:rPr>
              <w:t xml:space="preserve"> размеры тигля</w:t>
            </w:r>
            <w:r w:rsidR="00371D76" w:rsidRPr="00384B15">
              <w:t xml:space="preserve"> </w:t>
            </w:r>
            <w:r w:rsidR="00391E78" w:rsidRPr="00391E78">
              <w:rPr>
                <w:highlight w:val="yellow"/>
              </w:rPr>
              <w:t>ф525/305х490Н</w:t>
            </w:r>
            <w:r w:rsidR="00391E78">
              <w:t xml:space="preserve"> </w:t>
            </w:r>
            <w:r w:rsidR="00371D76" w:rsidRPr="00384B15">
              <w:t>электрошкаф 400х1000х2000Н</w:t>
            </w:r>
          </w:p>
          <w:p w:rsidR="00371D76" w:rsidRPr="00384B15" w:rsidRDefault="00831811" w:rsidP="00831811">
            <w:pPr>
              <w:jc w:val="left"/>
            </w:pPr>
            <w:r w:rsidRPr="00831811">
              <w:rPr>
                <w:highlight w:val="yellow"/>
              </w:rPr>
              <w:t>1420х156</w:t>
            </w:r>
            <w:r w:rsidR="00371D76" w:rsidRPr="00831811">
              <w:rPr>
                <w:highlight w:val="yellow"/>
              </w:rPr>
              <w:t>0х</w:t>
            </w:r>
            <w:r w:rsidRPr="00831811">
              <w:rPr>
                <w:highlight w:val="yellow"/>
              </w:rPr>
              <w:t>950/1250</w:t>
            </w:r>
            <w:r w:rsidR="00371D76" w:rsidRPr="00831811">
              <w:rPr>
                <w:highlight w:val="yellow"/>
              </w:rPr>
              <w:t>Н</w:t>
            </w:r>
            <w:r w:rsidRPr="00831811">
              <w:rPr>
                <w:highlight w:val="yellow"/>
              </w:rPr>
              <w:t>(с крышкой</w:t>
            </w:r>
            <w:r w:rsidR="00EF58C5" w:rsidRPr="00831811">
              <w:rPr>
                <w:highlight w:val="yellow"/>
              </w:rPr>
              <w:t>)</w:t>
            </w:r>
            <w:r w:rsidR="00EF58C5" w:rsidRPr="00384B15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831811" w:rsidRDefault="00371D76" w:rsidP="00831811">
            <w:pPr>
              <w:jc w:val="center"/>
            </w:pPr>
            <w:r w:rsidRPr="00831811">
              <w:rPr>
                <w:highlight w:val="yellow"/>
              </w:rPr>
              <w:t>САТ 0,15</w:t>
            </w:r>
            <w:r w:rsidR="00391E78" w:rsidRPr="00391E78">
              <w:rPr>
                <w:highlight w:val="yellow"/>
              </w:rPr>
              <w:t>/11</w:t>
            </w:r>
            <w:r w:rsidRPr="00384B15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831811" w:rsidP="00371D76">
            <w:pPr>
              <w:jc w:val="center"/>
            </w:pPr>
            <w:r>
              <w:t>«</w:t>
            </w:r>
            <w:r w:rsidRPr="00831811">
              <w:rPr>
                <w:highlight w:val="yellow"/>
              </w:rPr>
              <w:t>МИУС</w:t>
            </w:r>
            <w:r w:rsidR="00371D76" w:rsidRPr="00384B15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657886" w:rsidP="00371D76">
            <w:pPr>
              <w:jc w:val="center"/>
              <w:rPr>
                <w:highlight w:val="yellow"/>
              </w:rPr>
            </w:pPr>
            <w:r w:rsidRPr="00657886">
              <w:rPr>
                <w:highlight w:val="yellow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14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371D76" w:rsidP="00371D76">
            <w:pPr>
              <w:jc w:val="center"/>
              <w:rPr>
                <w:highlight w:val="yellow"/>
              </w:rPr>
            </w:pPr>
            <w:r w:rsidRPr="00657886">
              <w:rPr>
                <w:highlight w:val="yellow"/>
              </w:rPr>
              <w:t>15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left"/>
            </w:pPr>
            <w:r w:rsidRPr="00384B15">
              <w:t>Пе</w:t>
            </w:r>
            <w:r w:rsidR="00831811">
              <w:t xml:space="preserve">чь плавильная поворотная </w:t>
            </w:r>
            <w:r w:rsidR="00831811" w:rsidRPr="00657886">
              <w:rPr>
                <w:highlight w:val="yellow"/>
              </w:rPr>
              <w:t>емк.200</w:t>
            </w:r>
            <w:r w:rsidRPr="00657886">
              <w:rPr>
                <w:highlight w:val="yellow"/>
              </w:rPr>
              <w:t>кг</w:t>
            </w:r>
            <w:r w:rsidRPr="00384B15">
              <w:t xml:space="preserve"> </w:t>
            </w:r>
            <w:r w:rsidR="00831811" w:rsidRPr="00831811">
              <w:rPr>
                <w:highlight w:val="yellow"/>
                <w:lang w:val="en-US"/>
              </w:rPr>
              <w:t>Al</w:t>
            </w:r>
            <w:r w:rsidR="00831811">
              <w:t xml:space="preserve"> мощность </w:t>
            </w:r>
            <w:r w:rsidR="00831811" w:rsidRPr="00831811">
              <w:rPr>
                <w:highlight w:val="yellow"/>
              </w:rPr>
              <w:t>20</w:t>
            </w:r>
            <w:r w:rsidRPr="00384B15">
              <w:t>квт</w:t>
            </w:r>
            <w:r w:rsidR="00904966" w:rsidRPr="00384B15">
              <w:t xml:space="preserve"> </w:t>
            </w:r>
            <w:r w:rsidR="00831811" w:rsidRPr="00657886">
              <w:rPr>
                <w:highlight w:val="yellow"/>
              </w:rPr>
              <w:t>1100</w:t>
            </w:r>
            <w:r w:rsidR="00831811" w:rsidRPr="00657886">
              <w:rPr>
                <w:highlight w:val="yellow"/>
                <w:vertAlign w:val="superscript"/>
              </w:rPr>
              <w:t>0</w:t>
            </w:r>
            <w:r w:rsidR="00831811" w:rsidRPr="00657886">
              <w:rPr>
                <w:highlight w:val="yellow"/>
                <w:lang w:val="en-US"/>
              </w:rPr>
              <w:t>C</w:t>
            </w:r>
            <w:r w:rsidR="00657886" w:rsidRPr="00657886">
              <w:rPr>
                <w:highlight w:val="yellow"/>
              </w:rPr>
              <w:t xml:space="preserve"> крышка с ручным приводом подъема, с ручным п</w:t>
            </w:r>
            <w:r w:rsidR="00657886" w:rsidRPr="00657886">
              <w:rPr>
                <w:highlight w:val="yellow"/>
              </w:rPr>
              <w:t>о</w:t>
            </w:r>
            <w:r w:rsidR="00657886" w:rsidRPr="00657886">
              <w:rPr>
                <w:highlight w:val="yellow"/>
              </w:rPr>
              <w:t>воротным приводом</w:t>
            </w:r>
            <w:r w:rsidR="00657886">
              <w:t>,</w:t>
            </w:r>
            <w:r w:rsidR="00831811" w:rsidRPr="00384B15">
              <w:t xml:space="preserve"> </w:t>
            </w:r>
            <w:r w:rsidR="00391E78" w:rsidRPr="00391E78">
              <w:rPr>
                <w:highlight w:val="yellow"/>
              </w:rPr>
              <w:t>размеры тигля</w:t>
            </w:r>
            <w:r w:rsidR="00391E78">
              <w:t xml:space="preserve"> </w:t>
            </w:r>
            <w:r w:rsidR="00391E78" w:rsidRPr="00391E78">
              <w:rPr>
                <w:highlight w:val="yellow"/>
              </w:rPr>
              <w:t>ф525/305х490Н,</w:t>
            </w:r>
            <w:r w:rsidR="00C66432" w:rsidRPr="00384B15">
              <w:t>электрошкаф 400х1000х2000Н</w:t>
            </w:r>
          </w:p>
          <w:p w:rsidR="00371D76" w:rsidRPr="00384B15" w:rsidRDefault="00904966" w:rsidP="00657886">
            <w:pPr>
              <w:jc w:val="left"/>
            </w:pPr>
            <w:r w:rsidRPr="00384B15">
              <w:t>~</w:t>
            </w:r>
            <w:r w:rsidR="00657886">
              <w:t>1420х1560х950/1250Н(с крышкой)</w:t>
            </w:r>
            <w:r w:rsidR="00EF58C5" w:rsidRPr="00384B15">
              <w:t xml:space="preserve">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371D76" w:rsidP="00371D76">
            <w:pPr>
              <w:jc w:val="center"/>
            </w:pPr>
            <w:r w:rsidRPr="00657886">
              <w:rPr>
                <w:highlight w:val="yellow"/>
              </w:rPr>
              <w:t>САТП 0,</w:t>
            </w:r>
            <w:r w:rsidR="00657886" w:rsidRPr="00657886">
              <w:rPr>
                <w:highlight w:val="yellow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657886" w:rsidP="00371D76">
            <w:pPr>
              <w:jc w:val="center"/>
            </w:pPr>
            <w:r>
              <w:t>«</w:t>
            </w:r>
            <w:r w:rsidRPr="00831811">
              <w:rPr>
                <w:highlight w:val="yellow"/>
              </w:rPr>
              <w:t>МИУС</w:t>
            </w:r>
            <w:r w:rsidRPr="00384B15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657886" w:rsidP="00371D76">
            <w:pPr>
              <w:jc w:val="center"/>
              <w:rPr>
                <w:highlight w:val="yellow"/>
              </w:rPr>
            </w:pPr>
            <w:r w:rsidRPr="00657886">
              <w:rPr>
                <w:highlight w:val="yellow"/>
              </w:rPr>
              <w:t>1000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15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371D76" w:rsidP="00371D76">
            <w:pPr>
              <w:jc w:val="center"/>
              <w:rPr>
                <w:highlight w:val="yellow"/>
              </w:rPr>
            </w:pPr>
            <w:r w:rsidRPr="00657886">
              <w:rPr>
                <w:highlight w:val="yellow"/>
              </w:rPr>
              <w:t>16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left"/>
            </w:pPr>
            <w:r w:rsidRPr="00384B15">
              <w:t xml:space="preserve">Печь плавильная  </w:t>
            </w:r>
            <w:r w:rsidR="00657886">
              <w:t xml:space="preserve">стационарная </w:t>
            </w:r>
            <w:r w:rsidRPr="00384B15">
              <w:t xml:space="preserve">емк.300кг </w:t>
            </w:r>
            <w:r w:rsidR="00657886" w:rsidRPr="00831811">
              <w:rPr>
                <w:highlight w:val="yellow"/>
                <w:lang w:val="en-US"/>
              </w:rPr>
              <w:t>Al</w:t>
            </w:r>
            <w:r w:rsidR="00657886">
              <w:t xml:space="preserve"> мощность </w:t>
            </w:r>
            <w:r w:rsidR="00657886" w:rsidRPr="00657886">
              <w:rPr>
                <w:highlight w:val="yellow"/>
              </w:rPr>
              <w:t>40</w:t>
            </w:r>
            <w:r w:rsidRPr="00384B15">
              <w:t>квт</w:t>
            </w:r>
            <w:r w:rsidR="00904966" w:rsidRPr="00384B15">
              <w:t xml:space="preserve"> </w:t>
            </w:r>
            <w:r w:rsidR="00657886" w:rsidRPr="00657886">
              <w:rPr>
                <w:highlight w:val="yellow"/>
              </w:rPr>
              <w:t>1100</w:t>
            </w:r>
            <w:r w:rsidR="00657886" w:rsidRPr="00657886">
              <w:rPr>
                <w:highlight w:val="yellow"/>
                <w:vertAlign w:val="superscript"/>
              </w:rPr>
              <w:t>0</w:t>
            </w:r>
            <w:r w:rsidR="00657886" w:rsidRPr="00657886">
              <w:rPr>
                <w:highlight w:val="yellow"/>
                <w:lang w:val="en-US"/>
              </w:rPr>
              <w:t>C</w:t>
            </w:r>
            <w:r w:rsidR="00657886" w:rsidRPr="00657886">
              <w:rPr>
                <w:highlight w:val="yellow"/>
              </w:rPr>
              <w:t xml:space="preserve"> крышка с ручным приводом подъема, </w:t>
            </w:r>
            <w:r w:rsidR="00391E78">
              <w:t xml:space="preserve"> </w:t>
            </w:r>
            <w:r w:rsidR="00391E78" w:rsidRPr="00391E78">
              <w:rPr>
                <w:highlight w:val="yellow"/>
              </w:rPr>
              <w:t>разм</w:t>
            </w:r>
            <w:r w:rsidR="00391E78" w:rsidRPr="00391E78">
              <w:rPr>
                <w:highlight w:val="yellow"/>
              </w:rPr>
              <w:t>е</w:t>
            </w:r>
            <w:r w:rsidR="00391E78" w:rsidRPr="00391E78">
              <w:rPr>
                <w:highlight w:val="yellow"/>
              </w:rPr>
              <w:lastRenderedPageBreak/>
              <w:t>ры тигля ф615/355х700</w:t>
            </w:r>
            <w:r w:rsidR="00391E78">
              <w:t xml:space="preserve"> </w:t>
            </w:r>
            <w:r w:rsidR="00C66432" w:rsidRPr="00384B15">
              <w:t>электрошкаф 400х1000х2000Н</w:t>
            </w:r>
          </w:p>
          <w:p w:rsidR="00371D76" w:rsidRPr="00384B15" w:rsidRDefault="00657886" w:rsidP="00371D76">
            <w:pPr>
              <w:jc w:val="left"/>
            </w:pPr>
            <w:r w:rsidRPr="00391E78">
              <w:rPr>
                <w:highlight w:val="yellow"/>
              </w:rPr>
              <w:t>1470х1630х1200/1480 (с крышкой)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686B8F" w:rsidP="00371D76">
            <w:pPr>
              <w:jc w:val="center"/>
            </w:pPr>
            <w:r w:rsidRPr="00657886">
              <w:rPr>
                <w:highlight w:val="yellow"/>
              </w:rPr>
              <w:lastRenderedPageBreak/>
              <w:t>САТ</w:t>
            </w:r>
            <w:r w:rsidR="00371D76" w:rsidRPr="00657886">
              <w:rPr>
                <w:highlight w:val="yellow"/>
              </w:rPr>
              <w:t xml:space="preserve"> 0,3</w:t>
            </w:r>
            <w:r w:rsidR="00657886" w:rsidRPr="00657886">
              <w:rPr>
                <w:highlight w:val="yellow"/>
              </w:rPr>
              <w:t>/11</w:t>
            </w:r>
            <w:r w:rsidR="00371D76" w:rsidRPr="00384B15"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657886" w:rsidP="00371D76">
            <w:pPr>
              <w:jc w:val="center"/>
            </w:pPr>
            <w:r>
              <w:t>«</w:t>
            </w:r>
            <w:r w:rsidRPr="00831811">
              <w:rPr>
                <w:highlight w:val="yellow"/>
              </w:rPr>
              <w:t>МИУС</w:t>
            </w:r>
            <w:r w:rsidRPr="00384B15">
              <w:t>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657886" w:rsidRDefault="00391E78" w:rsidP="00371D76">
            <w:pPr>
              <w:jc w:val="center"/>
              <w:rPr>
                <w:highlight w:val="yellow"/>
              </w:rPr>
            </w:pPr>
            <w:r>
              <w:rPr>
                <w:highlight w:val="yellow"/>
              </w:rPr>
              <w:t>121</w:t>
            </w:r>
            <w:r w:rsidR="00657886" w:rsidRPr="00657886">
              <w:rPr>
                <w:highlight w:val="yellow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16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lastRenderedPageBreak/>
              <w:t>17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371D76" w:rsidP="00EB31A5">
            <w:pPr>
              <w:jc w:val="left"/>
            </w:pPr>
            <w:r w:rsidRPr="00384B15">
              <w:t xml:space="preserve">Таль электрическая г/п 0,5т, Нп=6,3м,режим работы М5,мощность (1,1+0,18)квт, с защитой от брызг металла и лучистой теплоты, </w:t>
            </w:r>
          </w:p>
          <w:p w:rsidR="00371D76" w:rsidRPr="00384B15" w:rsidRDefault="00371D76" w:rsidP="00EB31A5">
            <w:pPr>
              <w:jc w:val="left"/>
              <w:rPr>
                <w:strike/>
              </w:rPr>
            </w:pPr>
            <w:r w:rsidRPr="00384B15">
              <w:t>габариты тали 538х432х805Н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ТЭ050-5110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«Весткран»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177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/>
          <w:p w:rsidR="00371D76" w:rsidRPr="00384B15" w:rsidRDefault="00371D76" w:rsidP="00371D76">
            <w:pPr>
              <w:jc w:val="center"/>
            </w:pPr>
            <w:r w:rsidRPr="00384B15">
              <w:t>над печами ИСТ рег.№1299</w:t>
            </w:r>
          </w:p>
        </w:tc>
      </w:tr>
      <w:tr w:rsidR="00371D76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left"/>
            </w:pPr>
            <w:r w:rsidRPr="00384B15">
              <w:t>Установка плавильная индукционная мощность 200/250квт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ИСТ-0,16/0/32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371D76" w:rsidRPr="00384B15" w:rsidRDefault="00371D76" w:rsidP="00371D76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371D76" w:rsidRPr="00384B15" w:rsidRDefault="00371D76" w:rsidP="00371D76">
            <w:pPr>
              <w:jc w:val="center"/>
            </w:pPr>
            <w:r w:rsidRPr="00384B15">
              <w:t>18</w:t>
            </w:r>
            <w:r w:rsidR="0033498A" w:rsidRPr="00384B15">
              <w:t xml:space="preserve"> существ.</w:t>
            </w:r>
          </w:p>
        </w:tc>
      </w:tr>
      <w:tr w:rsidR="00C66432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</w:tr>
      <w:tr w:rsidR="00C66432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left"/>
              <w:rPr>
                <w:b/>
                <w:i/>
              </w:rPr>
            </w:pPr>
            <w:r w:rsidRPr="00384B15">
              <w:rPr>
                <w:b/>
                <w:i/>
              </w:rPr>
              <w:t>Участок магниевого литья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C66432" w:rsidRPr="00384B15" w:rsidRDefault="00C66432" w:rsidP="00C66432">
            <w:pPr>
              <w:jc w:val="center"/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  <w:r w:rsidRPr="00384B15">
              <w:t>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left"/>
            </w:pPr>
            <w:r w:rsidRPr="00384B15">
              <w:t>Стеллаж полочный для хранения оснастки и материалов</w:t>
            </w:r>
          </w:p>
          <w:p w:rsidR="00EB31A5" w:rsidRPr="00384B15" w:rsidRDefault="00EB31A5" w:rsidP="008D0760">
            <w:pPr>
              <w:jc w:val="left"/>
            </w:pPr>
            <w:r w:rsidRPr="00384B15">
              <w:t xml:space="preserve">1800х650х1800Н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8D0760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  <w:r w:rsidRPr="00384B15">
              <w:t>12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left"/>
            </w:pPr>
            <w:r w:rsidRPr="00384B15">
              <w:t>Бункер для отходов</w:t>
            </w:r>
          </w:p>
          <w:p w:rsidR="00EB31A5" w:rsidRPr="00384B15" w:rsidRDefault="00EB31A5" w:rsidP="00C66432">
            <w:pPr>
              <w:jc w:val="left"/>
            </w:pPr>
            <w:r w:rsidRPr="00384B15">
              <w:t>1000х1000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C66432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C66432">
            <w:pPr>
              <w:jc w:val="center"/>
            </w:pPr>
            <w:r w:rsidRPr="00384B15">
              <w:t>12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A3EE0" w:rsidRPr="00384B15" w:rsidRDefault="00EB31A5" w:rsidP="00175A7C">
            <w:pPr>
              <w:jc w:val="left"/>
            </w:pPr>
            <w:r w:rsidRPr="00384B15">
              <w:t xml:space="preserve">Таль электрическая г/п 2т, Нп=6м,режим работы М5,мощность (1,5+0,4)квт, с защитой от брызг металла и лучистой теплоты, </w:t>
            </w:r>
            <w:r w:rsidR="00AA3EE0" w:rsidRPr="00384B15">
              <w:t>с регулируемой скоростью механизма подъема и передвижения, с тормозом механизма передв</w:t>
            </w:r>
            <w:r w:rsidR="00AA3EE0" w:rsidRPr="00384B15">
              <w:t>и</w:t>
            </w:r>
            <w:r w:rsidR="00AA3EE0" w:rsidRPr="00384B15">
              <w:t>жения и двумя тормозами механизма подъема,</w:t>
            </w:r>
          </w:p>
          <w:p w:rsidR="00EB31A5" w:rsidRPr="00384B15" w:rsidRDefault="00EB31A5" w:rsidP="00175A7C">
            <w:pPr>
              <w:jc w:val="left"/>
              <w:rPr>
                <w:strike/>
                <w:sz w:val="24"/>
              </w:rPr>
            </w:pPr>
            <w:r w:rsidRPr="00384B15">
              <w:t>габариты тали 870х460х955Н-для замены в существующем кране мостовом опорном пролет 8м, управление с пола.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AA3EE0" w:rsidP="00175A7C">
            <w:pPr>
              <w:jc w:val="center"/>
            </w:pPr>
            <w:r w:rsidRPr="00384B15">
              <w:t>ГОСТ 22584-96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«Весткран»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265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рег.№ 1610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Печь модернизированная с системами управления режимом п</w:t>
            </w:r>
            <w:r w:rsidR="00D25585" w:rsidRPr="00384B15">
              <w:t>лавки и подачи газов мощность 66</w:t>
            </w:r>
            <w:r w:rsidRPr="00384B15">
              <w:t>квт 380В</w:t>
            </w:r>
            <w:r w:rsidR="00D25585" w:rsidRPr="00384B15">
              <w:t xml:space="preserve"> 800</w:t>
            </w:r>
            <w:r w:rsidR="00D25585" w:rsidRPr="00384B15">
              <w:rPr>
                <w:vertAlign w:val="superscript"/>
              </w:rPr>
              <w:t>о</w:t>
            </w:r>
            <w:r w:rsidR="00D25585" w:rsidRPr="00384B15">
              <w:t>С тигель 250кг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ЦЭП-36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D25585" w:rsidP="00175A7C">
            <w:pPr>
              <w:jc w:val="center"/>
            </w:pPr>
            <w:r w:rsidRPr="00384B15">
              <w:t>«Эс Ти Кроун»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19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  <w:rPr>
                <w:strike/>
                <w:szCs w:val="28"/>
              </w:rPr>
            </w:pPr>
            <w:r w:rsidRPr="00384B15">
              <w:rPr>
                <w:b/>
                <w:i/>
                <w:szCs w:val="28"/>
              </w:rPr>
              <w:t>Участок отрезки и обрубки отливок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strike/>
              </w:rPr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Станок ленточнопильный мощность 4квт 380В</w:t>
            </w:r>
          </w:p>
          <w:p w:rsidR="00EB31A5" w:rsidRPr="00384B15" w:rsidRDefault="00EB31A5" w:rsidP="00175A7C">
            <w:pPr>
              <w:jc w:val="left"/>
            </w:pPr>
            <w:r w:rsidRPr="00384B15">
              <w:t>1000х1000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21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Станок ленточнопильный мощность выходная 2,2квт, п</w:t>
            </w:r>
            <w:r w:rsidRPr="00384B15">
              <w:t>о</w:t>
            </w:r>
            <w:r w:rsidRPr="00384B15">
              <w:t>требляемая 4,15квт</w:t>
            </w:r>
          </w:p>
          <w:p w:rsidR="00EB31A5" w:rsidRPr="00384B15" w:rsidRDefault="00EB31A5" w:rsidP="00175A7C">
            <w:pPr>
              <w:jc w:val="left"/>
            </w:pPr>
            <w:r w:rsidRPr="00384B15">
              <w:t>2100х800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JET MBS 1321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22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lang w:val="en-US"/>
              </w:rPr>
            </w:pPr>
            <w:r w:rsidRPr="00384B15">
              <w:rPr>
                <w:lang w:val="en-US"/>
              </w:rPr>
              <w:t>23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Станок точильно-шлифовальный мощность 3квт 380В</w:t>
            </w:r>
          </w:p>
          <w:p w:rsidR="00EB31A5" w:rsidRPr="00384B15" w:rsidRDefault="00EB31A5" w:rsidP="00175A7C">
            <w:pPr>
              <w:jc w:val="left"/>
            </w:pPr>
            <w:r w:rsidRPr="00384B15">
              <w:t>400х600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23</w:t>
            </w:r>
            <w:r w:rsidR="0033498A" w:rsidRPr="00384B15">
              <w:t xml:space="preserve"> существ.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24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Стол для обрубки и зачистки отливок</w:t>
            </w:r>
          </w:p>
          <w:p w:rsidR="00EB31A5" w:rsidRPr="00384B15" w:rsidRDefault="00EB31A5" w:rsidP="00175A7C">
            <w:pPr>
              <w:jc w:val="left"/>
            </w:pPr>
            <w:r w:rsidRPr="00384B15">
              <w:t>2000х1000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24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</w:t>
            </w:r>
            <w:r w:rsidR="00080566" w:rsidRPr="00384B15">
              <w:t>7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1E6136" w:rsidP="00175A7C">
            <w:pPr>
              <w:jc w:val="left"/>
              <w:rPr>
                <w:szCs w:val="28"/>
              </w:rPr>
            </w:pPr>
            <w:r w:rsidRPr="00384B15">
              <w:rPr>
                <w:szCs w:val="28"/>
              </w:rPr>
              <w:t>Аппарат</w:t>
            </w:r>
            <w:r w:rsidR="00EB31A5" w:rsidRPr="00384B15">
              <w:rPr>
                <w:szCs w:val="28"/>
              </w:rPr>
              <w:t xml:space="preserve"> сварочный </w:t>
            </w:r>
            <w:r w:rsidR="00EE1668" w:rsidRPr="00384B15">
              <w:rPr>
                <w:szCs w:val="28"/>
              </w:rPr>
              <w:t xml:space="preserve">для </w:t>
            </w:r>
            <w:r w:rsidR="00EB31A5" w:rsidRPr="00384B15">
              <w:rPr>
                <w:szCs w:val="28"/>
              </w:rPr>
              <w:t xml:space="preserve">аргонодуговой сварки </w:t>
            </w:r>
            <w:r w:rsidR="00B765C2" w:rsidRPr="00384B15">
              <w:rPr>
                <w:szCs w:val="28"/>
                <w:lang w:val="en-US"/>
              </w:rPr>
              <w:t>c</w:t>
            </w:r>
            <w:r w:rsidR="00B765C2" w:rsidRPr="00384B15">
              <w:rPr>
                <w:szCs w:val="28"/>
              </w:rPr>
              <w:t xml:space="preserve"> </w:t>
            </w:r>
            <w:r w:rsidR="00761E3B" w:rsidRPr="00384B15">
              <w:rPr>
                <w:szCs w:val="28"/>
              </w:rPr>
              <w:t xml:space="preserve">блоком </w:t>
            </w:r>
            <w:r w:rsidR="00B765C2" w:rsidRPr="00384B15">
              <w:rPr>
                <w:szCs w:val="28"/>
              </w:rPr>
              <w:t xml:space="preserve">жидкостного охлаждения </w:t>
            </w:r>
            <w:r w:rsidR="00EB31A5" w:rsidRPr="00384B15">
              <w:rPr>
                <w:szCs w:val="28"/>
              </w:rPr>
              <w:t>мощ</w:t>
            </w:r>
            <w:r w:rsidR="00761E3B" w:rsidRPr="00384B15">
              <w:rPr>
                <w:szCs w:val="28"/>
              </w:rPr>
              <w:t>ность 10,2квт</w:t>
            </w:r>
          </w:p>
          <w:p w:rsidR="00EB31A5" w:rsidRPr="00384B15" w:rsidRDefault="00761E3B" w:rsidP="00175A7C">
            <w:pPr>
              <w:jc w:val="left"/>
            </w:pPr>
            <w:r w:rsidRPr="00384B15">
              <w:rPr>
                <w:szCs w:val="28"/>
              </w:rPr>
              <w:lastRenderedPageBreak/>
              <w:t>740х300х730Н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1E6136" w:rsidP="001E6136">
            <w:pPr>
              <w:jc w:val="center"/>
              <w:rPr>
                <w:lang w:val="en-US"/>
              </w:rPr>
            </w:pPr>
            <w:r w:rsidRPr="00384B15">
              <w:rPr>
                <w:bCs/>
                <w:sz w:val="24"/>
                <w:lang w:val="en-US"/>
              </w:rPr>
              <w:lastRenderedPageBreak/>
              <w:t>EVO TIG 350 FC/DC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lang w:val="en-US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lang w:val="en-US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761E3B" w:rsidP="00175A7C">
            <w:pPr>
              <w:jc w:val="center"/>
            </w:pPr>
            <w:r w:rsidRPr="00384B15">
              <w:t>53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  <w:rPr>
                <w:lang w:val="en-US"/>
              </w:rPr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080566" w:rsidP="00175A7C">
            <w:pPr>
              <w:jc w:val="center"/>
            </w:pPr>
            <w:r w:rsidRPr="00384B15">
              <w:lastRenderedPageBreak/>
              <w:t>28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left"/>
              <w:rPr>
                <w:szCs w:val="28"/>
              </w:rPr>
            </w:pPr>
            <w:r w:rsidRPr="00384B15">
              <w:rPr>
                <w:szCs w:val="28"/>
              </w:rPr>
              <w:t>Стол сварщика со встроенным фильтровентиляционным а</w:t>
            </w:r>
            <w:r w:rsidRPr="00384B15">
              <w:rPr>
                <w:szCs w:val="28"/>
              </w:rPr>
              <w:t>г</w:t>
            </w:r>
            <w:r w:rsidRPr="00384B15">
              <w:rPr>
                <w:szCs w:val="28"/>
              </w:rPr>
              <w:t>регатом 1200м3/ч,  70дб,уст.мощность1,7квт 380В,  сж.воздух 200л/мин св.воздуха 5бар</w:t>
            </w:r>
          </w:p>
          <w:p w:rsidR="00EB31A5" w:rsidRPr="00384B15" w:rsidRDefault="00EE1668" w:rsidP="00175A7C">
            <w:pPr>
              <w:jc w:val="left"/>
              <w:rPr>
                <w:szCs w:val="28"/>
              </w:rPr>
            </w:pPr>
            <w:r w:rsidRPr="00384B15">
              <w:rPr>
                <w:szCs w:val="28"/>
              </w:rPr>
              <w:t xml:space="preserve">(для очистки картриджа) </w:t>
            </w:r>
          </w:p>
          <w:p w:rsidR="00EE1668" w:rsidRPr="00384B15" w:rsidRDefault="00EE1668" w:rsidP="00175A7C">
            <w:pPr>
              <w:jc w:val="left"/>
              <w:rPr>
                <w:szCs w:val="28"/>
              </w:rPr>
            </w:pPr>
            <w:r w:rsidRPr="00384B15">
              <w:rPr>
                <w:szCs w:val="28"/>
              </w:rPr>
              <w:t>1600х850х815Н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E1668" w:rsidP="00175A7C">
            <w:pPr>
              <w:jc w:val="center"/>
              <w:rPr>
                <w:bCs/>
                <w:sz w:val="24"/>
              </w:rPr>
            </w:pPr>
            <w:r w:rsidRPr="00384B15">
              <w:rPr>
                <w:bCs/>
                <w:sz w:val="24"/>
              </w:rPr>
              <w:t>ССБ-1200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E1668" w:rsidP="00175A7C">
            <w:pPr>
              <w:jc w:val="center"/>
            </w:pPr>
            <w:r w:rsidRPr="00384B15">
              <w:t>Совплим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E1668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E1668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E1668" w:rsidP="00175A7C">
            <w:pPr>
              <w:jc w:val="center"/>
            </w:pPr>
            <w:r w:rsidRPr="00384B15">
              <w:t>200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</w:tr>
      <w:tr w:rsidR="00EE1668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left"/>
              <w:rPr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  <w:rPr>
                <w:bCs/>
                <w:sz w:val="24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E1668" w:rsidRPr="00384B15" w:rsidRDefault="00EE1668" w:rsidP="00175A7C">
            <w:pPr>
              <w:jc w:val="center"/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  <w:rPr>
                <w:b/>
                <w:i/>
              </w:rPr>
            </w:pPr>
            <w:r w:rsidRPr="00384B15">
              <w:rPr>
                <w:b/>
                <w:i/>
              </w:rPr>
              <w:t xml:space="preserve">Участок кокильного </w:t>
            </w:r>
            <w:r w:rsidR="00B105E3" w:rsidRPr="00384B15">
              <w:rPr>
                <w:b/>
                <w:i/>
              </w:rPr>
              <w:t xml:space="preserve"> </w:t>
            </w:r>
            <w:r w:rsidRPr="00384B15">
              <w:rPr>
                <w:b/>
                <w:i/>
              </w:rPr>
              <w:t>литья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26.1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Машина кокильная уст.мощность 6квт, сж.воздух 0,4МПа 1м3/ч, отсос не менее 2000м3/ч на 1м2</w:t>
            </w:r>
          </w:p>
          <w:p w:rsidR="00EB31A5" w:rsidRPr="00384B15" w:rsidRDefault="00EB31A5" w:rsidP="00175A7C">
            <w:pPr>
              <w:jc w:val="left"/>
            </w:pPr>
            <w:r w:rsidRPr="00384B15">
              <w:t>2700х1300х1300Н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Модель 82105П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«НАКАЛ» РФ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К-т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4800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26</w:t>
            </w:r>
            <w:r w:rsidR="0033498A" w:rsidRPr="00384B15">
              <w:t xml:space="preserve"> существ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26.2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left"/>
            </w:pPr>
            <w:r w:rsidRPr="00384B15">
              <w:t>Печь емк.100-200кг, 1100</w:t>
            </w:r>
            <w:r w:rsidRPr="00384B15">
              <w:rPr>
                <w:vertAlign w:val="superscript"/>
              </w:rPr>
              <w:t>0</w:t>
            </w:r>
            <w:r w:rsidRPr="00384B15">
              <w:t xml:space="preserve">  С, мощность 70квт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ПП750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  <w:r w:rsidRPr="00384B15"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33498A" w:rsidP="00175A7C">
            <w:pPr>
              <w:jc w:val="center"/>
            </w:pPr>
            <w:r w:rsidRPr="00384B15">
              <w:t>Существ.</w:t>
            </w:r>
          </w:p>
        </w:tc>
      </w:tr>
      <w:tr w:rsidR="00EB31A5" w:rsidRPr="00384B1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080566" w:rsidP="00175A7C">
            <w:pPr>
              <w:jc w:val="center"/>
            </w:pPr>
            <w:r w:rsidRPr="00384B15">
              <w:t>29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A302D0" w:rsidP="00175A7C">
            <w:pPr>
              <w:jc w:val="left"/>
              <w:rPr>
                <w:strike/>
                <w:sz w:val="24"/>
              </w:rPr>
            </w:pPr>
            <w:r w:rsidRPr="00384B15">
              <w:rPr>
                <w:szCs w:val="28"/>
              </w:rPr>
              <w:t>Кран подвесной г/п 1т пролет 6м Нп=6м, мощность не б</w:t>
            </w:r>
            <w:r w:rsidRPr="00384B15">
              <w:rPr>
                <w:szCs w:val="28"/>
              </w:rPr>
              <w:t>о</w:t>
            </w:r>
            <w:r w:rsidRPr="00384B15">
              <w:rPr>
                <w:szCs w:val="28"/>
              </w:rPr>
              <w:t>лее 3,5квт,</w:t>
            </w:r>
            <w:r w:rsidRPr="00384B15">
              <w:t xml:space="preserve"> с защитой от брызг металла и лучистой теплоты. 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A302D0" w:rsidP="00175A7C">
            <w:pPr>
              <w:jc w:val="center"/>
            </w:pPr>
            <w:r w:rsidRPr="00384B15">
              <w:t>Рег.№ 1555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A302D0" w:rsidP="00175A7C">
            <w:pPr>
              <w:jc w:val="center"/>
            </w:pPr>
            <w:r w:rsidRPr="00384B15">
              <w:t>шт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A302D0" w:rsidP="00175A7C">
            <w:pPr>
              <w:jc w:val="center"/>
            </w:pPr>
            <w:r w:rsidRPr="00384B15">
              <w:t>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384B1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Pr="00384B15" w:rsidRDefault="00A302D0" w:rsidP="00175A7C">
            <w:pPr>
              <w:jc w:val="center"/>
            </w:pPr>
            <w:r w:rsidRPr="00384B15">
              <w:t>Существ.</w:t>
            </w: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Pr="00C96B17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  <w:bookmarkStart w:id="0" w:name="_GoBack"/>
            <w:bookmarkEnd w:id="0"/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  <w:tr w:rsidR="00EB31A5" w:rsidTr="007D78CA">
        <w:trPr>
          <w:trHeight w:val="454"/>
        </w:trPr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7371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left"/>
            </w:pPr>
          </w:p>
        </w:tc>
        <w:tc>
          <w:tcPr>
            <w:tcW w:w="340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985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552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134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nil"/>
            </w:tcBorders>
            <w:vAlign w:val="center"/>
          </w:tcPr>
          <w:p w:rsidR="00EB31A5" w:rsidRDefault="00EB31A5" w:rsidP="00175A7C">
            <w:pPr>
              <w:jc w:val="center"/>
            </w:pPr>
          </w:p>
        </w:tc>
      </w:tr>
    </w:tbl>
    <w:p w:rsidR="005B6968" w:rsidRPr="00BC16E5" w:rsidRDefault="005B6968">
      <w:pPr>
        <w:rPr>
          <w:szCs w:val="28"/>
        </w:rPr>
      </w:pPr>
    </w:p>
    <w:sectPr w:rsidR="005B6968" w:rsidRPr="00BC16E5" w:rsidSect="00954BAB">
      <w:headerReference w:type="default" r:id="rId8"/>
      <w:footerReference w:type="default" r:id="rId9"/>
      <w:pgSz w:w="23814" w:h="16840" w:orient="landscape" w:code="8"/>
      <w:pgMar w:top="340" w:right="284" w:bottom="1418" w:left="1134" w:header="312" w:footer="124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07014" w:rsidRDefault="00807014">
      <w:r>
        <w:separator/>
      </w:r>
    </w:p>
  </w:endnote>
  <w:endnote w:type="continuationSeparator" w:id="1">
    <w:p w:rsidR="00807014" w:rsidRDefault="0080701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71" w:rsidRDefault="005A5071" w:rsidP="00CE481C">
    <w:pPr>
      <w:pStyle w:val="a5"/>
      <w:tabs>
        <w:tab w:val="left" w:pos="21135"/>
      </w:tabs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190" type="#_x0000_t202" style="position:absolute;left:0;text-align:left;margin-left:1044.3pt;margin-top:784.5pt;width:127.85pt;height:26.25pt;z-index:251661312;mso-position-horizontal-relative:page;mso-position-vertical-relative:page" stroked="f" strokeweight="1.5pt">
          <v:stroke startarrowwidth="narrow" startarrowlength="short" endarrowwidth="narrow" endarrowlength="short"/>
          <v:textbox inset="0,0,0,0">
            <w:txbxContent>
              <w:p w:rsidR="005A5071" w:rsidRDefault="005A5071">
                <w:r w:rsidRPr="002A5772">
                  <w:rPr>
                    <w:noProof/>
                  </w:rPr>
                  <w:drawing>
                    <wp:inline distT="0" distB="0" distL="0" distR="0">
                      <wp:extent cx="1604645" cy="310042"/>
                      <wp:effectExtent l="0" t="0" r="0" b="0"/>
                      <wp:docPr id="137" name="Рисунок 1" descr="логотип чб АО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" descr="логотип чб АО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1604645" cy="310042"/>
                              </a:xfrm>
                              <a:prstGeom prst="rect">
                                <a:avLst/>
                              </a:prstGeom>
                              <a:noFill/>
                              <a:ln w="3175"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xbxContent>
          </v:textbox>
          <w10:wrap anchorx="page" anchory="page"/>
        </v:shape>
      </w:pict>
    </w:r>
    <w:r>
      <w:t>С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71" w:rsidRPr="00B60169" w:rsidRDefault="005A5071" w:rsidP="00B60169">
    <w:pPr>
      <w:pStyle w:val="a5"/>
      <w:rPr>
        <w:szCs w:val="2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07014" w:rsidRDefault="00807014">
      <w:r>
        <w:separator/>
      </w:r>
    </w:p>
  </w:footnote>
  <w:footnote w:type="continuationSeparator" w:id="1">
    <w:p w:rsidR="00807014" w:rsidRDefault="0080701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71" w:rsidRDefault="005A5071" w:rsidP="004515AD">
    <w:pPr>
      <w:pStyle w:val="a4"/>
      <w:rPr>
        <w:sz w:val="2"/>
      </w:rPr>
    </w:pPr>
    <w:r w:rsidRPr="00AC259B">
      <w:rPr>
        <w:noProof/>
        <w:sz w:val="20"/>
      </w:rPr>
      <w:pict>
        <v:group id="Group 991" o:spid="_x0000_s2094" style="position:absolute;left:0;text-align:left;margin-left:-34.05pt;margin-top:1.4pt;width:1153.7pt;height:811.7pt;z-index:-251659264" coordorigin="454,340" coordsize="23074,16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761" o:spid="_x0000_s2186" type="#_x0000_t202" style="position:absolute;left:20735;top:16384;width:766;height:1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9YlwMUA&#10;AADbAAAADwAAAGRycy9kb3ducmV2LnhtbESP3WrCQBSE74W+w3IKvaubhqI2dZXWUCgVL6I+wCF7&#10;TILZs2l2zY9P3xUKXg4z8w2zXA+mFh21rrKs4GUagSDOra64UHA8fD0vQDiPrLG2TApGcrBePUyW&#10;mGjbc0bd3hciQNglqKD0vkmkdHlJBt3UNsTBO9nWoA+yLaRusQ9wU8s4imbSYMVhocSGNiXl5/3F&#10;KBiyvqm36U/6OR+LXxfv3uh69Eo9PQ4f7yA8Df4e/m9/awWvc7h9CT9Ar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n1iXAxQAAANsAAAAPAAAAAAAAAAAAAAAAAJgCAABkcnMv&#10;ZG93bnJldi54bWxQSwUGAAAAAAQABAD1AAAAigMAAAAA&#10;" stroked="f" strokeweight="1.5pt">
            <v:stroke startarrowwidth="narrow" startarrowlength="short" endarrowwidth="narrow" endarrowlength="short"/>
            <v:textbox style="mso-fit-shape-to-text:t" inset="0,0,0,0">
              <w:txbxContent>
                <w:p w:rsidR="005A5071" w:rsidRPr="00C83138" w:rsidRDefault="005A5071">
                  <w:pPr>
                    <w:rPr>
                      <w:sz w:val="16"/>
                      <w:szCs w:val="16"/>
                    </w:rPr>
                  </w:pPr>
                  <w:r w:rsidRPr="00C83138">
                    <w:rPr>
                      <w:sz w:val="16"/>
                      <w:szCs w:val="16"/>
                    </w:rPr>
                    <w:t>Формат А3</w:t>
                  </w:r>
                </w:p>
              </w:txbxContent>
            </v:textbox>
          </v:shape>
          <v:shape id="Text Box 763" o:spid="_x0000_s2185" type="#_x0000_t202" style="position:absolute;left:22956;top:346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3hDA8UA&#10;AADbAAAADwAAAGRycy9kb3ducmV2LnhtbESPwWrCQBCG7wXfYRmht7pbKyLRVaQgLRQKGi/exuyY&#10;xGZn0+w2pm/fORQ8Dv/838y32gy+UT11sQ5s4XliQBEXwdVcWjjmu6cFqJiQHTaBycIvRdisRw8r&#10;zFy48Z76QyqVQDhmaKFKqc20jkVFHuMktMSSXULnMcnYldp1eBO4b/TUmLn2WLNcqLCl14qKr8OP&#10;F8pLWryVZvt9/jCf/Smvr7PzPrf2cTxsl6ASDem+/N9+dxZm8qy4iAfo9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/eEMDxQAAANsAAAAPAAAAAAAAAAAAAAAAAJgCAABkcnMv&#10;ZG93bnJldi54bWxQSwUGAAAAAAQABAD1AAAAigMAAAAA&#10;" strokeweight="1.5pt">
            <v:stroke startarrowwidth="narrow" startarrowlength="short" endarrowwidth="narrow" endarrowlength="short"/>
            <v:textbox inset="0,.3mm,0,0">
              <w:txbxContent>
                <w:p w:rsidR="005A5071" w:rsidRPr="00E105F2" w:rsidRDefault="005A5071" w:rsidP="00057E07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  <v:rect id="Rectangle 665" o:spid="_x0000_s2184" style="position:absolute;left:1134;top:340;width:22391;height:160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8R7t8UA&#10;AADbAAAADwAAAGRycy9kb3ducmV2LnhtbESPQWsCMRSE7wX/Q3iCl6LZioiuRhGhUGihdFXQ2yN5&#10;7i5uXrZJquu/bwoFj8PMfMMs151txJV8qB0reBllIIi1MzWXCva71+EMRIjIBhvHpOBOAdar3tMS&#10;c+Nu/EXXIpYiQTjkqKCKsc2lDLoii2HkWuLknZ23GJP0pTQebwluGznOsqm0WHNaqLClbUX6UvxY&#10;Bc+TqTWH4/fdn4r34+FzpjcfQSs16HebBYhIXXyE/9tvRsFkDn9f0g+Qq1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fxHu3xQAAANsAAAAPAAAAAAAAAAAAAAAAAJgCAABkcnMv&#10;ZG93bnJldi54bWxQSwUGAAAAAAQABAD1AAAAigMAAAAA&#10;" filled="f" strokeweight="1.5pt"/>
          <v:line id="Line 667" o:spid="_x0000_s2183" style="position:absolute;visibility:visible" from="16735,13842" to="23521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fv058IAAADbAAAADwAAAGRycy9kb3ducmV2LnhtbERPTWvCQBC9C/6HZQq9SN1YcC2pq4hQ&#10;KBQKVUuv0+w0CWZnY3bU6K/vHgSPj/c9X/a+USfqYh3YwmScgSIugqu5tLDbvj29gIqC7LAJTBYu&#10;FGG5GA7mmLtw5i86baRUKYRjjhYqkTbXOhYVeYzj0BIn7i90HiXBrtSuw3MK941+zjKjPdacGips&#10;aV1Rsd8cvYVvvJZy+fgdfe6Nkd3PwRzXM2Pt40O/egUl1MtdfHO/OwvTtD59ST9AL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qfv058IAAADbAAAADwAAAAAAAAAAAAAA&#10;AAChAgAAZHJzL2Rvd25yZXYueG1sUEsFBgAAAAAEAAQA+QAAAJADAAAAAA==&#10;" strokeweight="1.5pt">
            <v:stroke startarrowwidth="narrow" startarrowlength="short" endarrowwidth="narrow" endarrowlength="short"/>
          </v:line>
          <v:rect id="Rectangle 668" o:spid="_x0000_s2182" style="position:absolute;left:16812;top:15611;width:3768;height:71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dHW8cUA&#10;AADbAAAADwAAAGRycy9kb3ducmV2LnhtbESPQWvCQBSE7wX/w/KE3upGodamrtIK0iKKNIrQ2zP7&#10;TILZtzG7xvjvXaHgcZiZb5jxtDWlaKh2hWUF/V4Egji1uuBMwXYzfxmBcB5ZY2mZFFzJwXTSeRpj&#10;rO2Ff6lJfCYChF2MCnLvq1hKl+Zk0PVsRRy8g60N+iDrTOoaLwFuSjmIoqE0WHBYyLGiWU7pMTkb&#10;BUdqvnabb5ss//br82khV2+D07tSz9328wOEp9Y/wv/tH63gtQ/3L+EHyMkN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J0dbxxQAAANsAAAAPAAAAAAAAAAAAAAAAAJgCAABkcnMv&#10;ZG93bnJldi54bWxQSwUGAAAAAAQABAD1AAAAigMAAAAA&#10;" filled="f" stroked="f" strokeweight="1.5pt">
            <v:textbox inset="0,0,0,0">
              <w:txbxContent>
                <w:p w:rsidR="005A5071" w:rsidRDefault="005A5071" w:rsidP="00432B34">
                  <w:pPr>
                    <w:jc w:val="center"/>
                    <w:rPr>
                      <w:sz w:val="24"/>
                      <w:lang w:val="en-US"/>
                    </w:rPr>
                  </w:pPr>
                  <w:r>
                    <w:rPr>
                      <w:sz w:val="24"/>
                    </w:rPr>
                    <w:t>Спецификация оборудования,</w:t>
                  </w:r>
                </w:p>
                <w:p w:rsidR="005A5071" w:rsidRDefault="005A5071" w:rsidP="00432B34">
                  <w:pPr>
                    <w:jc w:val="center"/>
                  </w:pPr>
                  <w:r>
                    <w:rPr>
                      <w:sz w:val="24"/>
                    </w:rPr>
                    <w:t>изделий и материалов</w:t>
                  </w:r>
                </w:p>
              </w:txbxContent>
            </v:textbox>
          </v:rect>
          <v:line id="Line 669" o:spid="_x0000_s2181" style="position:absolute;visibility:visible" from="22389,14689" to="22390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mXPC8UAAADbAAAADwAAAGRycy9kb3ducmV2LnhtbESPUWvCQBCE3wv9D8cKfSl6qdBToqcU&#10;oVAoFKqWvq65NQnm9tLcqtFf7xUKfRxm5htmvux9o07UxTqwhadRBoq4CK7m0sJ28zqcgoqC7LAJ&#10;TBYuFGG5uL+bY+7CmT/ptJZSJQjHHC1UIm2udSwq8hhHoSVO3j50HiXJrtSuw3OC+0aPs8xojzWn&#10;hQpbWlVUHNZHb+ELr6Vc3nePHwdjZPv9Y46ribH2YdC/zEAJ9fIf/mu/OQvPY/j9kn6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mXPC8UAAADbAAAADwAAAAAAAAAA&#10;AAAAAAChAgAAZHJzL2Rvd25yZXYueG1sUEsFBgAAAAAEAAQA+QAAAJMDAAAAAA==&#10;" strokeweight="1.5pt">
            <v:stroke startarrowwidth="narrow" startarrowlength="short" endarrowwidth="narrow" endarrowlength="short"/>
          </v:line>
          <v:rect id="Rectangle 670" o:spid="_x0000_s2180" style="position:absolute;left:21539;top:14689;width:849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Dy2r4A&#10;AADbAAAADwAAAGRycy9kb3ducmV2LnhtbESPzQrCMBCE74LvEFbwpqmKP1SjiCB4E38eYG3Wtths&#10;ahK1vr0RBI/DzHzDLFaNqcSTnC8tKxj0ExDEmdUl5wrOp21vBsIHZI2VZVLwJg+rZbu1wFTbFx/o&#10;eQy5iBD2KSooQqhTKX1WkEHftzVx9K7WGQxRulxqh68IN5UcJslEGiw5LhRY06ag7HZ8GAX7XK4v&#10;iQ+ZuZr7dvw+uQ3XU6W6nWY9BxGoCf/wr73TCsYj+H6JP0AuP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hw8tq+AAAA2wAAAA8AAAAAAAAAAAAAAAAAmAIAAGRycy9kb3ducmV2&#10;LnhtbFBLBQYAAAAABAAEAPUAAACDAwAAAAA=&#10;" filled="f" stroked="f" strokeweight="1.5pt">
            <v:textbox inset="1pt,1pt,1pt,1pt">
              <w:txbxContent>
                <w:p w:rsidR="005A5071" w:rsidRDefault="005A5071">
                  <w:pPr>
                    <w:pStyle w:val="a6"/>
                  </w:pPr>
                  <w:r>
                    <w:t>Лист</w:t>
                  </w:r>
                </w:p>
              </w:txbxContent>
            </v:textbox>
          </v:rect>
          <v:line id="Line 671" o:spid="_x0000_s2179" style="position:absolute;flip:y;visibility:visible" from="20692,14972" to="23520,1497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vuhMYAAADbAAAADwAAAGRycy9kb3ducmV2LnhtbESPQWvCQBSE74X+h+UJvRTdGFuR6Cq1&#10;tVC8VQXx9si+ZIPZtzG7NbG/vlso9DjMzDfMYtXbWlyp9ZVjBeNRAoI4d7riUsFh/z6cgfABWWPt&#10;mBTcyMNqeX+3wEy7jj/puguliBD2GSowITSZlD43ZNGPXEMcvcK1FkOUbSl1i12E21qmSTKVFiuO&#10;CwYbejWUn3dfVsGkOG0eL5O3cZpWybYw312+PpZKPQz6lzmIQH34D/+1P7SC5yf4/RJ/gFz+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nL7oTGAAAA2wAAAA8AAAAAAAAA&#10;AAAAAAAAoQIAAGRycy9kb3ducmV2LnhtbFBLBQYAAAAABAAEAPkAAACUAwAAAAA=&#10;" strokeweight="1.5pt">
            <v:stroke startarrowwidth="narrow" startarrowlength="short" endarrowwidth="narrow" endarrowlength="short"/>
          </v:line>
          <v:line id="Line 672" o:spid="_x0000_s2178" style="position:absolute;visibility:visible" from="13624,13277" to="13625,14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YxXf8UAAADbAAAADwAAAGRycy9kb3ducmV2LnhtbESPUWvCQBCE3wv9D8cKfSl6seAp0VOK&#10;UCgUClVLX9fcmgRzezG3auyv7xUKfRxm5htmsep9oy7UxTqwhfEoA0VcBFdzaWG3fRnOQEVBdtgE&#10;Jgs3irBa3t8tMHfhyh902UipEoRjjhYqkTbXOhYVeYyj0BIn7xA6j5JkV2rX4TXBfaOfssxojzWn&#10;hQpbWldUHDdnb+ETv0u5ve0f34/GyO7rZM7rqbH2YdA/z0EJ9fIf/mu/OguTCfx+ST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YxXf8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673" o:spid="_x0000_s2177" style="position:absolute;visibility:visible" from="15320,13277" to="15321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V7JCMUAAADbAAAADwAAAGRycy9kb3ducmV2LnhtbESPX2vCQBDE3wv9DscW+lL0UqFXiZ5S&#10;hIJQKPin+Lrm1iSY20tzq8Z++p5Q6OMwM79hpvPeN+pMXawDW3geZqCIi+BqLi1sN++DMagoyA6b&#10;wGThShHms/u7KeYuXHhF57WUKkE45mihEmlzrWNRkcc4DC1x8g6h8yhJdqV2HV4S3Dd6lGVGe6w5&#10;LVTY0qKi4rg+eQtf+FPK9WP/9Hk0Rra7b3NavBprHx/6twkooV7+w3/tpbPwYuD2Jf0AP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V7JCM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674" o:spid="_x0000_s2176" style="position:absolute;visibility:visible" from="16735,13277" to="16736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hJsk8UAAADbAAAADwAAAGRycy9kb3ducmV2LnhtbESPUWvCQBCE3wv9D8cKvhS9VOgp0VOK&#10;UCgUClVLX9fcmgRze2lu1dhf3ysUfBxm5htmsep9o87UxTqwhcdxBoq4CK7m0sJu+zKagYqC7LAJ&#10;TBauFGG1vL9bYO7ChT/ovJFSJQjHHC1UIm2udSwq8hjHoSVO3iF0HiXJrtSuw0uC+0ZPssxojzWn&#10;hQpbWldUHDcnb+ETf0q5vu0f3o/GyO7r25zWU2PtcNA/z0EJ9XIL/7dfnYWnKfx9ST9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hJsk8UAAADbAAAADwAAAAAAAAAA&#10;AAAAAAChAgAAZHJzL2Rvd25yZXYueG1sUEsFBgAAAAAEAAQA+QAAAJMDAAAAAA==&#10;" strokeweight="1.5pt">
            <v:stroke startarrowwidth="narrow" startarrowlength="short" endarrowwidth="narrow" endarrowlength="short"/>
          </v:line>
          <v:rect id="Rectangle 675" o:spid="_x0000_s2175" style="position:absolute;left:16170;top:14407;width:565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u/jv8QA&#10;AADbAAAADwAAAGRycy9kb3ducmV2LnhtbERPy2rCQBTdC/7DcAU30kwUKpJmFFso7aIWfBTp7pq5&#10;JsHMnTAz1ejXO4uCy8N554vONOJMzteWFYyTFARxYXXNpYLd9v1pBsIHZI2NZVJwJQ+Leb+XY6bt&#10;hdd03oRSxBD2GSqoQmgzKX1RkUGf2JY4ckfrDIYIXSm1w0sMN42cpOlUGqw5NlTY0ltFxWnzZxTc&#10;zO/++3X/kx4+ivF0NZq5rflySg0H3fIFRKAuPMT/7k+t4DmOjV/iD5DzO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7v47/EAAAA2w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  <w:r>
                    <w:t>Дата</w:t>
                  </w:r>
                </w:p>
              </w:txbxContent>
            </v:textbox>
          </v:rect>
          <v:rect id="Rectangle 676" o:spid="_x0000_s2174" style="position:absolute;left:15320;top:14407;width:849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aNGJMYA&#10;AADbAAAADwAAAGRycy9kb3ducmV2LnhtbESPQWsCMRSE7wX/Q3gFL0WzChW7NYoK0h6qoGuR3l43&#10;r7uLm5clSXX11zeC0OMwM98wk1lranEi5yvLCgb9BARxbnXFhYJ9tuqNQfiArLG2TAou5GE27TxM&#10;MNX2zFs67UIhIoR9igrKEJpUSp+XZND3bUMcvR/rDIYoXSG1w3OEm1oOk2QkDVYcF0psaFlSftz9&#10;GgVX83XYLA6fyfdbPhitn8YuMx9Oqe5jO38FEagN/+F7+10reH6B25f4A+T0D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4aNGJM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  <w:r>
                    <w:t>Подпись</w:t>
                  </w:r>
                </w:p>
              </w:txbxContent>
            </v:textbox>
          </v:rect>
          <v:rect id="Rectangle 677" o:spid="_x0000_s2173" style="position:absolute;left:14755;top:14407;width:565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vUlBMMA&#10;AADbAAAADwAAAGRycy9kb3ducmV2LnhtbERPz2vCMBS+C/sfwhvsIjZ1hyLVVHQwtoMTtBuy21vz&#10;bIvNS0midv715jDY8eP7vVgOphMXcr61rGCapCCIK6tbrhV8lq+TGQgfkDV2lknBL3lYFg+jBeba&#10;XnlHl32oRQxhn6OCJoQ+l9JXDRn0ie2JI3e0zmCI0NVSO7zGcNPJ5zTNpMGWY0ODPb00VJ32Z6Pg&#10;Zr4P2/XhK/15q6bZx3jmSrNxSj09Dqs5iEBD+Bf/ud+1giyuj1/iD5DFH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vUlBMMAAADbAAAADwAAAAAAAAAAAAAAAACYAgAAZHJzL2Rv&#10;d25yZXYueG1sUEsFBgAAAAAEAAQA9QAAAIg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rPr>
                      <w:spacing w:val="-6"/>
                      <w:w w:val="95"/>
                    </w:rPr>
                  </w:pPr>
                  <w:r>
                    <w:rPr>
                      <w:spacing w:val="-6"/>
                      <w:w w:val="95"/>
                    </w:rPr>
                    <w:t>№док.</w:t>
                  </w:r>
                </w:p>
              </w:txbxContent>
            </v:textbox>
          </v:rect>
          <v:rect id="Rectangle 678" o:spid="_x0000_s2172" style="position:absolute;left:14189;top:1440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bmAn8YA&#10;AADbAAAADwAAAGRycy9kb3ducmV2LnhtbESPQWvCQBSE70L/w/IKXkQ36SFIdJW2IPbQFjQV8faa&#10;fU1Cs2/D7qrRX+8WhB6HmfmGmS9704oTOd9YVpBOEhDEpdUNVwq+itV4CsIHZI2tZVJwIQ/LxcNg&#10;jrm2Z97QaRsqESHsc1RQh9DlUvqyJoN+Yjvi6P1YZzBE6SqpHZ4j3LTyKUkyabDhuFBjR681lb/b&#10;o1FwNYf958t+l3yvyzT7GE1dYd6dUsPH/nkGIlAf/sP39ptWkKXw9yX+ALm4A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0bmAn8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  <w:r>
                    <w:t>Лист</w:t>
                  </w:r>
                </w:p>
              </w:txbxContent>
            </v:textbox>
          </v:rect>
          <v:rect id="Rectangle 679" o:spid="_x0000_s2171" style="position:absolute;left:13619;top:14407;width:56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Wse6MYA&#10;AADbAAAADwAAAGRycy9kb3ducmV2LnhtbESPT2vCQBTE70K/w/IKvYjZ6CFIzCpVkPbQCv5DenvN&#10;vibB7Nuwu9W0n94VCj0OM/Mbplj0phUXcr6xrGCcpCCIS6sbrhQc9uvRFIQPyBpby6Tghzws5g+D&#10;AnNtr7ylyy5UIkLY56igDqHLpfRlTQZ9Yjvi6H1ZZzBE6SqpHV4j3LRykqaZNNhwXKixo1VN5Xn3&#10;bRT8mo/TZnk6pp8v5Th7H07d3rw5pZ4e++cZiEB9+A//tV+1gmwC9y/xB8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IWse6M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rPr>
                      <w:spacing w:val="-12"/>
                      <w:w w:val="85"/>
                    </w:rPr>
                  </w:pPr>
                  <w:r>
                    <w:rPr>
                      <w:spacing w:val="-12"/>
                      <w:w w:val="80"/>
                    </w:rPr>
                    <w:t>Кол.уч.</w:t>
                  </w:r>
                </w:p>
              </w:txbxContent>
            </v:textbox>
          </v:rect>
          <v:rect id="Rectangle 680" o:spid="_x0000_s2170" style="position:absolute;left:13058;top:1440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ie7c8YA&#10;AADbAAAADwAAAGRycy9kb3ducmV2LnhtbESPQWvCQBSE70L/w/IKvYhubCFIdJUqlHqoBU1FvD2z&#10;zyQ0+zbsrhr767sFocdhZr5hpvPONOJCzteWFYyGCQjiwuqaSwVf+dtgDMIHZI2NZVJwIw/z2UNv&#10;ipm2V97QZRtKESHsM1RQhdBmUvqiIoN+aFvi6J2sMxiidKXUDq8Rbhr5nCSpNFhzXKiwpWVFxff2&#10;bBT8mMP+c7HfJcf3YpSu+2OXmw+n1NNj9zoBEagL/+F7e6UVpC/w9yX+ADn7B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ie7c8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  <w:r>
                    <w:t>Изм.</w:t>
                  </w:r>
                </w:p>
              </w:txbxContent>
            </v:textbox>
          </v:rect>
          <v:line id="Line 681" o:spid="_x0000_s2169" style="position:absolute;visibility:visible" from="13058,15819" to="16734,158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Odb/cEAAADbAAAADwAAAGRycy9kb3ducmV2LnhtbESPX2vCQBDE3wt+h2OFvtWLpUqIniKC&#10;UPBBqoKvS25Ngrm9kNv88dv3CgUfh5n5DbPejq5WPbWh8mxgPktAEefeVlwYuF4OHymoIMgWa89k&#10;4EkBtpvJ2xoz6wf+of4shYoQDhkaKEWaTOuQl+QwzHxDHL27bx1KlG2hbYtDhLtafybJUjusOC6U&#10;2NC+pPxx7pyBTu5HGq9deqOUFzKkp4XrT8a8T8fdCpTQKK/wf/vbGlh+wd+X+AP05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BY51v9wQAAANsAAAAPAAAAAAAAAAAAAAAA&#10;AKECAABkcnMvZG93bnJldi54bWxQSwUGAAAAAAQABAD5AAAAjwMAAAAA&#10;" strokeweight="1pt">
            <v:stroke startarrowwidth="narrow" startarrowlength="short" endarrowwidth="narrow" endarrowlength="short"/>
          </v:line>
          <v:line id="Line 682" o:spid="_x0000_s2168" style="position:absolute;visibility:visible" from="13058,14407" to="16734,1440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+CdwsUAAADbAAAADwAAAGRycy9kb3ducmV2LnhtbESPX2vCQBDE3wv9DscW+lL0UqFXiZ5S&#10;hIJQKPin+Lrm1iSY20tzq8Z++p5Q6OMwM79hpvPeN+pMXawDW3geZqCIi+BqLi1sN++DMagoyA6b&#10;wGThShHms/u7KeYuXHhF57WUKkE45mihEmlzrWNRkcc4DC1x8g6h8yhJdqV2HV4S3Dd6lGVGe6w5&#10;LVTY0qKi4rg+eQtf+FPK9WP/9Hk0Rra7b3NavBprHx/6twkooV7+w3/tpbNgXuD2Jf0APfsF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d+Cdws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683" o:spid="_x0000_s2167" style="position:absolute;visibility:visible" from="14755,13277" to="14756,146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zIDtcQAAADbAAAADwAAAGRycy9kb3ducmV2LnhtbESPQWvCQBSE74L/YXmFXkQ37WFboqsU&#10;oVAoFLSWXp/ZZxLMvo3Zp8b+elcQehxm5htmtuh9o07UxTqwhadJBoq4CK7m0sLm+338CioKssMm&#10;MFm4UITFfDiYYe7CmVd0WkupEoRjjhYqkTbXOhYVeYyT0BInbxc6j5JkV2rX4TnBfaOfs8xojzWn&#10;hQpbWlZU7NdHb+EH/0q5fG5HX3tjZPN7MMfli7H28aF/m4IS6uU/fG9/OAvGwO1L+gF6fg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HMgO1xAAAANsAAAAPAAAAAAAAAAAA&#10;AAAAAKECAABkcnMvZG93bnJldi54bWxQSwUGAAAAAAQABAD5AAAAkgMAAAAA&#10;" strokeweight="1.5pt">
            <v:stroke startarrowwidth="narrow" startarrowlength="short" endarrowwidth="narrow" endarrowlength="short"/>
          </v:line>
          <v:line id="Line 684" o:spid="_x0000_s2166" style="position:absolute;visibility:visible" from="14189,13277" to="14190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6mLsUAAADbAAAADwAAAGRycy9kb3ducmV2LnhtbESPX2vCQBDE3wv9DscWfCn10j6cEj1F&#10;hEKhINQ/9HXNrUkwt5fmVo399L2C4OMwM79hpvPeN+pMXawDW3gdZqCIi+BqLi1sN+8vY1BRkB02&#10;gcnClSLMZ48PU8xduPAXnddSqgThmKOFSqTNtY5FRR7jMLTEyTuEzqMk2ZXadXhJcN/otywz2mPN&#10;aaHClpYVFcf1yVvY4W8p18/98+pojGy/f8xpOTLWDp76xQSUUC/38K394SyYEfx/ST9Az/4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H6mLs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685" o:spid="_x0000_s2165" style="position:absolute;visibility:visible" from="16170,13277" to="16171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eEyXMEAAADbAAAADwAAAGRycy9kb3ducmV2LnhtbERPTWvCQBC9F/wPywi9FN20h61EVxGh&#10;IAiFWsXrmB2TYHY2ZkeN/fXdQ6HHx/ueLXrfqBt1sQ5s4XWcgSIugqu5tLD7/hhNQEVBdtgEJgsP&#10;irCYD55mmLtw5y+6baVUKYRjjhYqkTbXOhYVeYzj0BIn7hQ6j5JgV2rX4T2F+0a/ZZnRHmtODRW2&#10;tKqoOG+v3sIef0p5bI4vn2djZHe4mOvq3Vj7POyXU1BCvfyL/9xrZ8GkselL+gF6/gs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Z4TJcwQAAANsAAAAPAAAAAAAAAAAAAAAA&#10;AKECAABkcnMvZG93bnJldi54bWxQSwUGAAAAAAQABAD5AAAAjwMAAAAA&#10;" strokeweight="1.5pt">
            <v:stroke startarrowwidth="narrow" startarrowlength="short" endarrowwidth="narrow" endarrowlength="short"/>
          </v:line>
          <v:line id="Line 686" o:spid="_x0000_s2164" style="position:absolute;visibility:visible" from="13058,13277" to="13059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9q2Xx8UAAADbAAAADwAAAGRycy9kb3ducmV2LnhtbESPQWvCQBSE74X+h+UVehHd1MO2Rlcp&#10;QkEoFKoWr8/sMwlm36bZp8b++m5B6HGYmW+Y2aL3jTpTF+vAFp5GGSjiIriaSwvbzdvwBVQUZIdN&#10;YLJwpQiL+f3dDHMXLvxJ57WUKkE45mihEmlzrWNRkcc4Ci1x8g6h8yhJdqV2HV4S3Dd6nGVGe6w5&#10;LVTY0rKi4rg+eQtf+FPK9X0/+DgaI9vdtzktn421jw/96xSUUC//4Vt75SyYCfx9ST9Az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9q2Xx8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687" o:spid="_x0000_s2163" style="position:absolute;visibility:visible" from="13047,14689" to="23526,1469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k6oh8IAAADbAAAADwAAAGRycy9kb3ducmV2LnhtbERPTWvCQBC9F/wPywheim7qYS2pqxRB&#10;KAiC1uJ1mp0mwexszI4a/fXdQ6HHx/ueL3vfqCt1sQ5s4WWSgSIugqu5tHD4XI9fQUVBdtgEJgt3&#10;irBcDJ7mmLtw4x1d91KqFMIxRwuVSJtrHYuKPMZJaIkT9xM6j5JgV2rX4S2F+0ZPs8xojzWnhgpb&#10;WlVUnPYXb+ELH6XcN9/P25MxcjiezWU1M9aOhv37GyihXv7Ff+4PZ2GW1qcv6Qfo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4k6oh8IAAADbAAAADwAAAAAAAAAAAAAA&#10;AAChAgAAZHJzL2Rvd25yZXYueG1sUEsFBgAAAAAEAAQA+QAAAJADAAAAAA==&#10;" strokeweight="1.5pt">
            <v:stroke startarrowwidth="narrow" startarrowlength="short" endarrowwidth="narrow" endarrowlength="short"/>
          </v:line>
          <v:line id="Line 688" o:spid="_x0000_s2162" style="position:absolute;visibility:visible" from="13058,14124" to="16734,141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UluuMEAAADbAAAADwAAAGRycy9kb3ducmV2LnhtbESPX2vCQBDE3wv9DscWfKsXC9YQPaUU&#10;CoIPUhV8XXJrEszthdzmj9/eEwQfh5n5DbPajK5WPbWh8mxgNk1AEefeVlwYOB3/PlNQQZAt1p7J&#10;wI0CbNbvbyvMrB/4n/qDFCpCOGRooBRpMq1DXpLDMPUNcfQuvnUoUbaFti0OEe5q/ZUk39phxXGh&#10;xIZ+S8qvh84Z6OSyo/HUpWdKeS5Dup+7fm/M5GP8WYISGuUVfra31sBiBo8v8Qfo9R0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NSW64wQAAANsAAAAPAAAAAAAAAAAAAAAA&#10;AKECAABkcnMvZG93bnJldi54bWxQSwUGAAAAAAQABAD5AAAAjwMAAAAA&#10;" strokeweight="1pt">
            <v:stroke startarrowwidth="narrow" startarrowlength="short" endarrowwidth="narrow" endarrowlength="short"/>
          </v:line>
          <v:line id="Line 689" o:spid="_x0000_s2161" style="position:absolute;visibility:visible" from="13056,15252" to="16732,1525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Zvwz8EAAADbAAAADwAAAGRycy9kb3ducmV2LnhtbESPX2vCQBDE3wt+h2MF3+pFwTZETxFB&#10;KPggtYKvS25Ngrm9kNv86bf3hEIfh5n5DbPZja5WPbWh8mxgMU9AEefeVlwYuP4c31NQQZAt1p7J&#10;wC8F2G0nbxvMrB/4m/qLFCpCOGRooBRpMq1DXpLDMPcNcfTuvnUoUbaFti0OEe5qvUySD+2w4rhQ&#10;YkOHkvLHpXMGOrmfaLx26Y1SXsmQnleuPxszm477NSihUf7Df+0va+BzCa8v8Qfo7RM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A9m/DPwQAAANsAAAAPAAAAAAAAAAAAAAAA&#10;AKECAABkcnMvZG93bnJldi54bWxQSwUGAAAAAAQABAD5AAAAjwMAAAAA&#10;" strokeweight="1pt">
            <v:stroke startarrowwidth="narrow" startarrowlength="short" endarrowwidth="narrow" endarrowlength="short"/>
          </v:line>
          <v:line id="Line 690" o:spid="_x0000_s2160" style="position:absolute;visibility:visible" from="13056,15537" to="16732,155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tdVVMIAAADbAAAADwAAAGRycy9kb3ducmV2LnhtbESPS2vDMBCE74X8B7GF3hq5LUmMG9mE&#10;QqHQQ8gDcl2sjW1qrYy1fuTfR4VCj8PMfMNsi9m1aqQ+NJ4NvCwTUMSltw1XBs6nz+cUVBBki61n&#10;MnCjAEW+eNhiZv3EBxqPUqkI4ZChgVqky7QOZU0Ow9J3xNG7+t6hRNlX2vY4Rbhr9WuSrLXDhuNC&#10;jR191FT+HAdnYJDrN83nIb1QyiuZ0v3KjXtjnh7n3TsooVn+w3/tL2tg8wa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UtdVVMIAAADbAAAADwAAAAAAAAAAAAAA&#10;AAChAgAAZHJzL2Rvd25yZXYueG1sUEsFBgAAAAAEAAQA+QAAAJADAAAAAA==&#10;" strokeweight="1pt">
            <v:stroke startarrowwidth="narrow" startarrowlength="short" endarrowwidth="narrow" endarrowlength="short"/>
          </v:line>
          <v:line id="Line 691" o:spid="_x0000_s2159" style="position:absolute;visibility:visible" from="13056,16102" to="16732,161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T7NIMIAAADbAAAADwAAAGRycy9kb3ducmV2LnhtbESPS2vDMBCE74X8B7GF3hq5pUmMG9mE&#10;QqHQQ8gDcl2sjW1qrYy1fuTfR4VCj8PMfMNsi9m1aqQ+NJ4NvCwTUMSltw1XBs6nz+cUVBBki61n&#10;MnCjAEW+eNhiZv3EBxqPUqkI4ZChgVqky7QOZU0Ow9J3xNG7+t6hRNlX2vY4Rbhr9WuSrLXDhuNC&#10;jR191FT+HAdnYJDrN83nIb1QyiuZ0v3KjXtjnh7n3TsooVn+w3/tL2tg8wa/X+IP0Pkd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3T7NIMIAAADbAAAADwAAAAAAAAAAAAAA&#10;AAChAgAAZHJzL2Rvd25yZXYueG1sUEsFBgAAAAAEAAQA+QAAAJADAAAAAA==&#10;" strokeweight="1pt">
            <v:stroke startarrowwidth="narrow" startarrowlength="short" endarrowwidth="narrow" endarrowlength="short"/>
          </v:line>
          <v:rect id="Rectangle 692" o:spid="_x0000_s2158" style="position:absolute;left:13069;top:1497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1sQQccA&#10;AADbAAAADwAAAGRycy9kb3ducmV2LnhtbESPW2sCMRSE3wv9D+EUfCmaVfDCapS2IPpgBW+Ib6eb&#10;092lm5Mlibr215tCwcdhZr5hJrPGVOJCzpeWFXQ7CQjizOqScwX73bw9AuEDssbKMim4kYfZ9Plp&#10;gqm2V97QZRtyESHsU1RQhFCnUvqsIIO+Y2vi6H1bZzBE6XKpHV4j3FSylyQDabDkuFBgTR8FZT/b&#10;s1Hwa07H9fvxkHwtsu7g83XkdmbllGq9NG9jEIGa8Aj/t5dawbAPf1/iD5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CtbEEHHAAAA2wAAAA8AAAAAAAAAAAAAAAAAmAIAAGRy&#10;cy9kb3ducmV2LnhtbFBLBQYAAAAABAAEAPUAAACM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  <w:r>
                    <w:t>Проверил</w:t>
                  </w:r>
                </w:p>
              </w:txbxContent>
            </v:textbox>
          </v:rect>
          <v:rect id="Rectangle 693" o:spid="_x0000_s2157" style="position:absolute;left:14192;top:1497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4mONsYA&#10;AADbAAAADwAAAGRycy9kb3ducmV2LnhtbESPQWvCQBSE70L/w/IKvYhu7CFKdJUqlPZQBU1FvD2z&#10;zyQ0+zbsbjX113cLQo/DzHzDzBadacSFnK8tKxgNExDEhdU1lwo+89fBBIQPyBoby6Tghzws5g+9&#10;GWbaXnlLl10oRYSwz1BBFUKbSemLigz6oW2Jo3e2zmCI0pVSO7xGuGnkc5Kk0mDNcaHCllYVFV+7&#10;b6PgZo6HzfKwT05vxShd9ycuNx9OqafH7mUKIlAX/sP39rtWME7h70v8AXL+Cw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24mONs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  <w:r>
                    <w:t>Архипов</w:t>
                  </w:r>
                </w:p>
              </w:txbxContent>
            </v:textbox>
          </v:rect>
          <v:rect id="Rectangle 694" o:spid="_x0000_s2156" style="position:absolute;left:13069;top:1525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MUrrcYA&#10;AADbAAAADwAAAGRycy9kb3ducmV2LnhtbESPQWvCQBSE74X+h+UVvJS6sQeV6Ca0gtSDCmpFenvN&#10;viah2bdhd9Xor3eFQo/DzHzDTPPONOJEzteWFQz6CQjiwuqaSwWfu/nLGIQPyBoby6TgQh7y7PFh&#10;iqm2Z97QaRtKESHsU1RQhdCmUvqiIoO+b1vi6P1YZzBE6UqpHZ4j3DTyNUmG0mDNcaHClmYVFb/b&#10;o1FwNV+H9fthn3x/FIPh6nnsdmbplOo9dW8TEIG68B/+ay+0gtEI7l/iD5DZ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tMUrrc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</w:p>
              </w:txbxContent>
            </v:textbox>
          </v:rect>
          <v:rect id="Rectangle 695" o:spid="_x0000_s2155" style="position:absolute;left:14192;top:1525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Vq/38QA&#10;AADbAAAADwAAAGRycy9kb3ducmV2LnhtbERPy2rCQBTdC/7DcAU30kx0YSXNKCqUdlELPop0d81c&#10;k2DmTpiZaurXdxYFl4fzzhedacSVnK8tKxgnKQjiwuqaSwWH/evTDIQPyBoby6Tglzws5v1ejpm2&#10;N97SdRdKEUPYZ6igCqHNpPRFRQZ9YlviyJ2tMxgidKXUDm8x3DRykqZTabDm2FBhS+uKisvuxyi4&#10;m+/j5+r4lZ7eivF0M5q5vflwSg0H3fIFRKAuPMT/7net4DmOjV/iD5DzP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MVav9/EAAAA2w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</w:p>
              </w:txbxContent>
            </v:textbox>
          </v:rect>
          <v:rect id="Rectangle 696" o:spid="_x0000_s2154" style="position:absolute;left:13069;top:15537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hYaRMcA&#10;AADbAAAADwAAAGRycy9kb3ducmV2LnhtbESPT2sCMRTE70K/Q3hCL6JZe7C6GkULRQ+tUP8g3p6b&#10;5+7SzcuSRN3205tCweMwM79hJrPGVOJKzpeWFfR7CQjizOqScwW77Xt3CMIHZI2VZVLwQx5m06fW&#10;BFNtb/xF103IRYSwT1FBEUKdSumzggz6nq2Jo3e2zmCI0uVSO7xFuKnkS5IMpMGS40KBNb0VlH1v&#10;LkbBrzke1ovDPjkts/7gszN0W/PhlHpuN/MxiEBNeIT/2yut4HUEf1/iD5DTOwA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KoWGkTHAAAA2wAAAA8AAAAAAAAAAAAAAAAAmAIAAGRy&#10;cy9kb3ducmV2LnhtbFBLBQYAAAAABAAEAPUAAACM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</w:p>
              </w:txbxContent>
            </v:textbox>
          </v:rect>
          <v:rect id="Rectangle 697" o:spid="_x0000_s2153" style="position:absolute;left:14192;top:15537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vnD/sMA&#10;AADbAAAADwAAAGRycy9kb3ducmV2LnhtbERPy4rCMBTdC/5DuMJsRFNnIaUaRQWZWTjC+EDcXZtr&#10;W2xuShK149dPFgOzPJz3dN6aWjzI+cqygtEwAUGcW11xoeCwXw9SED4ga6wtk4If8jCfdTtTzLR9&#10;8jc9dqEQMYR9hgrKEJpMSp+XZNAPbUMcuat1BkOErpDa4TOGm1q+J8lYGqw4NpTY0Kqk/La7GwUv&#10;cz5tl6djcvnIR+Ovfur2ZuOUeuu1iwmIQG34F/+5P7WCNK6PX+IPkLN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vnD/sMAAADbAAAADwAAAAAAAAAAAAAAAACYAgAAZHJzL2Rv&#10;d25yZXYueG1sUEsFBgAAAAAEAAQA9QAAAIg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</w:p>
              </w:txbxContent>
            </v:textbox>
          </v:rect>
          <v:rect id="Rectangle 698" o:spid="_x0000_s2152" style="position:absolute;left:13069;top:1610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bVmZcYA&#10;AADbAAAADwAAAGRycy9kb3ducmV2LnhtbESPQWvCQBSE7wX/w/IKXkrdpAcJqatYobQHLWgs0tsz&#10;+0yC2bdhd9W0v94tCB6HmfmGmcx604ozOd9YVpCOEhDEpdUNVwq2xftzBsIHZI2tZVLwSx5m08HD&#10;BHNtL7ym8yZUIkLY56igDqHLpfRlTQb9yHbE0TtYZzBE6SqpHV4i3LTyJUnG0mDDcaHGjhY1lcfN&#10;ySj4Mz+7r7fdd7L/KNPx6ilzhVk6pYaP/fwVRKA+3MO39qdWkKXw/yX+ADm9Ag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YbVmZcYAAADbAAAADwAAAAAAAAAAAAAAAACYAgAAZHJz&#10;L2Rvd25yZXYueG1sUEsFBgAAAAAEAAQA9QAAAIsDAAAAAA==&#10;" filled="f" stroked="f" strokeweight="1.5pt">
            <v:textbox inset=".2mm,.2mm,.2mm,.2mm">
              <w:txbxContent>
                <w:p w:rsidR="005A5071" w:rsidRPr="00432B34" w:rsidRDefault="005A5071" w:rsidP="00432B34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ГИП</w:t>
                  </w:r>
                </w:p>
              </w:txbxContent>
            </v:textbox>
          </v:rect>
          <v:rect id="Rectangle 699" o:spid="_x0000_s2151" style="position:absolute;left:14192;top:16102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Wf4EsYA&#10;AADbAAAADwAAAGRycy9kb3ducmV2LnhtbESPT2vCQBTE70K/w/IKvYjZ6EFCzCpVkPbQCv5DenvN&#10;vibB7Nuwu9W0n94VCj0OM/Mbplj0phUXcr6xrGCcpCCIS6sbrhQc9utRBsIHZI2tZVLwQx4W84dB&#10;gbm2V97SZRcqESHsc1RQh9DlUvqyJoM+sR1x9L6sMxiidJXUDq8Rblo5SdOpNNhwXKixo1VN5Xn3&#10;bRT8mo/TZnk6pp8v5Xj6Pszc3rw5pZ4e++cZiEB9+A//tV+1gmwC9y/xB8j5DQ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kWf4Es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  <w:r>
                    <w:t>Сорокин</w:t>
                  </w:r>
                </w:p>
              </w:txbxContent>
            </v:textbox>
          </v:rect>
          <v:rect id="Rectangle 700" o:spid="_x0000_s2150" style="position:absolute;left:13069;top:15819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itdicYA&#10;AADbAAAADwAAAGRycy9kb3ducmV2LnhtbESPQWsCMRSE74X+h/AKXopmtSDLapS2IHqoBbUi3p6b&#10;5+7SzcuSRF399Y0g9DjMzDfMeNqaWpzJ+cqygn4vAUGcW11xoeBnM+umIHxA1lhbJgVX8jCdPD+N&#10;MdP2wis6r0MhIoR9hgrKEJpMSp+XZND3bEMcvaN1BkOUrpDa4SXCTS0HSTKUBiuOCyU29FlS/rs+&#10;GQU3s999f+y2yWGe94fL19RtzJdTqvPSvo9ABGrDf/jRXmgF6Rvcv8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/itdic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 w:rsidP="00432B34">
                  <w:pPr>
                    <w:pStyle w:val="a6"/>
                    <w:jc w:val="left"/>
                  </w:pPr>
                  <w:r>
                    <w:t>Н.контр.</w:t>
                  </w:r>
                </w:p>
                <w:p w:rsidR="005A5071" w:rsidRDefault="005A5071">
                  <w:pPr>
                    <w:pStyle w:val="a6"/>
                    <w:jc w:val="left"/>
                  </w:pPr>
                </w:p>
              </w:txbxContent>
            </v:textbox>
          </v:rect>
          <v:rect id="Rectangle 701" o:spid="_x0000_s2149" style="position:absolute;left:14192;top:15819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cLF/cYA&#10;AADbAAAADwAAAGRycy9kb3ducmV2LnhtbESPQWsCMRSE74X+h/AKXopmlSLLapS2IHqoBbUi3p6b&#10;5+7SzcuSRF399Y0g9DjMzDfMeNqaWpzJ+cqygn4vAUGcW11xoeBnM+umIHxA1lhbJgVX8jCdPD+N&#10;MdP2wis6r0MhIoR9hgrKEJpMSp+XZND3bEMcvaN1BkOUrpDa4SXCTS0HSTKUBiuOCyU29FlS/rs+&#10;GQU3s999f+y2yWGe94fL19RtzJdTqvPSvo9ABGrDf/jRXmgF6Rvcv8QfICd/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ccLF/cYAAADbAAAADwAAAAAAAAAAAAAAAACYAgAAZHJz&#10;L2Rvd25yZXYueG1sUEsFBgAAAAAEAAQA9QAAAIsDAAAAAA=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  <w:r>
                    <w:t>Фоминых</w:t>
                  </w:r>
                </w:p>
              </w:txbxContent>
            </v:textbox>
          </v:rect>
          <v:line id="Line 702" o:spid="_x0000_s2148" style="position:absolute;flip:y;visibility:visible" from="16735,15537" to="23521,155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mOdnWMYAAADbAAAADwAAAGRycy9kb3ducmV2LnhtbESPW2vCQBSE3wv9D8sR+lJ0Y6RFoqvU&#10;XkD65gXEt0P2JBvMno3ZrYn+erdQ6OMwM98w82Vva3Gh1leOFYxHCQji3OmKSwX73ddwCsIHZI21&#10;Y1JwJQ/LxePDHDPtOt7QZRtKESHsM1RgQmgyKX1uyKIfuYY4eoVrLYYo21LqFrsIt7VMk+RVWqw4&#10;Lhhs6N1Qftr+WAWT4vj5fJ58jNO0Sr4Lc+vy1aFU6mnQv81ABOrDf/ivvdYKpi/w+yX+ALm4Aw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JjnZ1jGAAAA2wAAAA8AAAAAAAAA&#10;AAAAAAAAoQIAAGRycy9kb3ducmV2LnhtbFBLBQYAAAAABAAEAPkAAACUAwAAAAA=&#10;" strokeweight="1.5pt">
            <v:stroke startarrowwidth="narrow" startarrowlength="short" endarrowwidth="narrow" endarrowlength="short"/>
          </v:line>
          <v:line id="Line 703" o:spid="_x0000_s2147" style="position:absolute;visibility:visible" from="21539,14689" to="21541,155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z7lT8QAAADbAAAADwAAAGRycy9kb3ducmV2LnhtbESPQWvCQBSE74X+h+UJXopu6mEr0VVE&#10;KBQKQq2l12f2mQSzb9PsU6O/vlsoeBxm5htmvux9o87UxTqwhedxBoq4CK7m0sLu83U0BRUF2WET&#10;mCxcKcJy8fgwx9yFC3/QeSulShCOOVqoRNpc61hU5DGOQ0ucvEPoPEqSXaldh5cE942eZJnRHmtO&#10;CxW2tK6oOG5P3sIX3kq5vu+fNkdjZPf9Y07rF2PtcNCvZqCEermH/9tvzsLUwN+X9AP04h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3PuVPxAAAANsAAAAPAAAAAAAAAAAA&#10;AAAAAKECAABkcnMvZG93bnJldi54bWxQSwUGAAAAAAQABAD5AAAAkgMAAAAA&#10;" strokeweight="1.5pt">
            <v:stroke startarrowwidth="narrow" startarrowlength="short" endarrowwidth="narrow" endarrowlength="short"/>
          </v:line>
          <v:line id="Line 704" o:spid="_x0000_s2146" style="position:absolute;visibility:visible" from="20692,14689" to="20694,163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HJA1MUAAADbAAAADwAAAGRycy9kb3ducmV2LnhtbESPQWvCQBSE74X+h+UVvJS6qYdVoquI&#10;UCgIQtXS6zP7TILZt2n2qbG/vlsQehxm5htmtuh9oy7UxTqwhddhBoq4CK7m0sJ+9/YyARUF2WET&#10;mCzcKMJi/vgww9yFK3/QZSulShCOOVqoRNpc61hU5DEOQ0ucvGPoPEqSXaldh9cE940eZZnRHmtO&#10;CxW2tKqoOG3P3sIn/pRyWx+eNydjZP/1bc6rsbF28NQvp6CEevkP39vvzsJkDH9f0g/Q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WHJA1MUAAADbAAAADwAAAAAAAAAA&#10;AAAAAAChAgAAZHJzL2Rvd25yZXYueG1sUEsFBgAAAAAEAAQA+QAAAJMDAAAAAA==&#10;" strokeweight="1.5pt">
            <v:stroke startarrowwidth="narrow" startarrowlength="short" endarrowwidth="narrow" endarrowlength="short"/>
          </v:line>
          <v:rect id="Rectangle 705" o:spid="_x0000_s2145" style="position:absolute;left:20692;top:14689;width:847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LRM7LsA&#10;AADbAAAADwAAAGRycy9kb3ducmV2LnhtbERPSwrCMBDdC94hjOBOUwU/VNMiguBO/BxgbMa22Exq&#10;ErXe3iwEl4/3X+edacSLnK8tK5iMExDEhdU1lwou591oCcIHZI2NZVLwIQ951u+tMdX2zUd6nUIp&#10;Ygj7FBVUIbSplL6oyKAf25Y4cjfrDIYIXSm1w3cMN42cJslcGqw5NlTY0rai4n56GgWHUm6uiQ+F&#10;uZnHbvY5uy23C6WGg26zAhGoC3/xz73XCpZxbPwSf4DMvg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Ni0TOy7AAAA2wAAAA8AAAAAAAAAAAAAAAAAmAIAAGRycy9kb3ducmV2Lnht&#10;bFBLBQYAAAAABAAEAPUAAACAAwAAAAA=&#10;" filled="f" stroked="f" strokeweight="1.5pt">
            <v:textbox inset="1pt,1pt,1pt,1pt">
              <w:txbxContent>
                <w:p w:rsidR="005A5071" w:rsidRDefault="005A5071">
                  <w:pPr>
                    <w:pStyle w:val="a6"/>
                  </w:pPr>
                  <w:r>
                    <w:t>Стадия</w:t>
                  </w:r>
                </w:p>
              </w:txbxContent>
            </v:textbox>
          </v:rect>
          <v:rect id="Rectangle 706" o:spid="_x0000_s2144" style="position:absolute;left:22389;top:14689;width:1131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/jpd74A&#10;AADbAAAADwAAAGRycy9kb3ducmV2LnhtbESPzQrCMBCE74LvEFbwpqmCf9UoIgjexJ8HWJu1LTab&#10;mkStb28EweMwM98wi1VjKvEk50vLCgb9BARxZnXJuYLzadubgvABWWNlmRS8ycNq2W4tMNX2xQd6&#10;HkMuIoR9igqKEOpUSp8VZND3bU0cvat1BkOULpfa4SvCTSWHSTKWBkuOCwXWtCkoux0fRsE+l+tL&#10;4kNmrua+Hb1PbsP1RKlup1nPQQRqwj/8a++0gukMvl/iD5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f46Xe+AAAA2wAAAA8AAAAAAAAAAAAAAAAAmAIAAGRycy9kb3ducmV2&#10;LnhtbFBLBQYAAAAABAAEAPUAAACDAwAAAAA=&#10;" filled="f" stroked="f" strokeweight="1.5pt">
            <v:textbox inset="1pt,1pt,1pt,1pt">
              <w:txbxContent>
                <w:p w:rsidR="005A5071" w:rsidRDefault="005A5071">
                  <w:pPr>
                    <w:pStyle w:val="a6"/>
                  </w:pPr>
                  <w:r>
                    <w:t>Листов</w:t>
                  </w:r>
                </w:p>
              </w:txbxContent>
            </v:textbox>
          </v:rect>
          <v:rect id="Rectangle 707" o:spid="_x0000_s2143" style="position:absolute;left:20692;top:15085;width:850;height:3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xvWN7sA&#10;AADbAAAADwAAAGRycy9kb3ducmV2LnhtbERPSwrCMBDdC94hjODOpgr+qlFEENyJnwOMzdgWm0lN&#10;otbbm4Xg8vH+y3VravEi5yvLCoZJCoI4t7riQsHlvBvMQPiArLG2TAo+5GG96naWmGn75iO9TqEQ&#10;MYR9hgrKEJpMSp+XZNAntiGO3M06gyFCV0jt8B3DTS1HaTqRBiuODSU2tC0pv5+eRsGhkJtr6kNu&#10;buaxG3/ObsvNVKl+r90sQARqw1/8c++1gnlcH7/EHyBX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KMb1je7AAAA2wAAAA8AAAAAAAAAAAAAAAAAmAIAAGRycy9kb3ducmV2Lnht&#10;bFBLBQYAAAAABAAEAPUAAACAAwAAAAA=&#10;" filled="f" stroked="f" strokeweight="1.5pt">
            <v:textbox inset="1pt,1pt,1pt,1pt">
              <w:txbxContent>
                <w:p w:rsidR="005A5071" w:rsidRPr="000627FE" w:rsidRDefault="005A5071">
                  <w:pPr>
                    <w:jc w:val="center"/>
                    <w:rPr>
                      <w:b/>
                      <w:sz w:val="24"/>
                    </w:rPr>
                  </w:pPr>
                  <w:r>
                    <w:rPr>
                      <w:b/>
                      <w:sz w:val="24"/>
                    </w:rPr>
                    <w:t>П</w:t>
                  </w:r>
                </w:p>
              </w:txbxContent>
            </v:textbox>
          </v:rect>
          <v:rect id="Rectangle 708" o:spid="_x0000_s2142" style="position:absolute;left:22394;top:15085;width:1134;height:3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FdzrL4A&#10;AADbAAAADwAAAGRycy9kb3ducmV2LnhtbESPzQrCMBCE74LvEFbwpqmCf9UoIgjexJ8HWJu1LTab&#10;mkStb28EweMwM98wi1VjKvEk50vLCgb9BARxZnXJuYLzadubgvABWWNlmRS8ycNq2W4tMNX2xQd6&#10;HkMuIoR9igqKEOpUSp8VZND3bU0cvat1BkOULpfa4SvCTSWHSTKWBkuOCwXWtCkoux0fRsE+l+tL&#10;4kNmrua+Hb1PbsP1RKlup1nPQQRqwj/8a++0gtkAvl/iD5DLD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MxXc6y+AAAA2wAAAA8AAAAAAAAAAAAAAAAAmAIAAGRycy9kb3ducmV2&#10;LnhtbFBLBQYAAAAABAAEAPUAAACDAwAAAAA=&#10;" filled="f" stroked="f" strokeweight="1.5pt">
            <v:textbox inset="1pt,1pt,1pt,1pt">
              <w:txbxContent>
                <w:p w:rsidR="005A5071" w:rsidRPr="00F06ECA" w:rsidRDefault="005A5071">
                  <w:pPr>
                    <w:pStyle w:val="a6"/>
                    <w:rPr>
                      <w:sz w:val="24"/>
                    </w:rPr>
                  </w:pPr>
                  <w:r w:rsidRPr="00F06ECA">
                    <w:rPr>
                      <w:rStyle w:val="a7"/>
                      <w:sz w:val="24"/>
                    </w:rPr>
                    <w:fldChar w:fldCharType="begin"/>
                  </w:r>
                  <w:r w:rsidRPr="00F06ECA">
                    <w:rPr>
                      <w:rStyle w:val="a7"/>
                      <w:sz w:val="24"/>
                    </w:rPr>
                    <w:instrText xml:space="preserve"> NUMPAGES </w:instrText>
                  </w:r>
                  <w:r w:rsidRPr="00F06ECA">
                    <w:rPr>
                      <w:rStyle w:val="a7"/>
                      <w:sz w:val="24"/>
                    </w:rPr>
                    <w:fldChar w:fldCharType="separate"/>
                  </w:r>
                  <w:r w:rsidR="00391E78">
                    <w:rPr>
                      <w:rStyle w:val="a7"/>
                      <w:noProof/>
                      <w:sz w:val="24"/>
                    </w:rPr>
                    <w:t>5</w:t>
                  </w:r>
                  <w:r w:rsidRPr="00F06ECA">
                    <w:rPr>
                      <w:rStyle w:val="a7"/>
                      <w:sz w:val="24"/>
                    </w:rPr>
                    <w:fldChar w:fldCharType="end"/>
                  </w:r>
                </w:p>
              </w:txbxContent>
            </v:textbox>
          </v:rect>
          <v:rect id="Rectangle 709" o:spid="_x0000_s2141" style="position:absolute;left:16800;top:13883;width:6644;height: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rryHMUA&#10;AADbAAAADwAAAGRycy9kb3ducmV2LnhtbESPQWvCQBSE74X+h+UJ3urGHGpNXcUKUhGLNJaCt2f2&#10;mQSzb2N2jfHfdwuCx2FmvmEms85UoqXGlZYVDAcRCOLM6pJzBT+75csbCOeRNVaWScGNHMymz08T&#10;TLS98je1qc9FgLBLUEHhfZ1I6bKCDLqBrYmDd7SNQR9kk0vd4DXATSXjKHqVBksOCwXWtCgoO6UX&#10;o+BE7cfv7tOmm/1hezmv5dcoPo+V6ve6+TsIT51/hO/tlVYwjuH/S/gBcvoH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uvIcxQAAANsAAAAPAAAAAAAAAAAAAAAAAJgCAABkcnMv&#10;ZG93bnJldi54bWxQSwUGAAAAAAQABAD1AAAAigMAAAAA&#10;" filled="f" stroked="f" strokeweight="1.5pt">
            <v:textbox inset="0,0,0,0">
              <w:txbxContent>
                <w:p w:rsidR="005A5071" w:rsidRPr="002C498C" w:rsidRDefault="005A5071" w:rsidP="00CE481C">
                  <w:pPr>
                    <w:spacing w:before="60"/>
                    <w:jc w:val="center"/>
                    <w:rPr>
                      <w:sz w:val="8"/>
                      <w:szCs w:val="18"/>
                    </w:rPr>
                  </w:pPr>
                  <w:r w:rsidRPr="002C498C">
                    <w:rPr>
                      <w:b/>
                      <w:sz w:val="18"/>
                    </w:rPr>
                    <w:t>КАПИТАЛЬНЫЙ РЕМОНТ ЛИТЕЙНОГО УЧАСТКА КОРПУСА №76, РА</w:t>
                  </w:r>
                  <w:r w:rsidRPr="002C498C">
                    <w:rPr>
                      <w:b/>
                      <w:sz w:val="18"/>
                    </w:rPr>
                    <w:t>С</w:t>
                  </w:r>
                  <w:r w:rsidRPr="002C498C">
                    <w:rPr>
                      <w:b/>
                      <w:sz w:val="18"/>
                    </w:rPr>
                    <w:t>ПОЛОЖЕННОГО ПО АДРЕСУ: МО, Г. ХИМКИ, УЛ. АКАДЕМИКА ГРУШ</w:t>
                  </w:r>
                  <w:r w:rsidRPr="002C498C">
                    <w:rPr>
                      <w:b/>
                      <w:sz w:val="18"/>
                    </w:rPr>
                    <w:t>И</w:t>
                  </w:r>
                  <w:r w:rsidRPr="002C498C">
                    <w:rPr>
                      <w:b/>
                      <w:sz w:val="18"/>
                    </w:rPr>
                    <w:t>НА, ВЛ.33 (ТЕРРИТОРИЯ АО «МКБ «ФАКЕЛ»)</w:t>
                  </w:r>
                </w:p>
                <w:p w:rsidR="005A5071" w:rsidRPr="002F7851" w:rsidRDefault="005A5071" w:rsidP="00CE481C">
                  <w:pPr>
                    <w:spacing w:line="216" w:lineRule="auto"/>
                    <w:jc w:val="center"/>
                    <w:rPr>
                      <w:szCs w:val="28"/>
                    </w:rPr>
                  </w:pPr>
                </w:p>
              </w:txbxContent>
            </v:textbox>
          </v:rect>
          <v:rect id="Rectangle 710" o:spid="_x0000_s2140" style="position:absolute;left:20760;top:15611;width:127;height:442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d5QbsIA&#10;AADbAAAADwAAAGRycy9kb3ducmV2LnhtbESPQWsCMRSE7wX/Q3iF3mqyLYiuRim2Fa9ui9Dba/Lc&#10;Xdy8LJvorv/eCILHYWa+YRarwTXiTF2oPWvIxgoEsfG25lLD78/36xREiMgWG8+k4UIBVsvR0wJz&#10;63ve0bmIpUgQDjlqqGJscymDqchhGPuWOHkH3zmMSXaltB32Ce4a+abURDqsOS1U2NK6InMsTk7D&#10;4fSpvnr8L5h2G9wrk/1NTab1y/PwMQcRaYiP8L29tRpm73D7kn6AXF4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J3lBuwgAAANsAAAAPAAAAAAAAAAAAAAAAAJgCAABkcnMvZG93&#10;bnJldi54bWxQSwUGAAAAAAQABAD1AAAAhwMAAAAA&#10;" filled="f" stroked="f" strokeweight="1.5pt">
            <v:textbox style="mso-fit-shape-to-text:t" inset="0,2mm,0,0">
              <w:txbxContent>
                <w:p w:rsidR="005A5071" w:rsidRPr="00340546" w:rsidRDefault="005A5071" w:rsidP="00340546"/>
              </w:txbxContent>
            </v:textbox>
          </v:rect>
          <v:rect id="Rectangle 714" o:spid="_x0000_s2139" style="position:absolute;left:16812;top:14690;width:3768;height:84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h/P88UA&#10;AADbAAAADwAAAGRycy9kb3ducmV2LnhtbESPQWvCQBSE7wX/w/IEb3WjSKvRVbRQWoqlGEXw9sw+&#10;k2D2bcyuMf33XaHgcZiZb5jZojWlaKh2hWUFg34Egji1uuBMwW77/jwG4TyyxtIyKfglB4t552mG&#10;sbY33lCT+EwECLsYFeTeV7GULs3JoOvbijh4J1sb9EHWmdQ13gLclHIYRS/SYMFhIceK3nJKz8nV&#10;KDhTs9pvP2yyPhx/rpcv+f06vEyU6nXb5RSEp9Y/wv/tT61gMoL7l/AD5PwP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iH8/zxQAAANsAAAAPAAAAAAAAAAAAAAAAAJgCAABkcnMv&#10;ZG93bnJldi54bWxQSwUGAAAAAAQABAD1AAAAigMAAAAA&#10;" filled="f" stroked="f" strokeweight="1.5pt">
            <v:textbox inset="0,0,0,0">
              <w:txbxContent>
                <w:p w:rsidR="005A5071" w:rsidRDefault="005A5071">
                  <w:pPr>
                    <w:spacing w:line="216" w:lineRule="auto"/>
                    <w:jc w:val="center"/>
                    <w:rPr>
                      <w:sz w:val="24"/>
                    </w:rPr>
                  </w:pPr>
                </w:p>
                <w:p w:rsidR="005A5071" w:rsidRDefault="005A5071">
                  <w:pPr>
                    <w:spacing w:line="216" w:lineRule="auto"/>
                    <w:jc w:val="center"/>
                    <w:rPr>
                      <w:sz w:val="24"/>
                    </w:rPr>
                  </w:pPr>
                  <w:r>
                    <w:rPr>
                      <w:sz w:val="24"/>
                    </w:rPr>
                    <w:t>Корпус 76 литейный участок</w:t>
                  </w:r>
                </w:p>
              </w:txbxContent>
            </v:textbox>
          </v:rect>
          <v:line id="Line 715" o:spid="_x0000_s2138" style="position:absolute;visibility:visible" from="13047,13279" to="23526,1328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jXt5cUAAADbAAAADwAAAGRycy9kb3ducmV2LnhtbESPUWvCQBCE3wv9D8cW+iJ6qdCrRk8p&#10;glAoFLQWX9fcNgnm9tLcqrG/vlco9HGYmW+Y+bL3jTpTF+vAFh5GGSjiIriaSwu79/VwAioKssMm&#10;MFm4UoTl4vZmjrkLF97QeSulShCOOVqoRNpc61hU5DGOQkucvM/QeZQku1K7Di8J7hs9zjKjPdac&#10;FipsaVVRcdyevIUP/C7l+noYvB2Nkd3+y5xWT8ba+7v+eQZKqJf/8F/7xVmYPsLvl/QD9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jXt5c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716" o:spid="_x0000_s2137" style="position:absolute;visibility:visible" from="13058,13559" to="16734,1356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qwQNsEAAADbAAAADwAAAGRycy9kb3ducmV2LnhtbESPX2vCQBDE3wW/w7GCb3pRUNLUU4og&#10;CD5IreDrkluT0NxeyG3++O17hUIfh5n5DbM7jK5WPbWh8mxgtUxAEefeVlwYuH+dFimoIMgWa89k&#10;4EUBDvvpZIeZ9QN/Un+TQkUIhwwNlCJNpnXIS3IYlr4hjt7Ttw4lyrbQtsUhwl2t10my1Q4rjgsl&#10;NnQsKf++dc5AJ88LjfcufVDKGxnS68b1V2Pms/HjHZTQKP/hv/bZGnjbwu+X+AP0/g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yrBA2wQAAANsAAAAPAAAAAAAAAAAAAAAA&#10;AKECAABkcnMvZG93bnJldi54bWxQSwUGAAAAAAQABAD5AAAAjwMAAAAA&#10;" strokeweight="1pt">
            <v:stroke startarrowwidth="narrow" startarrowlength="short" endarrowwidth="narrow" endarrowlength="short"/>
          </v:line>
          <v:line id="Line 717" o:spid="_x0000_s2136" style="position:absolute;visibility:visible" from="13058,13842" to="16734,1384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eC1rcIAAADbAAAADwAAAGRycy9kb3ducmV2LnhtbESPW2vCQBSE3wv+h+UUfKubFtSYuooU&#10;BKEP4gV8PWSPSWj2bMieXPz3XaHQx2FmvmHW29HVqqc2VJ4NvM8SUMS5txUXBq6X/VsKKgiyxdoz&#10;GXhQgO1m8rLGzPqBT9SfpVARwiFDA6VIk2kd8pIchplviKN3961DibIttG1xiHBX648kWWiHFceF&#10;Ehv6Kin/OXfOQCf3bxqvXXqjlOcypMe564/GTF/H3ScooVH+w3/tgzWwWsLzS/wBevML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neC1rcIAAADbAAAADwAAAAAAAAAAAAAA&#10;AAChAgAAZHJzL2Rvd25yZXYueG1sUEsFBgAAAAAEAAQA+QAAAJADAAAAAA==&#10;" strokeweight="1pt">
            <v:stroke startarrowwidth="narrow" startarrowlength="short" endarrowwidth="narrow" endarrowlength="short"/>
          </v:line>
          <v:rect id="Rectangle 718" o:spid="_x0000_s2135" style="position:absolute;left:16812;top:13279;width:6644;height:5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w7s7sA&#10;AADbAAAADwAAAGRycy9kb3ducmV2LnhtbERPSwrCMBDdC94hjOBOUz+IVqNIQXAlqHU/NGNbbCal&#10;ibZ6erMQXD7ef7PrTCVe1LjSsoLJOAJBnFldcq4gvR5GSxDOI2usLJOCNznYbfu9Dcbatnym18Xn&#10;IoSwi1FB4X0dS+myggy6sa2JA3e3jUEfYJNL3WAbwk0lp1G0kAZLDg0F1pQUlD0uT6Pg/Cg/MnKW&#10;bqckm1XznJO0ZaWGg26/BuGp83/xz33UClZhbPgSfoDcfgE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WsO7O7AAAA2wAAAA8AAAAAAAAAAAAAAAAAmAIAAGRycy9kb3ducmV2Lnht&#10;bFBLBQYAAAAABAAEAPUAAACAAwAAAAA=&#10;" filled="f" stroked="f" strokeweight="1.5pt">
            <v:textbox inset="0,2mm,0,0">
              <w:txbxContent>
                <w:p w:rsidR="005A5071" w:rsidRPr="002F7851" w:rsidRDefault="005A5071">
                  <w:pPr>
                    <w:spacing w:line="216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D83716">
                    <w:rPr>
                      <w:b/>
                      <w:szCs w:val="20"/>
                    </w:rPr>
                    <w:t>211</w:t>
                  </w:r>
                  <w:r>
                    <w:rPr>
                      <w:b/>
                      <w:szCs w:val="20"/>
                    </w:rPr>
                    <w:t>6</w:t>
                  </w:r>
                  <w:r w:rsidRPr="00D83716">
                    <w:rPr>
                      <w:b/>
                      <w:szCs w:val="20"/>
                    </w:rPr>
                    <w:t>-ИОС</w:t>
                  </w:r>
                  <w:r>
                    <w:rPr>
                      <w:b/>
                      <w:szCs w:val="20"/>
                    </w:rPr>
                    <w:t>7-ТХ.СО</w:t>
                  </w:r>
                </w:p>
              </w:txbxContent>
            </v:textbox>
          </v:rect>
          <v:line id="Line 719" o:spid="_x0000_s2134" style="position:absolute;visibility:visible" from="13041,14972" to="16717,1497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zOERMEAAADbAAAADwAAAGRycy9kb3ducmV2LnhtbESPX2vCQBDE3wv9DscW+lYvFZQYPaUI&#10;guCDaAVfl9yaBHN7Ibf547fvCUIfh5n5DbPajK5WPbWh8mzge5KAIs69rbgwcPndfaWggiBbrD2T&#10;gQcF2Kzf31aYWT/wifqzFCpCOGRooBRpMq1DXpLDMPENcfRuvnUoUbaFti0OEe5qPU2SuXZYcVwo&#10;saFtSfn93DkDndwONF669Eopz2RIjzPXH435/Bh/lqCERvkPv9p7a2CxgOeX+AP0+g8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DM4REwQAAANsAAAAPAAAAAAAAAAAAAAAA&#10;AKECAABkcnMvZG93bnJldi54bWxQSwUGAAAAAAQABAD5AAAAjwMAAAAA&#10;" strokeweight="1pt">
            <v:stroke startarrowwidth="narrow" startarrowlength="short" endarrowwidth="narrow" endarrowlength="short"/>
          </v:line>
          <v:rect id="Rectangle 720" o:spid="_x0000_s2133" style="position:absolute;left:13069;top:14689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Ykry8cA&#10;AADcAAAADwAAAGRycy9kb3ducmV2LnhtbESPQWsCMRCF70L/Q5hCL6KJPYisRmkLpT3UgtoivU03&#10;092lm8mSpLr21zsHwdsM78173yxWvW/VgWJqAluYjA0o4jK4hisLH7vn0QxUysgO28Bk4UQJVsub&#10;wQILF468ocM2V0pCOBVooc65K7ROZU0e0zh0xKL9hOgxyxor7SIeJdy3+t6YqfbYsDTU2NFTTeXv&#10;9s9b+Pdf+/fH/af5fikn0/VwFnf+LVp7d9s/zEFl6vPVfLl+dYJvBF+ekQn08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A2JK8vHAAAA3AAAAA8AAAAAAAAAAAAAAAAAmAIAAGRy&#10;cy9kb3ducmV2LnhtbFBLBQYAAAAABAAEAPUAAACMAwAAAAA=&#10;" filled="f" stroked="f" strokeweight="1.5pt">
            <v:textbox inset=".2mm,.2mm,.2mm,.2mm">
              <w:txbxContent>
                <w:p w:rsidR="005A5071" w:rsidRPr="00540BCC" w:rsidRDefault="005A5071">
                  <w:pPr>
                    <w:pStyle w:val="a6"/>
                    <w:jc w:val="left"/>
                  </w:pPr>
                  <w:r>
                    <w:t>Разработал</w:t>
                  </w:r>
                </w:p>
              </w:txbxContent>
            </v:textbox>
          </v:rect>
          <v:rect id="Rectangle 721" o:spid="_x0000_s2132" style="position:absolute;left:14192;top:14689;width:1134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sWOUMQA&#10;AADcAAAADwAAAGRycy9kb3ducmV2LnhtbERPS2sCMRC+F/ofwgi9FE3Wg8hqlFoo9aCF+kC8jZtx&#10;d+lmsiSpbvvrm4LgbT6+50znnW3EhXyoHWvIBgoEceFMzaWG3fatPwYRIrLBxjFp+KEA89njwxRz&#10;4678SZdNLEUK4ZCjhirGNpcyFBVZDAPXEifu7LzFmKAvpfF4TeG2kUOlRtJizamhwpZeKyq+Nt9W&#10;w689Hj4Wh706vRfZaP089lu78lo/9bqXCYhIXbyLb+6lSfNVBv/Pp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LFjlD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  <w:jc w:val="left"/>
                  </w:pPr>
                  <w:r>
                    <w:t>Булатов</w:t>
                  </w:r>
                </w:p>
              </w:txbxContent>
            </v:textbox>
          </v:rect>
          <v:rect id="Rectangle 722" o:spid="_x0000_s2131" style="position:absolute;left:21542;top:15085;width:848;height:338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zyxEsAA&#10;AADcAAAADwAAAGRycy9kb3ducmV2LnhtbERPS2rDMBDdF3IHMYHuaimGfnAjmxAwdFea9AATaWKb&#10;WiNXUhLn9lUg0N083nfWzexGcaYQB88aVoUCQWy8HbjT8L1vn95AxIRscfRMGq4UoakXD2usrL/w&#10;F513qRM5hGOFGvqUpkrKaHpyGAs/EWfu6IPDlGHopA14yeFulKVSL9LhwLmhx4m2PZmf3clp+Ozk&#10;5qBiMu7oftvn6z5seXrV+nE5b95BJJrTv/ju/rB5virh9ky+QNZ/A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UzyxEsAAAADcAAAADwAAAAAAAAAAAAAAAACYAgAAZHJzL2Rvd25y&#10;ZXYueG1sUEsFBgAAAAAEAAQA9QAAAIUDAAAAAA==&#10;" filled="f" stroked="f" strokeweight="1.5pt">
            <v:textbox inset="1pt,1pt,1pt,1pt">
              <w:txbxContent>
                <w:p w:rsidR="005A5071" w:rsidRPr="000F58E0" w:rsidRDefault="005A5071">
                  <w:pPr>
                    <w:pStyle w:val="a6"/>
                    <w:rPr>
                      <w:szCs w:val="20"/>
                      <w:lang w:val="en-US"/>
                    </w:rPr>
                  </w:pPr>
                  <w:r w:rsidRPr="000F58E0">
                    <w:rPr>
                      <w:szCs w:val="20"/>
                      <w:lang w:val="en-US"/>
                    </w:rPr>
                    <w:t>1</w:t>
                  </w:r>
                </w:p>
              </w:txbxContent>
            </v:textbox>
          </v:rect>
          <v:rect id="Rectangle 724" o:spid="_x0000_s2130" style="position:absolute;left:13052;top:14124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Vu1vMQA&#10;AADcAAAADwAAAGRycy9kb3ducmV2LnhtbERPTWsCMRC9C/0PYQq9SE1sQWRrlCqIHmqhapHexs24&#10;u3QzWZKoq7++EQre5vE+ZzRpbS1O5EPlWEO/p0AQ585UXGjYbubPQxAhIhusHZOGCwWYjB86I8yM&#10;O/MXndaxECmEQ4YayhibTMqQl2Qx9FxDnLiD8xZjgr6QxuM5hdtavig1kBYrTg0lNjQrKf9dH62G&#10;q/3ZfU5332q/yPuDVXfoN/bDa/302L6/gYjUxrv43700ab56hdsz6QI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1btbz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25" o:spid="_x0000_s2129" style="position:absolute;left:13052;top:1384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rItyMQA&#10;AADcAAAADwAAAGRycy9kb3ducmV2LnhtbERPTWsCMRC9C/0PYQq9SE0sRWRrlCqIHmqhapHexs24&#10;u3QzWZKoq7++EQre5vE+ZzRpbS1O5EPlWEO/p0AQ585UXGjYbubPQxAhIhusHZOGCwWYjB86I8yM&#10;O/MXndaxECmEQ4YayhibTMqQl2Qx9FxDnLiD8xZjgr6QxuM5hdtavig1kBYrTg0lNjQrKf9dH62G&#10;q/3ZfU5332q/yPuDVXfoN/bDa/302L6/gYjUxrv43700ab56hdsz6QI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KyLcj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26" o:spid="_x0000_s2128" style="position:absolute;left:13052;top:1355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f6IU8QA&#10;AADcAAAADwAAAGRycy9kb3ducmV2LnhtbERPTWsCMRC9C/0PYQq9SE0sVGRrlCqIHmqhapHexs24&#10;u3QzWZKoq7++EQre5vE+ZzRpbS1O5EPlWEO/p0AQ585UXGjYbubPQxAhIhusHZOGCwWYjB86I8yM&#10;O/MXndaxECmEQ4YayhibTMqQl2Qx9FxDnLiD8xZjgr6QxuM5hdtavig1kBYrTg0lNjQrKf9dH62G&#10;q/3ZfU5332q/yPuDVXfoN/bDa/302L6/gYjUxrv43700ab56hdsz6QI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3+iFP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27" o:spid="_x0000_s2127" style="position:absolute;left:13052;top:1327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7SwWJMQA&#10;AADcAAAADwAAAGRycy9kb3ducmV2LnhtbERPS2sCMRC+F/ofwgheiib2sMhqlFoo7UEL9YF4Gzfj&#10;7tLNZEmibvvrm4LgbT6+50znnW3EhXyoHWsYDRUI4sKZmksN283bYAwiRGSDjWPS8EMB5rPHhynm&#10;xl35iy7rWIoUwiFHDVWMbS5lKCqyGIauJU7cyXmLMUFfSuPxmsJtI5+VyqTFmlNDhS29VlR8r89W&#10;w6897D8X+506vhejbPU09hu79Fr3e93LBESkLt7FN/eHSfNVBv/PpAvk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0sFiT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28" o:spid="_x0000_s2126" style="position:absolute;left:13619;top:14124;width:565;height:30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mCzv8UA&#10;AADcAAAADwAAAGRycy9kb3ducmV2LnhtbERPS2sCMRC+F/ofwhS8lJroQWVrlLYg9qCCjyK9jZtx&#10;d+lmsiSprv76piB4m4/vOeNpa2txIh8qxxp6XQWCOHem4kLDbjt7GYEIEdlg7Zg0XCjAdPL4MMbM&#10;uDOv6bSJhUghHDLUUMbYZFKGvCSLoesa4sQdnbcYE/SFNB7PKdzWsq/UQFqsODWU2NBHSfnP5tdq&#10;uNrv/ep9/6UO87w3WD6P/NYuvNadp/btFUSkNt7FN/enSfPVEP6fSRfIy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CYLO/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29" o:spid="_x0000_s2125" style="position:absolute;left:13619;top:1384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/8nzccA&#10;AADcAAAADwAAAGRycy9kb3ducmV2LnhtbESPQWsCMRCF70L/Q5hCL6KJPYisRmkLpT3UgtoivU03&#10;092lm8mSpLr21zsHwdsM78173yxWvW/VgWJqAluYjA0o4jK4hisLH7vn0QxUysgO28Bk4UQJVsub&#10;wQILF468ocM2V0pCOBVooc65K7ROZU0e0zh0xKL9hOgxyxor7SIeJdy3+t6YqfbYsDTU2NFTTeXv&#10;9s9b+Pdf+/fH/af5fikn0/VwFnf+LVp7d9s/zEFl6vPVfLl+dYJvhFaekQn08gw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PP/J83HAAAA3AAAAA8AAAAAAAAAAAAAAAAAmAIAAGRy&#10;cy9kb3ducmV2LnhtbFBLBQYAAAAABAAEAPUAAACM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0" o:spid="_x0000_s2124" style="position:absolute;left:13619;top:1355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LOCVsQA&#10;AADcAAAADwAAAGRycy9kb3ducmV2LnhtbERPTWsCMRC9C/6HMEIvook9iF2NYgulPVRBrYi36Wa6&#10;u7iZLEmqW399UxC8zeN9zmzR2lqcyYfKsYbRUIEgzp2puNDwuXsdTECEiGywdkwafinAYt7tzDAz&#10;7sIbOm9jIVIIhww1lDE2mZQhL8liGLqGOHHfzluMCfpCGo+XFG5r+ajUWFqsODWU2NBLSflp+2M1&#10;XO3xsH4+7NXXWz4ar/oTv7MfXuuHXrucgojUxrv45n43ab56gv9n0gVy/g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yzglb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1" o:spid="_x0000_s2123" style="position:absolute;left:13619;top:1327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iFC9FscA&#10;AADcAAAADwAAAGRycy9kb3ducmV2LnhtbESPQWvCQBCF74X+h2UKXopu4kEkuooWSnuwQrVFeptm&#10;xySYnQ27q6b++s6h0NsM781738yXvWvVhUJsPBvIRxko4tLbhisDH/vn4RRUTMgWW89k4IciLBf3&#10;d3MsrL/yO112qVISwrFAA3VKXaF1LGtyGEe+Ixbt6IPDJGuotA14lXDX6nGWTbTDhqWhxo6eaipP&#10;u7MzcHNfh+368Jl9v5T55O1xGvZuE4wZPPSrGahEffo3/12/WsHPBV+ekQ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IhQvRbHAAAA3AAAAA8AAAAAAAAAAAAAAAAAmAIAAGRy&#10;cy9kb3ducmV2LnhtbFBLBQYAAAAABAAEAPUAAACM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2" o:spid="_x0000_s2122" style="position:absolute;left:14186;top:14124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xwYjcQA&#10;AADcAAAADwAAAGRycy9kb3ducmV2LnhtbERPTWsCMRC9F/wPYYReimbXg8jWKCqUelChahFv0810&#10;d3EzWZJUV399Iwje5vE+ZzxtTS3O5HxlWUHaT0AQ51ZXXCjY7z56IxA+IGusLZOCK3mYTjovY8y0&#10;vfAXnbehEDGEfYYKyhCaTEqfl2TQ921DHLlf6wyGCF0htcNLDDe1HCTJUBqsODaU2NCipPy0/TMK&#10;buZ42MwP38nPZ54O128jtzMrp9Rrt529gwjUhqf44V7qOD9N4f5MvEBO/g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ccGI3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3" o:spid="_x0000_s2121" style="position:absolute;left:14186;top:1384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86G+sUA&#10;AADcAAAADwAAAGRycy9kb3ducmV2LnhtbERPTWvCQBC9C/6HZQQvYjbxIBKzSitIe9CC2iK9TbPT&#10;JDQ7G3ZXTfvr3UKht3m8zynWvWnFlZxvLCvIkhQEcWl1w5WC19N2ugDhA7LG1jIp+CYP69VwUGCu&#10;7Y0PdD2GSsQQ9jkqqEPocil9WZNBn9iOOHKf1hkMEbpKaoe3GG5aOUvTuTTYcGyosaNNTeXX8WIU&#10;/Jj388vj+S39eCqz+X6ycCezc0qNR/3DEkSgPvyL/9zPOs7PZvD7TLx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Xzob6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4" o:spid="_x0000_s2120" style="position:absolute;left:14186;top:1355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IjYcQA&#10;AADcAAAADwAAAGRycy9kb3ducmV2LnhtbERPTWsCMRC9F/ofwhS8FM2ugshqlCqIPWihWhFv42bc&#10;XbqZLEmqq7++EQq9zeN9zmTWmlpcyPnKsoK0l4Agzq2uuFDwtVt2RyB8QNZYWyYFN/Iwmz4/TTDT&#10;9sqfdNmGQsQQ9hkqKENoMil9XpJB37MNceTO1hkMEbpCaofXGG5q2U+SoTRYcWwosaFFSfn39sco&#10;uJvj4WN+2CenVZ4ON68jtzNrp1TnpX0bgwjUhn/xn/tdx/npAB7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HiCI2H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5" o:spid="_x0000_s2119" style="position:absolute;left:14186;top:1327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2u7FcQA&#10;AADcAAAADwAAAGRycy9kb3ducmV2LnhtbERPTWsCMRC9F/ofwhS8FM2uiMhqlCqIPWihWhFv42bc&#10;XbqZLEmqq7++EQq9zeN9zmTWmlpcyPnKsoK0l4Agzq2uuFDwtVt2RyB8QNZYWyYFN/Iwmz4/TTDT&#10;9sqfdNmGQsQQ9hkqKENoMil9XpJB37MNceTO1hkMEbpCaofXGG5q2U+SoTRYcWwosaFFSfn39sco&#10;uJvj4WN+2CenVZ4ON68jtzNrp1TnpX0bgwjUhn/xn/tdx/npAB7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druxX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6" o:spid="_x0000_s2118" style="position:absolute;left:14753;top:14124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CcejsQA&#10;AADcAAAADwAAAGRycy9kb3ducmV2LnhtbERPTWsCMRC9F/ofwhS8FM2uoMhqlCqIPWihWhFv42bc&#10;XbqZLEmqq7++EQq9zeN9zmTWmlpcyPnKsoK0l4Agzq2uuFDwtVt2RyB8QNZYWyYFN/Iwmz4/TTDT&#10;9sqfdNmGQsQQ9hkqKENoMil9XpJB37MNceTO1hkMEbpCaofXGG5q2U+SoTRYcWwosaFFSfn39sco&#10;uJvj4WN+2CenVZ4ON68jtzNrp1TnpX0bgwjUhn/xn/tdx/npAB7PxAvk9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gnHo7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7" o:spid="_x0000_s2117" style="position:absolute;left:14753;top:1384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PWA+cQA&#10;AADcAAAADwAAAGRycy9kb3ducmV2LnhtbERPTWvCQBC9F/wPywi9lLqJhyCpq6hQ6kGFqkV6G7Nj&#10;EszOht2tpv31XUHwNo/3OeNpZxpxIedrywrSQQKCuLC65lLBfvf+OgLhA7LGxjIp+CUP00nvaYy5&#10;tlf+pMs2lCKGsM9RQRVCm0vpi4oM+oFtiSN3ss5giNCVUju8xnDTyGGSZNJgzbGhwpYWFRXn7Y9R&#10;8Ge+D5v54Ss5fhRptn4ZuZ1ZOaWe+93sDUSgLjzEd/dSx/lpBrdn4gVy8g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j1gPn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8" o:spid="_x0000_s2116" style="position:absolute;left:14753;top:1355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7klYsUA&#10;AADcAAAADwAAAGRycy9kb3ducmV2LnhtbERPTWsCMRC9C/0PYQq9iGa3B5XVKG1B9GCFakW8jZtx&#10;d+lmsiRR1/56IxR6m8f7nMmsNbW4kPOVZQVpPwFBnFtdcaHgezvvjUD4gKyxtkwKbuRhNn3qTDDT&#10;9spfdNmEQsQQ9hkqKENoMil9XpJB37cNceRO1hkMEbpCaofXGG5q+ZokA2mw4thQYkMfJeU/m7NR&#10;8GsO+/X7fpccF3k6+OyO3NasnFIvz+3bGESgNvyL/9xLHeenQ3g8Ey+Q0z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HuSVi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39" o:spid="_x0000_s2115" style="position:absolute;left:14753;top:1327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0" o:spid="_x0000_s2114" style="position:absolute;left:16171;top:14124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WoUi8UA&#10;AADcAAAADwAAAGRycy9kb3ducmV2LnhtbERPTWsCMRC9C/0PYQq9iGa3B7GrUdqC6MEK1Yp4Gzfj&#10;7tLNZEmirv31RhB6m8f7nPG0NbU4k/OVZQVpPwFBnFtdcaHgZzPrDUH4gKyxtkwKruRhOnnqjDHT&#10;9sLfdF6HQsQQ9hkqKENoMil9XpJB37cNceSO1hkMEbpCaoeXGG5q+ZokA2mw4thQYkOfJeW/65NR&#10;8Gf2u9XHbpsc5nk6+OoO3cYsnVIvz+37CESgNvyLH+6FjvPTN7g/Ey+Qkx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ZahSL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1" o:spid="_x0000_s2113" style="position:absolute;left:16171;top:1384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jx3q8gA&#10;AADcAAAADwAAAGRycy9kb3ducmV2LnhtbESPT2sCQQzF74V+hyFCL6XO6kFk6yhaEHtoC/4p0lvc&#10;ibuLO5llZqrbfnpzELwlvJf3fpnMOteoM4VYezYw6GegiAtvay4N7LbLlzGomJAtNp7JwB9FmE0f&#10;HyaYW3/hNZ03qVQSwjFHA1VKba51LCpyGPu+JRbt6IPDJGsotQ14kXDX6GGWjbTDmqWhwpbeKipO&#10;m19n4N/97L8W++/ssCoGo8/ncdi6j2DMU6+bv4JK1KW7+Xb9bgV/KPjyjEy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BGPHeryAAAANwAAAAPAAAAAAAAAAAAAAAAAJgCAABk&#10;cnMvZG93bnJldi54bWxQSwUGAAAAAAQABAD1AAAAjQ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2" o:spid="_x0000_s2112" style="position:absolute;left:16171;top:1355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XDSMMUA&#10;AADcAAAADwAAAGRycy9kb3ducmV2LnhtbERPTWvCQBC9C/6HZQQvYjbxIBKzSitIe9CC2iK9TbPT&#10;JDQ7G3ZXTfvr3UKht3m8zynWvWnFlZxvLCvIkhQEcWl1w5WC19N2ugDhA7LG1jIp+CYP69VwUGCu&#10;7Y0PdD2GSsQQ9jkqqEPocil9WZNBn9iOOHKf1hkMEbpKaoe3GG5aOUvTuTTYcGyosaNNTeXX8WIU&#10;/Jj388vj+S39eCqz+X6ycCezc0qNR/3DEkSgPvyL/9zPOs6fZfD7TLx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pcNIw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3" o:spid="_x0000_s2111" style="position:absolute;left:16171;top:1327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aJMR8QA&#10;AADcAAAADwAAAGRycy9kb3ducmV2LnhtbERPTWsCMRC9C/6HMIIX0ax7EFmNYgXRQ1tQW8TbuBl3&#10;l24mSxJ1219vCoXe5vE+Z75sTS3u5HxlWcF4lIAgzq2uuFDwcdwMpyB8QNZYWyYF3+Rhueh25php&#10;++A93Q+hEDGEfYYKyhCaTEqfl2TQj2xDHLmrdQZDhK6Q2uEjhptapkkykQYrjg0lNrQuKf863IyC&#10;H3M+vb+cPpPLNh9P3gZTdzSvTql+r13NQARqw7/4z73TcX6awu8z8QK5eAI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miTEfEAAAA3AAAAA8AAAAAAAAAAAAAAAAAmAIAAGRycy9k&#10;b3ducmV2LnhtbFBLBQYAAAAABAAEAPUAAACJAwAAAAA=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4" o:spid="_x0000_s2110" style="position:absolute;left:16171;top:15819;width:565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u7p3MUA&#10;AADcAAAADwAAAGRycy9kb3ducmV2LnhtbERPTWvCQBC9F/oflil4KXWjgkh0E1pB9KAFtSK9TbPT&#10;JDQ7G3ZXjf76rlDobR7vc2Z5ZxpxJudrywoG/QQEcWF1zaWCj/3iZQLCB2SNjWVScCUPefb4MMNU&#10;2wtv6bwLpYgh7FNUUIXQplL6oiKDvm9b4sh9W2cwROhKqR1eYrhp5DBJxtJgzbGhwpbmFRU/u5NR&#10;cDOfx/e34yH5WhaD8eZ54vZm7ZTqPXWvUxCBuvAv/nOvdJw/HMH9mXiB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27unc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5" o:spid="_x0000_s2109" style="position:absolute;left:16171;top:15537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QdxqMUA&#10;AADcAAAADwAAAGRycy9kb3ducmV2LnhtbERPTWvCQBC9F/oflil4KXWjiEh0E1pB9KAFtSK9TbPT&#10;JDQ7G3ZXjf76rlDobR7vc2Z5ZxpxJudrywoG/QQEcWF1zaWCj/3iZQLCB2SNjWVScCUPefb4MMNU&#10;2wtv6bwLpYgh7FNUUIXQplL6oiKDvm9b4sh9W2cwROhKqR1eYrhp5DBJxtJgzbGhwpbmFRU/u5NR&#10;cDOfx/e34yH5WhaD8eZ54vZm7ZTqPXWvUxCBuvAv/nOvdJw/HMH9mXiB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5B3Go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6" o:spid="_x0000_s2108" style="position:absolute;left:16171;top:15254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kvUM8UA&#10;AADcAAAADwAAAGRycy9kb3ducmV2LnhtbERPTWvCQBC9F/oflil4KXWjoEh0E1pB9KAFtSK9TbPT&#10;JDQ7G3ZXjf76rlDobR7vc2Z5ZxpxJudrywoG/QQEcWF1zaWCj/3iZQLCB2SNjWVScCUPefb4MMNU&#10;2wtv6bwLpYgh7FNUUIXQplL6oiKDvm9b4sh9W2cwROhKqR1eYrhp5DBJxtJgzbGhwpbmFRU/u5NR&#10;cDOfx/e34yH5WhaD8eZ54vZm7ZTqPXWvUxCBuvAv/nOvdJw/HMH9mXiBzH4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WS9Qz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7" o:spid="_x0000_s2107" style="position:absolute;left:16171;top:14972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pplKRMUA&#10;AADcAAAADwAAAGRycy9kb3ducmV2LnhtbERPTWvCQBC9C/6HZQQvYjZ6CBKzii2U9tAW1BbxNmbH&#10;JDQ7G3ZXTfvr3UKht3m8zynWvWnFlZxvLCuYJSkI4tLqhisFH/un6QKED8gaW8uk4Js8rFfDQYG5&#10;tjfe0nUXKhFD2OeooA6hy6X0ZU0GfWI74sidrTMYInSV1A5vMdy0cp6mmTTYcGyosaPHmsqv3cUo&#10;+DHHw/vD4TM9PZez7G2ycHvz6pQaj/rNEkSgPvyL/9wvOs6fZ/D7TLxAru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mmUpE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rect id="Rectangle 748" o:spid="_x0000_s2106" style="position:absolute;left:16171;top:14689;width:566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dXv38UA&#10;AADcAAAADwAAAGRycy9kb3ducmV2LnhtbERPTWvCQBC9F/wPywi9lLrRg5XoJmihtAdbUCvS2zQ7&#10;JsHsbNjdauyvdwXB2zze58zyzjTiSM7XlhUMBwkI4sLqmksF35u35wkIH5A1NpZJwZk85FnvYYap&#10;tide0XEdShFD2KeooAqhTaX0RUUG/cC2xJHbW2cwROhKqR2eYrhp5ChJxtJgzbGhwpZeKyoO6z+j&#10;4N/87L4Wu23y+14Mx59PE7cxS6fUY7+bT0EE6sJdfHN/6Dh/9ALXZ+IFMrs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J1e/fxQAAANwAAAAPAAAAAAAAAAAAAAAAAJgCAABkcnMv&#10;ZG93bnJldi54bWxQSwUGAAAAAAQABAD1AAAAig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  <w:r>
                    <w:t>20.12</w:t>
                  </w:r>
                </w:p>
              </w:txbxContent>
            </v:textbox>
          </v:rect>
          <v:rect id="Rectangle 749" o:spid="_x0000_s2105" style="position:absolute;left:16171;top:16102;width:565;height:25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" filled="f" stroked="f" strokeweight="1.5pt">
            <v:textbox inset=".2mm,.2mm,.2mm,.2mm">
              <w:txbxContent>
                <w:p w:rsidR="005A5071" w:rsidRDefault="005A5071">
                  <w:pPr>
                    <w:pStyle w:val="a6"/>
                  </w:pPr>
                </w:p>
              </w:txbxContent>
            </v:textbox>
          </v:rect>
          <v:shape id="Text Box 664" o:spid="_x0000_s2104" type="#_x0000_t202" style="position:absolute;left:454;top:11621;width:227;height:1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CPldr8A&#10;AADcAAAADwAAAGRycy9kb3ducmV2LnhtbERPTYvCMBC9C/6HMAteRFNFxe0apQiKV1sPHodmbMs2&#10;k9LEWv+9EQRv83ifs9n1phYdta6yrGA2jUAQ51ZXXCi4ZIfJGoTzyBpry6TgSQ522+Fgg7G2Dz5T&#10;l/pChBB2MSoovW9iKV1ekkE3tQ1x4G62NegDbAupW3yEcFPLeRStpMGKQ0OJDe1Lyv/Tu1HQL216&#10;alyWrHB2S8edvx6TbKHU6KdP/kB46v1X/HGfdJg//4X3M+ECuX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gI+V2vwAAANwAAAAPAAAAAAAAAAAAAAAAAJgCAABkcnMvZG93bnJl&#10;di54bWxQSwUGAAAAAAQABAD1AAAAhAMAAAAA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Взам. инв. №</w:t>
                  </w:r>
                </w:p>
              </w:txbxContent>
            </v:textbox>
          </v:shape>
          <v:line id="Line 659" o:spid="_x0000_s2103" style="position:absolute;flip:x;visibility:visible" from="454,15015" to="1134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8QEcscAAADcAAAADwAAAGRycy9kb3ducmV2LnhtbESPT2vDMAzF74N9B6NBL6N1msAYad2y&#10;f4Wy27pB6U3EShwWy1nsNek+/XQY7Cbxnt77ab2dfKfONMQ2sIHlIgNFXAXbcmPg4303vwcVE7LF&#10;LjAZuFCE7eb6ao2lDSO/0fmQGiUhHEs04FLqS61j5chjXISeWLQ6DB6TrEOj7YCjhPtO51l2pz22&#10;LA0Oe3pyVH0evr2Boj693H4Vz8s8b7PX2v2M1eOxMWZ2Mz2sQCWa0r/573pvBb8QfHlGJtCbX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/xARyxwAAANwAAAAPAAAAAAAA&#10;AAAAAAAAAKECAABkcnMvZG93bnJldi54bWxQSwUGAAAAAAQABAD5AAAAlQMAAAAA&#10;" strokeweight="1.5pt">
            <v:stroke startarrowwidth="narrow" startarrowlength="short" endarrowwidth="narrow" endarrowlength="short"/>
          </v:line>
          <v:line id="Line 660" o:spid="_x0000_s2102" style="position:absolute;flip:x;visibility:visible" from="454,12982" to="1134,12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Iih6cQAAADcAAAADwAAAGRycy9kb3ducmV2LnhtbERPS0vDQBC+C/0Pywi9iN08QErsttiH&#10;IL3ZCuJtyE6ywexsmt020V/fFYTe5uN7zmI12lZcqPeNYwXpLAFBXDrdcK3g4/j6OAfhA7LG1jEp&#10;+CEPq+XkboGFdgO/0+UQahFD2BeowITQFVL60pBFP3MdceQq11sMEfa11D0OMdy2MkuSJ2mx4dhg&#10;sKONofL7cLYK8upr93DKt2mWNcm+Mr9Duf6slZrejy/PIAKN4Sb+d7/pOD9P4e+ZeIFcX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QiKHpxAAAANwAAAAPAAAAAAAAAAAA&#10;AAAAAKECAABkcnMvZG93bnJldi54bWxQSwUGAAAAAAQABAD5AAAAkgMAAAAA&#10;" strokeweight="1.5pt">
            <v:stroke startarrowwidth="narrow" startarrowlength="short" endarrowwidth="narrow" endarrowlength="short"/>
          </v:line>
          <v:shape id="Text Box 661" o:spid="_x0000_s2101" type="#_x0000_t202" style="position:absolute;left:454;top:15080;width:227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17h2sEA&#10;AADcAAAADwAAAGRycy9kb3ducmV2LnhtbERPS2uDQBC+F/Iflin0Upo1tg3BuIoUGrxWe+hxcMcH&#10;dWfF3Rj777OFQG7z8T0nzVczioVmN1hWsNtGIIgbqwfuFHzXny8HEM4jaxwtk4I/cpBnm4cUE20v&#10;/EVL5TsRQtglqKD3fkqkdE1PBt3WTsSBa+1s0Ac4d1LPeAnhZpRxFO2lwYFDQ48TffTU/FZno2B9&#10;t1U5ubrY466tnhf/cyrqN6WeHtfiCMLT6u/im7vUYf5rDP/PhAtk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te4drBAAAA3A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Инв. № подл.</w:t>
                  </w:r>
                </w:p>
              </w:txbxContent>
            </v:textbox>
          </v:shape>
          <v:shape id="Text Box 662" o:spid="_x0000_s2100" type="#_x0000_t202" style="position:absolute;left:454;top:13039;width:227;height:18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BJEQcEA&#10;AADcAAAADwAAAGRycy9kb3ducmV2LnhtbERPS2uDQBC+F/Iflin0Upo1tQ3BuIoUWrxWe+hxcMcH&#10;dWfF3Rjz77OFQG7z8T0nzVczioVmN1hWsNtGIIgbqwfuFPzUny8HEM4jaxwtk4ILOcizzUOKibZn&#10;/qal8p0IIewSVNB7PyVSuqYng25rJ+LAtXY26AOcO6lnPIdwM8rXKNpLgwOHhh4n+uip+atORsH6&#10;bqtycnWxx11bPS/+96uo35R6elyLIwhPq7+Lb+5Sh/lxDP/PhAtkdg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QSREHBAAAA3A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Подп. и дата</w:t>
                  </w:r>
                </w:p>
              </w:txbxContent>
            </v:textbox>
          </v:shape>
          <v:rect id="Rectangle 663" o:spid="_x0000_s2099" style="position:absolute;left:454;top:11564;width:680;height:4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h8aKcMA&#10;AADcAAAADwAAAGRycy9kb3ducmV2LnhtbERPTWsCMRC9F/wPYYReima1IrIaRYSC0IJ0q6C3IRl3&#10;FzeTbZLq+u8bodDbPN7nLFadbcSVfKgdKxgNMxDE2pmaSwX7r7fBDESIyAYbx6TgTgFWy97TAnPj&#10;bvxJ1yKWIoVwyFFBFWObSxl0RRbD0LXEiTs7bzEm6EtpPN5SuG3kOMum0mLNqaHCljYV6UvxYxW8&#10;TKbWHI7fd38q3o+H3UyvP4JW6rnfrecgInXxX/zn3po0/3UCj2fSBXL5C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Bh8aKcMAAADcAAAADwAAAAAAAAAAAAAAAACYAgAAZHJzL2Rv&#10;d25yZXYueG1sUEsFBgAAAAAEAAQA9QAAAIgDAAAAAA==&#10;" filled="f" strokeweight="1.5pt"/>
          <v:shape id="Text Box 751" o:spid="_x0000_s2098" type="#_x0000_t202" style="position:absolute;left:818;top:15062;width:25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Ld5rsEA&#10;AADcAAAADwAAAGRycy9kb3ducmV2LnhtbERPTWuDQBC9B/IflgnkEpo1TZViswlSaPBazSHHwZ2o&#10;1J0Vd6vm32cDhd7m8T7ncJpNJ0YaXGtZwW4bgSCurG65VnApv17eQTiPrLGzTAru5OB0XC4OmGo7&#10;8TeNha9FCGGXooLG+z6V0lUNGXRb2xMH7mYHgz7AoZZ6wCmEm06+RlEiDbYcGhrs6bOh6qf4NQrm&#10;2BZ578oswd2t2Iz+es7KN6XWqzn7AOFp9v/iP3euw/x9DM9nwgXy+A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S3ea7BAAAA3A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shape id="Text Box 752" o:spid="_x0000_s2097" type="#_x0000_t202" style="position:absolute;left:818;top:13069;width:255;height:18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GXn2cEA&#10;AADcAAAADwAAAGRycy9kb3ducmV2LnhtbERPTWvCQBC9F/wPywheSt2kraFEVwlCi9cmHjwO2TEb&#10;zM6G7JrEf98tFHqbx/uc3WG2nRhp8K1jBek6AUFcO91yo+Bcfb58gPABWWPnmBQ8yMNhv3jaYa7d&#10;xN80lqERMYR9jgpMCH0upa8NWfRr1xNH7uoGiyHCoZF6wCmG206+JkkmLbYcGwz2dDRU38q7VTBv&#10;XHnqfVVkmF7L5zFcvorqXanVci62IALN4V/85z7pOP8tg99n4gVy/w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BRl59nBAAAA3A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shape id="Text Box 753" o:spid="_x0000_s2096" type="#_x0000_t202" style="position:absolute;left:810;top:11643;width:255;height:1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ylCQsEA&#10;AADcAAAADwAAAGRycy9kb3ducmV2LnhtbERPyWrDMBC9F/IPYgK5lFp22iw4UYwppORaO4ceB2u8&#10;EGtkLNVx/r4qFHqbx1vnmM2mFxONrrOsIIliEMSV1R03Cq7l+WUPwnlkjb1lUvAgB9lp8XTEVNs7&#10;f9JU+EaEEHYpKmi9H1IpXdWSQRfZgThwtR0N+gDHRuoR7yHc9HIdx1tpsOPQ0OJA7y1Vt+LbKJg3&#10;trgMrsy3mNTF8+S/PvLyTanVcs4PIDzN/l/8577oMP91B7/PhAvk6Q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pQkLBAAAA3A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line id="Line 754" o:spid="_x0000_s2095" style="position:absolute;visibility:visible" from="737,11564" to="737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K8j8YAAADcAAAADwAAAGRycy9kb3ducmV2LnhtbESPQUsDQQyF70L/wxDBi9jZKoyydlpK&#10;QRAEwVrxGnfi7tKdzHYnbbf+enMQvCW8l/e+zJdj7MyRhtwm9jCbFmCIqxRarj1s359uHsBkQQ7Y&#10;JSYPZ8qwXEwu5liGdOI3Om6kNhrCuUQPjUhfWpurhiLmaeqJVftOQ0TRdahtGPCk4bGzt0XhbMSW&#10;taHBntYNVbvNIXr4wJ9azi9f168752T7uXeH9b3z/upyXD2CERrl3/x3/RwU/05p9RmdwC5+AQ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C/ivI/GAAAA3AAAAA8AAAAAAAAA&#10;AAAAAAAAoQIAAGRycy9kb3ducmV2LnhtbFBLBQYAAAAABAAEAPkAAACUAwAAAAA=&#10;" strokeweight="1.5pt">
            <v:stroke startarrowwidth="narrow" startarrowlength="short" endarrowwidth="narrow" endarrowlength="short"/>
          </v:line>
        </v:group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A5071" w:rsidRDefault="005A5071" w:rsidP="004515AD">
    <w:pPr>
      <w:pStyle w:val="a4"/>
      <w:rPr>
        <w:sz w:val="2"/>
      </w:rPr>
    </w:pPr>
    <w:r w:rsidRPr="00AC259B">
      <w:rPr>
        <w:noProof/>
        <w:sz w:val="20"/>
      </w:rPr>
      <w:pict>
        <v:group id="Group 990" o:spid="_x0000_s2049" style="position:absolute;left:0;text-align:left;margin-left:-34.05pt;margin-top:1.4pt;width:1153.75pt;height:811.7pt;z-index:-251658240" coordorigin="454,340" coordsize="23075,1623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">
          <v:shapetype id="_x0000_t202" coordsize="21600,21600" o:spt="202" path="m,l,21600r21600,l21600,xe">
            <v:stroke joinstyle="miter"/>
            <v:path gradientshapeok="t" o:connecttype="rect"/>
          </v:shapetype>
          <v:shape id="Text Box 862" o:spid="_x0000_s2093" type="#_x0000_t202" style="position:absolute;left:20735;top:16384;width:766;height:190;visibility:visible;mso-wrap-style:non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kjQasIA&#10;AADaAAAADwAAAGRycy9kb3ducmV2LnhtbESPQYvCMBSE7wv7H8ITvK2pPehuNYqrCKLswa4/4NE8&#10;22LzUptoq7/eCILHYWa+YabzzlTiSo0rLSsYDiIQxJnVJecKDv/rr28QziNrrCyTghs5mM8+P6aY&#10;aNvynq6pz0WAsEtQQeF9nUjpsoIMuoGtiYN3tI1BH2STS91gG+CmknEUjaTBksNCgTUtC8pO6cUo&#10;6PZtXe1W29Xv+JafXfz3Q/eDV6rf6xYTEJ46/w6/2hutIIbnlXAD5O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KSNBqwgAAANoAAAAPAAAAAAAAAAAAAAAAAJgCAABkcnMvZG93&#10;bnJldi54bWxQSwUGAAAAAAQABAD1AAAAhwMAAAAA&#10;" stroked="f" strokeweight="1.5pt">
            <v:stroke startarrowwidth="narrow" startarrowlength="short" endarrowwidth="narrow" endarrowlength="short"/>
            <v:textbox style="mso-fit-shape-to-text:t" inset="0,0,0,0">
              <w:txbxContent>
                <w:p w:rsidR="005A5071" w:rsidRPr="00C83138" w:rsidRDefault="005A5071">
                  <w:pPr>
                    <w:rPr>
                      <w:sz w:val="16"/>
                      <w:szCs w:val="16"/>
                    </w:rPr>
                  </w:pPr>
                  <w:r w:rsidRPr="00C83138">
                    <w:rPr>
                      <w:sz w:val="16"/>
                      <w:szCs w:val="16"/>
                    </w:rPr>
                    <w:t>Формат А3</w:t>
                  </w:r>
                </w:p>
              </w:txbxContent>
            </v:textbox>
          </v:shape>
          <v:shape id="Text Box 864" o:spid="_x0000_s2092" type="#_x0000_t202" style="position:absolute;left:22956;top:346;width:567;height:39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smtCMMA&#10;AADaAAAADwAAAGRycy9kb3ducmV2LnhtbESPQWvCQBSE70L/w/IK3nS3WkRSV5GCKAgFjZfentln&#10;Ept9m2bXGP+9Kwgeh5n5hpktOluJlhpfOtbwMVQgiDNnSs41HNLVYArCB2SDlWPScCMPi/lbb4aJ&#10;cVfeUbsPuYgQ9glqKEKoEyl9VpBFP3Q1cfROrrEYomxyaRq8Rrit5EipibRYclwosKbvgrK//cVG&#10;yjhM17la/h+36qf9Tcvz53GXat1/75ZfIAJ14RV+tjdGwxgeV+INkPM7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HsmtCMMAAADaAAAADwAAAAAAAAAAAAAAAACYAgAAZHJzL2Rv&#10;d25yZXYueG1sUEsFBgAAAAAEAAQA9QAAAIgDAAAAAA==&#10;" strokeweight="1.5pt">
            <v:stroke startarrowwidth="narrow" startarrowlength="short" endarrowwidth="narrow" endarrowlength="short"/>
            <v:textbox inset="0,.3mm,0,0">
              <w:txbxContent>
                <w:p w:rsidR="005A5071" w:rsidRPr="00E105F2" w:rsidRDefault="005A5071" w:rsidP="00057E07">
                  <w:pPr>
                    <w:jc w:val="center"/>
                    <w:rPr>
                      <w:sz w:val="24"/>
                    </w:rPr>
                  </w:pPr>
                </w:p>
              </w:txbxContent>
            </v:textbox>
          </v:shape>
          <v:rect id="Rectangle 865" o:spid="_x0000_s2091" style="position:absolute;left:1134;top:340;width:22391;height:16042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ai5jsMA&#10;AADaAAAADwAAAGRycy9kb3ducmV2LnhtbESPQWsCMRSE7wX/Q3hCL0WzFRFZjSJCQbBQuiro7ZE8&#10;dxc3L2sSdf33TaHQ4zAz3zDzZWcbcScfascK3ocZCGLtTM2lgv3uYzAFESKywcYxKXhSgOWi9zLH&#10;3LgHf9O9iKVIEA45KqhibHMpg67IYhi6ljh5Z+ctxiR9KY3HR4LbRo6ybCIt1pwWKmxpXZG+FDer&#10;4G08seZwvD79qdgeD19TvfoMWqnXfreagYjUxf/wX3tjFIzh90q6AXLxA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rai5jsMAAADaAAAADwAAAAAAAAAAAAAAAACYAgAAZHJzL2Rv&#10;d25yZXYueG1sUEsFBgAAAAAEAAQA9QAAAIgDAAAAAA==&#10;" filled="f" strokeweight="1.5pt"/>
          <v:shape id="Text Box 947" o:spid="_x0000_s2090" type="#_x0000_t202" style="position:absolute;left:454;top:11621;width:227;height:1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Oq/msEA&#10;AADaAAAADwAAAGRycy9kb3ducmV2LnhtbESPQWuDQBSE74X8h+UVeinNmtJIsK5BCi1eoznk+HBf&#10;XKn7VtyN2n/fLQR6HGbmGyY/rnYQM02+d6xgt01AELdO99wpODefLwcQPiBrHByTgh/ycCw2Dzlm&#10;2i18orkOnYgQ9hkqMCGMmZS+NWTRb91IHL2rmyyGKKdO6gmXCLeDfE2SVFrsOS4YHOnDUPtd36yC&#10;de/qavRNmeLuWj/P4fJVNm9KPT2u5TuIQGv4D9/blVawh78r8QbI4hc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zqv5rBAAAA2gAAAA8AAAAAAAAAAAAAAAAAmAIAAGRycy9kb3du&#10;cmV2LnhtbFBLBQYAAAAABAAEAPUAAACGAwAAAAA=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Взам. инв. №</w:t>
                  </w:r>
                </w:p>
              </w:txbxContent>
            </v:textbox>
          </v:shape>
          <v:line id="Line 948" o:spid="_x0000_s2089" style="position:absolute;flip:x;visibility:visible" from="454,15015" to="1134,1501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4ShpMUAAADaAAAADwAAAGRycy9kb3ducmV2LnhtbESPT2vCQBTE7wW/w/KEXorZGEEkuor2&#10;D5TetIJ4e2RfssHs25jdmrSfvlsQehxm5jfMajPYRtyo87VjBdMkBUFcOF1zpeD4+TZZgPABWWPj&#10;mBR8k4fNevSwwly7nvd0O4RKRAj7HBWYENpcSl8YsugT1xJHr3SdxRBlV0ndYR/htpFZms6lxZrj&#10;gsGWng0Vl8OXVTArz69P19nLNMvq9KM0P32xO1VKPY6H7RJEoCH8h+/td61gDn9X4g2Q6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4ShpMUAAADa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949" o:spid="_x0000_s2088" style="position:absolute;flip:x;visibility:visible" from="454,12982" to="1134,129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MgEP8QAAADaAAAADwAAAGRycy9kb3ducmV2LnhtbESPT2vCQBTE74LfYXlCL1I3RqgldRX7&#10;D8SbWii9PbIv2WD2bZrdmuind4WCx2FmfsMsVr2txYlaXzlWMJ0kIIhzpysuFXwdPh+fQfiArLF2&#10;TArO5GG1HA4WmGnX8Y5O+1CKCGGfoQITQpNJ6XNDFv3ENcTRK1xrMUTZllK32EW4rWWaJE/SYsVx&#10;wWBDb4by4/7PKpgVPx/j39n7NE2rZFuYS5e/fpdKPYz69QuIQH24h//bG61gDrcr8QbI5R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YyAQ/xAAAANoAAAAPAAAAAAAAAAAA&#10;AAAAAKECAABkcnMvZG93bnJldi54bWxQSwUGAAAAAAQABAD5AAAAkgMAAAAA&#10;" strokeweight="1.5pt">
            <v:stroke startarrowwidth="narrow" startarrowlength="short" endarrowwidth="narrow" endarrowlength="short"/>
          </v:line>
          <v:shape id="Text Box 950" o:spid="_x0000_s2087" type="#_x0000_t202" style="position:absolute;left:454;top:15080;width:227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Инв. № подл.</w:t>
                  </w:r>
                </w:p>
              </w:txbxContent>
            </v:textbox>
          </v:shape>
          <v:shape id="Text Box 951" o:spid="_x0000_s2086" type="#_x0000_t202" style="position:absolute;left:454;top:13039;width:227;height:18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ae1n8IA&#10;AADaAAAADwAAAGRycy9kb3ducmV2LnhtbESPQWvCQBSE7wX/w/IEL6VuUlqx0U0IQsVrEw8eH9ln&#10;Esy+Ddk1if/eLRR6HGbmG2afzaYTIw2utawgXkcgiCurW64VnMvvty0I55E1dpZJwYMcZOniZY+J&#10;thP/0Fj4WgQIuwQVNN73iZSuasigW9ueOHhXOxj0QQ611ANOAW46+R5FG2mw5bDQYE+HhqpbcTcK&#10;5k9bnHpX5huMr8Xr6C/HvPxQarWc8x0IT7P/D/+1T1rBF/xeCTdApk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tp7WfwgAAANoAAAAPAAAAAAAAAAAAAAAAAJgCAABkcnMvZG93&#10;bnJldi54bWxQSwUGAAAAAAQABAD1AAAAhwMAAAAA&#10;" stroked="f">
            <v:textbox style="layout-flow:vertical;mso-layout-flow-alt:bottom-to-top" inset="0,0,0,0">
              <w:txbxContent>
                <w:p w:rsidR="005A5071" w:rsidRDefault="005A5071">
                  <w:pPr>
                    <w:pStyle w:val="a6"/>
                  </w:pPr>
                  <w:r>
                    <w:t>Подп. и дата</w:t>
                  </w:r>
                </w:p>
              </w:txbxContent>
            </v:textbox>
          </v:shape>
          <v:rect id="Rectangle 952" o:spid="_x0000_s2085" style="position:absolute;left:454;top:11564;width:680;height:481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U39N8YA&#10;AADbAAAADwAAAGRycy9kb3ducmV2LnhtbESPQUsDMRCF7wX/QxjBS7HZFinL2rQUoSBUELcW6m1I&#10;xt3FzWRNYrv9985B8DbDe/PeN6vN6Ht1ppi6wAbmswIUsQ2u48bA+2F3X4JKGdlhH5gMXCnBZn0z&#10;WWHlwoXf6FznRkkIpwoNtDkPldbJtuQxzcJALNpniB6zrLHRLuJFwn2vF0Wx1B47loYWB3pqyX7V&#10;P97A9GHp3fH0fY0f9f50fC3t9iVZY+5ux+0jqExj/jf/XT87wRd6+UUG0Otf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XU39N8YAAADbAAAADwAAAAAAAAAAAAAAAACYAgAAZHJz&#10;L2Rvd25yZXYueG1sUEsFBgAAAAAEAAQA9QAAAIsDAAAAAA==&#10;" filled="f" strokeweight="1.5pt"/>
          <v:shape id="Text Box 953" o:spid="_x0000_s2084" type="#_x0000_t202" style="position:absolute;left:818;top:15062;width:255;height:12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Y+7dBr8A&#10;AADbAAAADwAAAGRycy9kb3ducmV2LnhtbERPTYvCMBC9C/sfwizsRWxacUW6jVIExautB49DM7Zl&#10;m0lpYq3/fiMIe5vH+5xsN5lOjDS41rKCJIpBEFdWt1wruJSHxQaE88gaO8uk4EkOdtuPWYaptg8+&#10;01j4WoQQdikqaLzvUyld1ZBBF9meOHA3Oxj0AQ611AM+Qrjp5DKO19Jgy6GhwZ72DVW/xd0omL5t&#10;cepdma8xuRXz0V+PeblS6utzyn9AeJr8v/jtPukwP4HXL+EAuf0D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Bj7t0GvwAAANsAAAAPAAAAAAAAAAAAAAAAAJgCAABkcnMvZG93bnJl&#10;di54bWxQSwUGAAAAAAQABAD1AAAAhAMAAAAA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shape id="Text Box 954" o:spid="_x0000_s2083" type="#_x0000_t202" style="position:absolute;left:818;top:13069;width:255;height:1871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zxDccAA&#10;AADbAAAADwAAAGRycy9kb3ducmV2LnhtbERPS2vCQBC+F/oflhF6Kc0m0gZJXUMQFK9NPHgcspMH&#10;ZmdDdhvjv+8KQm/z8T1nmy9mEDNNrresIIliEMS11T23Cs7V4WMDwnlkjYNlUnAnB/nu9WWLmbY3&#10;/qG59K0IIewyVNB5P2ZSurojgy6yI3HgGjsZ9AFOrdQT3kK4GeQ6jlNpsOfQ0OFI+47qa/lrFCxf&#10;tjyNripSTJryffaXY1F9KvW2WopvEJ4W/y9+uk86zF/D45dwgNz9AQ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kzxDccAAAADbAAAADwAAAAAAAAAAAAAAAACYAgAAZHJzL2Rvd25y&#10;ZXYueG1sUEsFBgAAAAAEAAQA9QAAAIUDAAAAAA==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shape id="Text Box 955" o:spid="_x0000_s2082" type="#_x0000_t202" style="position:absolute;left:810;top:11643;width:255;height:1267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/HDm6r8A&#10;AADbAAAADwAAAGRycy9kb3ducmV2LnhtbERPS4vCMBC+C/6HMMJeZE19stRGKQsuXm09eBya6QOb&#10;SWmytfvvN4LgbT6+5yTH0bRioN41lhUsFxEI4sLqhisF1/z0+QXCeWSNrWVS8EcOjofpJMFY2wdf&#10;aMh8JUIIuxgV1N53sZSuqMmgW9iOOHCl7Q36APtK6h4fIdy0chVFO2mw4dBQY0ffNRX37NcoGLc2&#10;O3cuT3e4LLP54G8/ab5R6mM2pnsQnkb/Fr/cZx3mr+H5SzhAHv4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8cObqvwAAANsAAAAPAAAAAAAAAAAAAAAAAJgCAABkcnMvZG93bnJl&#10;di54bWxQSwUGAAAAAAQABAD1AAAAhAMAAAAA&#10;" stroked="f">
            <v:textbox style="layout-flow:vertical;mso-layout-flow-alt:bottom-to-top" inset="0,0,0,0">
              <w:txbxContent>
                <w:p w:rsidR="005A5071" w:rsidRPr="007575EA" w:rsidRDefault="005A5071" w:rsidP="007575EA"/>
              </w:txbxContent>
            </v:textbox>
          </v:shape>
          <v:line id="Line 956" o:spid="_x0000_s2081" style="position:absolute;visibility:visible" from="737,11564" to="737,163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KpLJMMAAADbAAAADwAAAGRycy9kb3ducmV2LnhtbERP22rCQBB9L/Qflin0peimUrYSXaUI&#10;BaFQ8FJ8HbNjEszOptlRY7++KxT6Nodznem89406UxfrwBaehxko4iK4mksL2837YAwqCrLDJjBZ&#10;uFKE+ez+boq5Cxde0XktpUohHHO0UIm0udaxqMhjHIaWOHGH0HmUBLtSuw4vKdw3epRlRnusOTVU&#10;2NKiouK4PnkLX/hTyvVj//R5NEa2u29zWrwaax8f+rcJKKFe/sV/7qVL81/g9ks6QM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ECqSyTDAAAA2wAAAA8AAAAAAAAAAAAA&#10;AAAAoQIAAGRycy9kb3ducmV2LnhtbFBLBQYAAAAABAAEAPkAAACRAwAAAAA=&#10;" strokeweight="1.5pt">
            <v:stroke startarrowwidth="narrow" startarrowlength="short" endarrowwidth="narrow" endarrowlength="short"/>
          </v:line>
          <v:line id="Line 958" o:spid="_x0000_s2080" style="position:absolute;visibility:visible" from="13041,15548" to="23529,1554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+buv8MAAADbAAAADwAAAGRycy9kb3ducmV2LnhtbERP22rCQBB9L/Qflin0peimQrcSXaUI&#10;BaFQ8FJ8HbNjEszOptlRY7++KxT6Nodznem89406UxfrwBaehxko4iK4mksL2837YAwqCrLDJjBZ&#10;uFKE+ez+boq5Cxde0XktpUohHHO0UIm0udaxqMhjHIaWOHGH0HmUBLtSuw4vKdw3epRlRnusOTVU&#10;2NKiouK4PnkLX/hTyvVj//R5NEa2u29zWrwaax8f+rcJKKFe/sV/7qVL81/g9ks6QM9+A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/m7r/DAAAA2wAAAA8AAAAAAAAAAAAA&#10;AAAAoQIAAGRycy9kb3ducmV2LnhtbFBLBQYAAAAABAAEAPkAAACRAwAAAAA=&#10;" strokeweight="1.5pt">
            <v:stroke startarrowwidth="narrow" startarrowlength="short" endarrowwidth="narrow" endarrowlength="short"/>
          </v:line>
          <v:rect id="Rectangle 959" o:spid="_x0000_s2079" style="position:absolute;left:16812;top:15617;width:6053;height:705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x1olMIA&#10;AADbAAAADwAAAGRycy9kb3ducmV2LnhtbERPS2sCMRC+F/ofwhS81WwVrGyNIgXBg5T6QOpt2Ex3&#10;UzeTNYm6+usbQfA2H99zRpPW1uJEPhjHCt66GQjiwmnDpYLNevY6BBEissbaMSm4UIDJ+PlphLl2&#10;Z17SaRVLkUI45KigirHJpQxFRRZD1zXEift13mJM0JdSezyncFvLXpYNpEXDqaHChj4rKvaro1Xw&#10;vu0f/ja7H/9d4pqv2y+z8wujVOelnX6AiNTGh/junus0fwC3X9IBcvwP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fHWiUwgAAANsAAAAPAAAAAAAAAAAAAAAAAJgCAABkcnMvZG93&#10;bnJldi54bWxQSwUGAAAAAAQABAD1AAAAhwMAAAAA&#10;" filled="f" stroked="f" strokeweight="1.5pt">
            <v:textbox inset="0,3mm,0,0">
              <w:txbxContent>
                <w:p w:rsidR="005A5071" w:rsidRPr="002F7851" w:rsidRDefault="005A5071" w:rsidP="00CE481C">
                  <w:pPr>
                    <w:spacing w:line="216" w:lineRule="auto"/>
                    <w:jc w:val="center"/>
                    <w:rPr>
                      <w:b/>
                      <w:sz w:val="32"/>
                      <w:szCs w:val="32"/>
                    </w:rPr>
                  </w:pPr>
                  <w:r w:rsidRPr="00D83716">
                    <w:rPr>
                      <w:b/>
                      <w:szCs w:val="20"/>
                    </w:rPr>
                    <w:t>211</w:t>
                  </w:r>
                  <w:r>
                    <w:rPr>
                      <w:b/>
                      <w:szCs w:val="20"/>
                    </w:rPr>
                    <w:t>6</w:t>
                  </w:r>
                  <w:r w:rsidRPr="00D83716">
                    <w:rPr>
                      <w:b/>
                      <w:szCs w:val="20"/>
                    </w:rPr>
                    <w:t>-ИОС</w:t>
                  </w:r>
                  <w:r>
                    <w:rPr>
                      <w:b/>
                      <w:szCs w:val="20"/>
                    </w:rPr>
                    <w:t>7-ТХ.СО</w:t>
                  </w:r>
                </w:p>
                <w:p w:rsidR="005A5071" w:rsidRPr="00D73501" w:rsidRDefault="005A5071" w:rsidP="00954BAB">
                  <w:pPr>
                    <w:spacing w:line="216" w:lineRule="auto"/>
                    <w:jc w:val="center"/>
                    <w:rPr>
                      <w:b/>
                      <w:sz w:val="32"/>
                      <w:szCs w:val="32"/>
                    </w:rPr>
                  </w:pPr>
                </w:p>
              </w:txbxContent>
            </v:textbox>
          </v:rect>
          <v:line id="Line 960" o:spid="_x0000_s2078" style="position:absolute;visibility:visible" from="22960,15545" to="22961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HjVU8MAAADbAAAADwAAAGRycy9kb3ducmV2LnhtbERPS2vCQBC+F/oflil4KXXTHlaJriJC&#10;oVAQ6oNex+yYBLOzaXbU2F/fLQje5uN7znTe+0adqYt1YAuvwwwUcRFczaWF7eb9ZQwqCrLDJjBZ&#10;uFKE+ezxYYq5Cxf+ovNaSpVCOOZooRJpc61jUZHHOAwtceIOofMoCXaldh1eUrhv9FuWGe2x5tRQ&#10;YUvLiorj+uQt7PC3lOvn/nl1NEa23z/mtBwZawdP/WICSqiXu/jm/nBp/gj+f0kH6Nkf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B41VPDAAAA2wAAAA8AAAAAAAAAAAAA&#10;AAAAoQIAAGRycy9kb3ducmV2LnhtbFBLBQYAAAAABAAEAPkAAACRAwAAAAA=&#10;" strokeweight="1.5pt">
            <v:stroke startarrowwidth="narrow" startarrowlength="short" endarrowwidth="narrow" endarrowlength="short"/>
          </v:line>
          <v:rect id="Rectangle 961" o:spid="_x0000_s2077" style="position:absolute;left:22960;top:15601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L7Za8IA&#10;AADbAAAADwAAAGRycy9kb3ducmV2LnhtbESPQWvDMAyF74P9B6PBbquzwrqRxQkhEOhtrN0PUGM1&#10;CY3l1Pba9N9Ph0FvEu/pvU9FtbhJXSjE0bOB11UGirjzduTewM++ffkAFROyxckzGbhRhKp8fCgw&#10;t/7K33TZpV5JCMccDQwpzbnWsRvIYVz5mVi0ow8Ok6yh1zbgVcLdpNdZttEOR5aGAWdqBupOu19n&#10;4KvX9SGLqXNHd27fbvvQ8PxuzPPTUn+CSrSku/n/emsFX2DlFxlAl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wvtlrwgAAANsAAAAPAAAAAAAAAAAAAAAAAJgCAABkcnMvZG93&#10;bnJldi54bWxQSwUGAAAAAAQABAD1AAAAhwMAAAAA&#10;" filled="f" stroked="f" strokeweight="1.5pt">
            <v:textbox inset="1pt,1pt,1pt,1pt">
              <w:txbxContent>
                <w:p w:rsidR="005A5071" w:rsidRDefault="005A5071" w:rsidP="00954BAB">
                  <w:pPr>
                    <w:pStyle w:val="a6"/>
                  </w:pPr>
                  <w:r>
                    <w:t>Лист</w:t>
                  </w:r>
                </w:p>
              </w:txbxContent>
            </v:textbox>
          </v:rect>
          <v:line id="Line 962" o:spid="_x0000_s2076" style="position:absolute;flip:y;visibility:visible" from="22960,15934" to="23525,1593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aD42sMAAADbAAAADwAAAGRycy9kb3ducmV2LnhtbERPS2vCQBC+C/6HZYRepG6MUGzqKvYF&#10;4k0tlN6G7CQbzM6m2a2J/npXKHibj+85i1Vva3Gi1leOFUwnCQji3OmKSwVfh8/HOQgfkDXWjknB&#10;mTyslsPBAjPtOt7RaR9KEUPYZ6jAhNBkUvrckEU/cQ1x5ArXWgwRtqXULXYx3NYyTZInabHi2GCw&#10;oTdD+XH/ZxXMip+P8e/sfZqmVbItzKXLX79LpR5G/foFRKA+3MX/7o2O85/h9ks8QC6v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Gg+NrDAAAA2wAAAA8AAAAAAAAAAAAA&#10;AAAAoQIAAGRycy9kb3ducmV2LnhtbFBLBQYAAAAABAAEAPkAAACRAwAAAAA=&#10;" strokeweight="1.5pt">
            <v:stroke startarrowwidth="narrow" startarrowlength="short" endarrowwidth="narrow" endarrowlength="short"/>
          </v:line>
          <v:line id="Line 963" o:spid="_x0000_s2075" style="position:absolute;visibility:visible" from="13617,15545" to="13618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2HmsIAAADbAAAADwAAAGRycy9kb3ducmV2LnhtbERPTWvCQBC9F/wPywheim70sC2pqxRB&#10;EASh1uJ1mp0mwexszI4a/fXdQ6HHx/ueL3vfqCt1sQ5sYTrJQBEXwdVcWjh8rsevoKIgO2wCk4U7&#10;RVguBk9zzF248Qdd91KqFMIxRwuVSJtrHYuKPMZJaIkT9xM6j5JgV2rX4S2F+0bPssxojzWnhgpb&#10;WlVUnPYXb+ELH6Xct9/Pu5MxcjiezWX1YqwdDfv3N1BCvfyL/9wbZ2GW1qcv6QfoxS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8f2HmsIAAADbAAAADwAAAAAAAAAAAAAA&#10;AAChAgAAZHJzL2Rvd25yZXYueG1sUEsFBgAAAAAEAAQA+QAAAJADAAAAAA==&#10;" strokeweight="1.5pt">
            <v:stroke startarrowwidth="narrow" startarrowlength="short" endarrowwidth="narrow" endarrowlength="short"/>
          </v:line>
          <v:line id="Line 964" o:spid="_x0000_s2074" style="position:absolute;visibility:visible" from="15317,15545" to="15318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rEiAcUAAADbAAAADwAAAGRycy9kb3ducmV2LnhtbESPQWvCQBSE74X+h+UVvBTd6GFboqsU&#10;oVAQhFql12f2mQSzb9PsU6O/vlsoeBxm5htmtuh9o87UxTqwhfEoA0VcBFdzaWH79T58BRUF2WET&#10;mCxcKcJi/vgww9yFC3/SeSOlShCOOVqoRNpc61hU5DGOQkucvEPoPEqSXaldh5cE942eZJnRHmtO&#10;CxW2tKyoOG5O3sIOb6VcV/vn9dEY2X7/mNPyxVg7eOrfpqCEermH/9sfzsJkDH9f0g/Q81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nrEiAc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965" o:spid="_x0000_s2073" style="position:absolute;visibility:visible" from="16732,15545" to="16733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mO8dsUAAADbAAAADwAAAGRycy9kb3ducmV2LnhtbESPQWvCQBSE7wX/w/IEL6VuzGErqasU&#10;oSAIhVql19fsaxLMvk2zT4399d1CweMwM98wi9XgW3WmPjaBLcymGSjiMriGKwv795eHOagoyA7b&#10;wGThShFWy9HdAgsXLvxG551UKkE4FmihFukKrWNZk8c4DR1x8r5C71GS7CvterwkuG91nmVGe2w4&#10;LdTY0bqm8rg7eQsH/Knkuv28fz0aI/uPb3NaPxprJ+Ph+QmU0CC38H974yzkOfx9ST9AL38B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bmO8dsUAAADbAAAADwAAAAAAAAAA&#10;AAAAAAChAgAAZHJzL2Rvd25yZXYueG1sUEsFBgAAAAAEAAQA+QAAAJMDAAAAAA==&#10;" strokeweight="1.5pt">
            <v:stroke startarrowwidth="narrow" startarrowlength="short" endarrowwidth="narrow" endarrowlength="short"/>
          </v:line>
          <v:rect id="Rectangle 966" o:spid="_x0000_s2072" style="position:absolute;left:16166;top:16099;width:566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/k7NMQA&#10;AADbAAAADwAAAGRycy9kb3ducmV2LnhtbESPT4vCMBTE74LfITzBS1lTXZTSNYoIgl4U/xz2+LZ5&#10;tsXmpTRRs99+syB4HGbmN8x8GUwjHtS52rKC8SgFQVxYXXOp4HLefGQgnEfW2FgmBb/kYLno9+aY&#10;a/vkIz1OvhQRwi5HBZX3bS6lKyoy6Ea2JY7e1XYGfZRdKXWHzwg3jZyk6UwarDkuVNjSuqLidrob&#10;Bd8/u+P0fthfgwnJwZdJtk8oU2o4CKsvEJ6Cf4df7a1WMPmE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5OzTEAAAA2wAAAA8AAAAAAAAAAAAAAAAAmAIAAGRycy9k&#10;b3ducmV2LnhtbFBLBQYAAAAABAAEAPUAAACJAwAAAAA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  <w:r>
                    <w:t>Дата</w:t>
                  </w:r>
                </w:p>
              </w:txbxContent>
            </v:textbox>
          </v:rect>
          <v:rect id="Rectangle 967" o:spid="_x0000_s2071" style="position:absolute;left:15317;top:16099;width:848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BCjQMQA&#10;AADbAAAADwAAAGRycy9kb3ducmV2LnhtbESPT4vCMBTE74LfITzBS1lTZZXSNYoIgl4U/xz2+LZ5&#10;tsXmpTRRs99+syB4HGbmN8x8GUwjHtS52rKC8SgFQVxYXXOp4HLefGQgnEfW2FgmBb/kYLno9+aY&#10;a/vkIz1OvhQRwi5HBZX3bS6lKyoy6Ea2JY7e1XYGfZRdKXWHzwg3jZyk6UwarDkuVNjSuqLidrob&#10;Bd8/u+P0fthfgwnJwZdJtk8oU2o4CKsvEJ6Cf4df7a1WMPmE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BAQo0DEAAAA2wAAAA8AAAAAAAAAAAAAAAAAmAIAAGRycy9k&#10;b3ducmV2LnhtbFBLBQYAAAAABAAEAPUAAACJAwAAAAA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  <w:r>
                    <w:t>Подпись</w:t>
                  </w:r>
                </w:p>
              </w:txbxContent>
            </v:textbox>
          </v:rect>
          <v:rect id="Rectangle 968" o:spid="_x0000_s2070" style="position:absolute;left:14750;top:16099;width:567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1wG28UA&#10;AADbAAAADwAAAGRycy9kb3ducmV2LnhtbESPzWrDMBCE74W8g9hALyaRa0gxbpQQAoX2YpOfQ44b&#10;a2ObWitjKbH69lWh0OMwM98w620wvXjQ6DrLCl6WKQji2uqOGwXn0/siB+E8ssbeMin4Jgfbzexp&#10;jYW2Ex/ocfSNiBB2BSpovR8KKV3dkkG3tANx9G52NOijHBupR5wi3PQyS9NXabDjuNDiQPuW6q/j&#10;3Si4XD8Pq3tV3oIJSeWbJC8TypV6nofdGwhPwf+H/9ofWkG2gt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/XAbb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  <w:r>
                    <w:rPr>
                      <w:spacing w:val="-4"/>
                      <w:w w:val="90"/>
                    </w:rPr>
                    <w:t>№док</w:t>
                  </w:r>
                  <w:r>
                    <w:rPr>
                      <w:w w:val="98"/>
                    </w:rPr>
                    <w:t>.</w:t>
                  </w:r>
                </w:p>
              </w:txbxContent>
            </v:textbox>
          </v:rect>
          <v:rect id="Rectangle 969" o:spid="_x0000_s2069" style="position:absolute;left:14185;top:16099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46YrMUA&#10;AADbAAAADwAAAGRycy9kb3ducmV2LnhtbESPzWrDMBCE74W8g9hALyaRa2gwbpQQAoX2YpOfQ44b&#10;a2ObWitjKbH69lWh0OMwM98w620wvXjQ6DrLCl6WKQji2uqOGwXn0/siB+E8ssbeMin4Jgfbzexp&#10;jYW2Ex/ocfSNiBB2BSpovR8KKV3dkkG3tANx9G52NOijHBupR5wi3PQyS9OVNNhxXGhxoH1L9dfx&#10;bhRcrp+H13tV3oIJSeWbJC8TypV6nofdGwhPwf+H/9ofWkG2gt8v8QfIzQ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Pjpis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  <w:r>
                    <w:t>Лист</w:t>
                  </w:r>
                </w:p>
              </w:txbxContent>
            </v:textbox>
          </v:rect>
          <v:rect id="Rectangle 970" o:spid="_x0000_s2068" style="position:absolute;left:13617;top:16099;width:568;height:296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MI9N8QA&#10;AADbAAAADwAAAGRycy9kb3ducmV2LnhtbESPT4vCMBTE74LfITzBS1lThdXSNYoIgl4U/xz2+LZ5&#10;tsXmpTRRs99+syB4HGbmN8x8GUwjHtS52rKC8SgFQVxYXXOp4HLefGQgnEfW2FgmBb/kYLno9+aY&#10;a/vkIz1OvhQRwi5HBZX3bS6lKyoy6Ea2JY7e1XYGfZRdKXWHzwg3jZyk6VQarDkuVNjSuqLidrob&#10;Bd8/u+Pn/bC/BhOSgy+TbJ9QptRwEFZfIDwF/w6/2lutYDKD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ODCPTfEAAAA2wAAAA8AAAAAAAAAAAAAAAAAmAIAAGRycy9k&#10;b3ducmV2LnhtbFBLBQYAAAAABAAEAPUAAACJAwAAAAA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  <w:rPr>
                      <w:spacing w:val="-14"/>
                      <w:w w:val="80"/>
                    </w:rPr>
                  </w:pPr>
                  <w:r>
                    <w:rPr>
                      <w:spacing w:val="-14"/>
                      <w:w w:val="80"/>
                    </w:rPr>
                    <w:t>Кол.уч.</w:t>
                  </w:r>
                </w:p>
              </w:txbxContent>
            </v:textbox>
          </v:rect>
          <v:rect id="Rectangle 971" o:spid="_x0000_s2067" style="position:absolute;left:13052;top:16112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V2pRcIA&#10;AADbAAAADwAAAGRycy9kb3ducmV2LnhtbERPPWvDMBDdC/0P4gpdTC0n0GIcy6EUAu2SkKRDx6t1&#10;lk2sk7GURP331RDI+Hjf9TraUVxo9oNjBYu8AEHcOj2wUfB93LyUIHxA1jg6JgV/5GHdPD7UWGl3&#10;5T1dDsGIFMK+QgV9CFMlpW97suhzNxEnrnOzxZDgbKSe8ZrC7SiXRfEmLQ6cGnqc6KOn9nQ4WwU/&#10;v1/71/Nu20Ubs10wWbnNqFTq+Sm+r0AEiuEuvrk/tYJlGpu+pB8gm3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RXalFwgAAANsAAAAPAAAAAAAAAAAAAAAAAJgCAABkcnMvZG93&#10;bnJldi54bWxQSwUGAAAAAAQABAD1AAAAhw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  <w:r>
                    <w:t>Изм.</w:t>
                  </w:r>
                </w:p>
              </w:txbxContent>
            </v:textbox>
          </v:rect>
          <v:line id="Line 972" o:spid="_x0000_s2066" style="position:absolute;visibility:visible" from="13052,15822" to="16731,1582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IxNo8IAAADbAAAADwAAAGRycy9kb3ducmV2LnhtbESPS4vCQBCE7wv+h6GFva0TBSWbdZRF&#10;WFjwID7Aa5Npk7CZnpDpPPz3O4Lgsaiqr6j1dnS16qkNlWcD81kCijj3tuLCwOX885GCCoJssfZM&#10;Bu4UYLuZvK0xs37gI/UnKVSEcMjQQCnSZFqHvCSHYeYb4ujdfOtQomwLbVscItzVepEkK+2w4rhQ&#10;YkO7kvK/U+cMdHLb03jp0iulvJQhPSxdfzDmfTp+f4ESGuUVfrZ/rYHFJzy+xB+gN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IIxNo8IAAADbAAAADwAAAAAAAAAAAAAA&#10;AAChAgAAZHJzL2Rvd25yZXYueG1sUEsFBgAAAAAEAAQA+QAAAJADAAAAAA==&#10;" strokeweight="1pt">
            <v:stroke startarrowwidth="narrow" startarrowlength="short" endarrowwidth="narrow" endarrowlength="short"/>
          </v:line>
          <v:line id="Line 973" o:spid="_x0000_s2065" style="position:absolute;visibility:visible" from="13052,16099" to="16731,161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CQRR8IAAADbAAAADwAAAGRycy9kb3ducmV2LnhtbERPTWvCQBC9C/6HZQq9SN1YYS2pq4hQ&#10;KBQKVUuv0+w0CWZnY3bU6K/vHgSPj/c9X/a+USfqYh3YwmScgSIugqu5tLDbvj29gIqC7LAJTBYu&#10;FGG5GA7mmLtw5i86baRUKYRjjhYqkTbXOhYVeYzj0BIn7i90HiXBrtSuw3MK941+zjKjPdacGips&#10;aV1Rsd8cvYVvvJZy+fgdfe6Nkd3PwRzXM2Pt40O/egUl1MtdfHO/OwvTtD59ST9AL/4B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dCQRR8IAAADbAAAADwAAAAAAAAAAAAAA&#10;AAChAgAAZHJzL2Rvd25yZXYueG1sUEsFBgAAAAAEAAQA+QAAAJADAAAAAA==&#10;" strokeweight="1.5pt">
            <v:stroke startarrowwidth="narrow" startarrowlength="short" endarrowwidth="narrow" endarrowlength="short"/>
          </v:line>
          <v:line id="Line 974" o:spid="_x0000_s2064" style="position:absolute;visibility:visible" from="14750,15545" to="14751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2i03MUAAADbAAAADwAAAGRycy9kb3ducmV2LnhtbESPUWvCQBCE3wv9D8cKfSl6sYVToqcU&#10;oVAoFKqWvq65NQnm9tLcqtFf7xUKfRxm5htmvux9o07UxTqwhfEoA0VcBFdzaWG7eR1OQUVBdtgE&#10;JgsXirBc3N/NMXfhzJ90WkupEoRjjhYqkTbXOhYVeYyj0BInbx86j5JkV2rX4TnBfaOfssxojzWn&#10;hQpbWlVUHNZHb+ELr6Vc3nePHwdjZPv9Y46ribH2YdC/zEAJ9fIf/mu/OQvPY/j9kn6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2i03M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975" o:spid="_x0000_s2063" style="position:absolute;visibility:visible" from="14185,15545" to="14186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7oqq8UAAADbAAAADwAAAGRycy9kb3ducmV2LnhtbESPUWvCQBCE3wv9D8cKfSl6qYVToqcU&#10;oVAoFKqWvq65NQnm9tLcqtFf7xUKfRxm5htmvux9o07UxTqwhadRBoq4CK7m0sJ28zqcgoqC7LAJ&#10;TBYuFGG5uL+bY+7CmT/ptJZSJQjHHC1UIm2udSwq8hhHoSVO3j50HiXJrtSuw3OC+0aPs8xojzWn&#10;hQpbWlVUHNZHb+ELr6Vc3nePHwdjZPv9Y46ribH2YdC/zEAJ9fIf/mu/OQvPY/j9kn6AXt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67oqq8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976" o:spid="_x0000_s2062" style="position:absolute;visibility:visible" from="16166,15545" to="16167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PaPMMUAAADbAAAADwAAAGRycy9kb3ducmV2LnhtbESPUWvCQBCE3wv9D8cKfSl6scIp0VOK&#10;UCgUClVLX9fcmgRzezG3auyv7xUKfRxm5htmsep9oy7UxTqwhfEoA0VcBFdzaWG3fRnOQEVBdtgE&#10;Jgs3irBa3t8tMHfhyh902UipEoRjjhYqkTbXOhYVeYyj0BIn7xA6j5JkV2rX4TXBfaOfssxojzWn&#10;hQpbWldUHDdnb+ETv0u5ve0f34/GyO7rZM7rqbH2YdA/z0EJ9fIf/mu/OguTCfx+ST9AL3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hPaPMMUAAADbAAAADwAAAAAAAAAA&#10;AAAAAAChAgAAZHJzL2Rvd25yZXYueG1sUEsFBgAAAAAEAAQA+QAAAJMDAAAAAA==&#10;" strokeweight="1.5pt">
            <v:stroke startarrowwidth="narrow" startarrowlength="short" endarrowwidth="narrow" endarrowlength="short"/>
          </v:line>
          <v:line id="Line 977" o:spid="_x0000_s2061" style="position:absolute;visibility:visible" from="13052,15545" to="13053,1637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x8XRMUAAADbAAAADwAAAGRycy9kb3ducmV2LnhtbESPUWvCQBCE3wv9D8cW+lL0UiunRE8p&#10;glAoFLQWX9fcNgnm9tLcqrG/vlco9HGYmW+Y+bL3jTpTF+vAFh6HGSjiIriaSwu79/VgCioKssMm&#10;MFm4UoTl4vZmjrkLF97QeSulShCOOVqoRNpc61hU5DEOQ0ucvM/QeZQku1K7Di8J7hs9yjKjPdac&#10;FipsaVVRcdyevIUP/C7l+np4eDsaI7v9lzmtJsba+7v+eQZKqJf/8F/7xVl4GsPvl/QD9O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Cx8XRMUAAADbAAAADwAAAAAAAAAA&#10;AAAAAAChAgAAZHJzL2Rvd25yZXYueG1sUEsFBgAAAAAEAAQA+QAAAJMDAAAAAA==&#10;" strokeweight="1.5pt">
            <v:stroke startarrowwidth="narrow" startarrowlength="short" endarrowwidth="narrow" endarrowlength="short"/>
          </v:line>
          <v:rect id="Rectangle 978" o:spid="_x0000_s2060" style="position:absolute;left:22927;top:16006;width:571;height:333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ewpXsUA&#10;AADbAAAADwAAAGRycy9kb3ducmV2LnhtbESP0WrCQBRE34X+w3ILvkjdaGkpaTaiRcEXiab9gGv2&#10;NlmavRuyW039ercg+DjMzBkmWwy2FSfqvXGsYDZNQBBXThuuFXx9bp7eQPiArLF1TAr+yMMifxhl&#10;mGp35gOdylCLCGGfooImhC6V0lcNWfRT1xFH79v1FkOUfS11j+cIt62cJ8mrtGg4LjTY0UdD1U/5&#10;axVMzLYk3M2q1fJYmNXlUhzX+0Kp8eOwfAcRaAj38K291QqeX+D/S/wBMr8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J7ClexQAAANsAAAAPAAAAAAAAAAAAAAAAAJgCAABkcnMv&#10;ZG93bnJldi54bWxQSwUGAAAAAAQABAD1AAAAigMAAAAA&#10;" filled="f" stroked="f" strokeweight="1.5pt">
            <v:textbox inset="1pt,1pt,0,1pt">
              <w:txbxContent>
                <w:p w:rsidR="005A5071" w:rsidRDefault="005A5071" w:rsidP="00954BAB">
                  <w:pPr>
                    <w:pStyle w:val="a6"/>
                  </w:pPr>
                  <w:r>
                    <w:rPr>
                      <w:rStyle w:val="a7"/>
                      <w:sz w:val="24"/>
                    </w:rPr>
                    <w:fldChar w:fldCharType="begin"/>
                  </w:r>
                  <w:r>
                    <w:rPr>
                      <w:rStyle w:val="a7"/>
                      <w:sz w:val="24"/>
                    </w:rPr>
                    <w:instrText xml:space="preserve"> PAGE </w:instrText>
                  </w:r>
                  <w:r>
                    <w:rPr>
                      <w:rStyle w:val="a7"/>
                      <w:sz w:val="24"/>
                    </w:rPr>
                    <w:fldChar w:fldCharType="separate"/>
                  </w:r>
                  <w:r w:rsidR="00CE4B23">
                    <w:rPr>
                      <w:rStyle w:val="a7"/>
                      <w:noProof/>
                      <w:sz w:val="24"/>
                    </w:rPr>
                    <w:t>2</w:t>
                  </w:r>
                  <w:r>
                    <w:rPr>
                      <w:rStyle w:val="a7"/>
                      <w:sz w:val="24"/>
                    </w:rPr>
                    <w:fldChar w:fldCharType="end"/>
                  </w:r>
                </w:p>
              </w:txbxContent>
            </v:textbox>
          </v:rect>
          <v:rect id="Rectangle 979" o:spid="_x0000_s2059" style="position:absolute;left:13052;top:15828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lcOccUA&#10;AADbAAAADwAAAGRycy9kb3ducmV2LnhtbESPQWvCQBSE74X+h+UVvATd2NIQUlcpBaFeFGMPPT6z&#10;zyQ0+zZk12T777sFweMwM98wq00wnRhpcK1lBctFCoK4srrlWsHXaTvPQTiPrLGzTAp+ycFm/fiw&#10;wkLbiY80lr4WEcKuQAWN930hpasaMugWtieO3sUOBn2UQy31gFOEm04+p2kmDbYcFxrs6aOh6qe8&#10;GgXf593x9XrYX4IJycHXSb5PKFdq9hTe30B4Cv4evrU/tYKXDP6/xB8g13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KVw5x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0" o:spid="_x0000_s2058" style="position:absolute;left:13052;top:15545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Rur6sQA&#10;AADbAAAADwAAAGRycy9kb3ducmV2LnhtbESPQWvCQBSE74L/YXkFL6FuqmhD6ipSEPSiGHvo8TX7&#10;TEKzb0N21fXfu4WCx2FmvmEWq2BacaXeNZYVvI1TEMSl1Q1XCr5Om9cMhPPIGlvLpOBODlbL4WCB&#10;ubY3PtK18JWIEHY5Kqi973IpXVmTQTe2HXH0zrY36KPsK6l7vEW4aeUkTefSYMNxocaOPmsqf4uL&#10;UfD9szvOLof9OZiQHHyVZPuEMqVGL2H9AcJT8M/wf3urFUzf4e9L/AFy+Q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GUbq+rEAAAA2wAAAA8AAAAAAAAAAAAAAAAAmAIAAGRycy9k&#10;b3ducmV2LnhtbFBLBQYAAAAABAAEAPUAAACJAwAAAAA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1" o:spid="_x0000_s2057" style="position:absolute;left:13619;top:15828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IQ/mMAA&#10;AADbAAAADwAAAGRycy9kb3ducmV2LnhtbERPTYvCMBC9C/sfwgh7KZq64lKqURZhYb0o1j14HJux&#10;LTaT0kSN/94cBI+P971YBdOKG/WusaxgMk5BEJdWN1wp+D/8jjIQziNrbC2Tggc5WC0/BgvMtb3z&#10;nm6Fr0QMYZejgtr7LpfSlTUZdGPbEUfubHuDPsK+krrHeww3rfxK029psOHYUGNH65rKS3E1Co6n&#10;zX523W3PwYRk56sk2yaUKfU5DD9zEJ6Cf4tf7j+tYBrHxi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FIQ/mMAAAADbAAAADwAAAAAAAAAAAAAAAACYAgAAZHJzL2Rvd25y&#10;ZXYueG1sUEsFBgAAAAAEAAQA9QAAAIUDAAAAAA=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2" o:spid="_x0000_s2056" style="position:absolute;left:13619;top:15545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8iaA8UA&#10;AADbAAAADwAAAGRycy9kb3ducmV2LnhtbESPQWvCQBSE74X+h+UJvQTd2NISYzZShEJ7UbQePD6z&#10;zySYfRuyq27/fVcQPA4z8w1TLILpxIUG11pWMJ2kIIgrq1uuFex+v8YZCOeRNXaWScEfOViUz08F&#10;5tpeeUOXra9FhLDLUUHjfZ9L6aqGDLqJ7Ymjd7SDQR/lUEs94DXCTSdf0/RDGmw5LjTY07Kh6rQ9&#10;GwX7w8/m/bxeHYMJydrXSbZKKFPqZRQ+5yA8Bf8I39vfWsHbDG5f4g+Q5T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yJoD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3" o:spid="_x0000_s2055" style="position:absolute;left:14186;top:15828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svRA48AA&#10;AADbAAAADwAAAGRycy9kb3ducmV2LnhtbERPTYvCMBC9C/sfwgh7KZq66FKqURZhYb0o1j14HJux&#10;LTaT0kSN/94cBI+P971YBdOKG/WusaxgMk5BEJdWN1wp+D/8jjIQziNrbC2Tggc5WC0/BgvMtb3z&#10;nm6Fr0QMYZejgtr7LpfSlTUZdGPbEUfubHuDPsK+krrHeww3rfxK029psOHYUGNH65rKS3E1Co6n&#10;zX523W3PwYRk56sk2yaUKfU5DD9zEJ6Cf4tf7j+tYBrXxy/xB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svRA48AAAADbAAAADwAAAAAAAAAAAAAAAACYAgAAZHJzL2Rvd25y&#10;ZXYueG1sUEsFBgAAAAAEAAQA9QAAAIUDAAAAAA=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4" o:spid="_x0000_s2054" style="position:absolute;left:14186;top:15545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bjleMUA&#10;AADbAAAADwAAAGRycy9kb3ducmV2LnhtbESPzWrDMBCE74W8g9hALqaRU9pg3MgmFArNJSE/hx63&#10;1sY2sVbGUmz17atCocdhZr5hNmUwnRhpcK1lBatlCoK4srrlWsHl/P6YgXAeWWNnmRR8k4OymD1s&#10;MNd24iONJ1+LCGGXo4LG+z6X0lUNGXRL2xNH72oHgz7KoZZ6wCnCTSef0nQtDbYcFxrs6a2h6na6&#10;GwWfX7vjy/2wvwYTkoOvk2yfUKbUYh62ryA8Bf8f/mt/aAXPK/j9En+ALH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duOV4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5" o:spid="_x0000_s2053" style="position:absolute;left:14753;top:15827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Wp7D8QA&#10;AADbAAAADwAAAGRycy9kb3ducmV2LnhtbESPT4vCMBTE74LfITzBS1lTZZXSNYoIgl4U/xz2+LZ5&#10;tsXmpTRRs99+syB4HGbmN8x8GUwjHtS52rKC8SgFQVxYXXOp4HLefGQgnEfW2FgmBb/kYLno9+aY&#10;a/vkIz1OvhQRwi5HBZX3bS6lKyoy6Ea2JY7e1XYGfZRdKXWHzwg3jZyk6UwarDkuVNjSuqLidrob&#10;Bd8/u+P0fthfgwnJwZdJtk8oU2o4CKsvEJ6Cf4df7a1W8DmB/y/xB8jFH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1qew/EAAAA2wAAAA8AAAAAAAAAAAAAAAAAmAIAAGRycy9k&#10;b3ducmV2LnhtbFBLBQYAAAAABAAEAPUAAACJAwAAAAA=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6" o:spid="_x0000_s2052" style="position:absolute;left:14753;top:15544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ibelMUA&#10;AADbAAAADwAAAGRycy9kb3ducmV2LnhtbESPT2vCQBTE74LfYXkFL6Fu6p8SUleRgqAXxdhDj6/Z&#10;ZxKafRuyq67f3i0UPA4z8xtmsQqmFVfqXWNZwds4BUFcWt1wpeDrtHnNQDiPrLG1TAru5GC1HA4W&#10;mGt74yNdC1+JCGGXo4La+y6X0pU1GXRj2xFH72x7gz7KvpK6x1uEm1ZO0vRdGmw4LtTY0WdN5W9x&#10;MQq+f3bH+eWwPwcTkoOvkmyfUKbU6CWsP0B4Cv4Z/m9vtYLZFP6+xB8glw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CJt6U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7" o:spid="_x0000_s2051" style="position:absolute;left:16170;top:15828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c9G4MUA&#10;AADbAAAADwAAAGRycy9kb3ducmV2LnhtbESPzWrDMBCE74W8g9hAL6aRW9xg3CghFArtJSE/hx63&#10;1sY2sVbGkm317atCIMdhZr5hVptgWjFS7xrLCp4XKQji0uqGKwXn08dTDsJ5ZI2tZVLwSw4269nD&#10;CgttJz7QePSViBB2BSqove8KKV1Zk0G3sB1x9C62N+ij7Cupe5wi3LTyJU2X0mDDcaHGjt5rKq/H&#10;wSj4/vk6vA773SWYkOx9leS7hHKlHudh+wbCU/D38K39qRVkGfx/iT9Arv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Nz0bg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  <v:rect id="Rectangle 988" o:spid="_x0000_s2050" style="position:absolute;left:16170;top:15545;width:565;height:249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oPje8UA&#10;AADbAAAADwAAAGRycy9kb3ducmV2LnhtbESPzWrDMBCE74W8g9hAL6aRW5pg3CghFArtxSE/hx63&#10;1sY2sVbGkm317atAoMdhZr5h1ttgWjFS7xrLCp4XKQji0uqGKwXn08dTBsJ5ZI2tZVLwSw62m9nD&#10;GnNtJz7QePSViBB2OSqove9yKV1Zk0G3sB1x9C62N+ij7Cupe5wi3LTyJU1X0mDDcaHGjt5rKq/H&#10;wSj4/vk6LId9cQkmJHtfJVmRUKbU4zzs3kB4Cv4/fG9/agWvS7h9iT9Abv4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Cig+N7xQAAANsAAAAPAAAAAAAAAAAAAAAAAJgCAABkcnMv&#10;ZG93bnJldi54bWxQSwUGAAAAAAQABAD1AAAAigMAAAAA&#10;" filled="f" stroked="f" strokeweight="1.5pt">
            <v:textbox inset="0,.2mm,0,.2mm">
              <w:txbxContent>
                <w:p w:rsidR="005A5071" w:rsidRDefault="005A5071" w:rsidP="00954BAB">
                  <w:pPr>
                    <w:pStyle w:val="a6"/>
                  </w:pPr>
                </w:p>
              </w:txbxContent>
            </v:textbox>
          </v:rect>
        </v:group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6" style="mso-position-horizontal-relative:page;mso-position-vertical-relative:page">
      <v:stroke startarrowwidth="narrow" startarrowlength="short" endarrowwidth="narrow" endarrowlength="short" weight="1.5pt"/>
      <v:textbox inset="0,0,0,0"/>
    </o: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doNotUseHTMLParagraphAutoSpacing/>
  </w:compat>
  <w:rsids>
    <w:rsidRoot w:val="005F2F2D"/>
    <w:rsid w:val="00001A32"/>
    <w:rsid w:val="00006741"/>
    <w:rsid w:val="00025DC1"/>
    <w:rsid w:val="00031AF3"/>
    <w:rsid w:val="0003369E"/>
    <w:rsid w:val="00034CBD"/>
    <w:rsid w:val="000462F5"/>
    <w:rsid w:val="00046CAC"/>
    <w:rsid w:val="00054ACF"/>
    <w:rsid w:val="00057E07"/>
    <w:rsid w:val="00061F82"/>
    <w:rsid w:val="000627FE"/>
    <w:rsid w:val="0006614B"/>
    <w:rsid w:val="00072063"/>
    <w:rsid w:val="00080566"/>
    <w:rsid w:val="000876C9"/>
    <w:rsid w:val="00093F5F"/>
    <w:rsid w:val="00094A81"/>
    <w:rsid w:val="00097B7C"/>
    <w:rsid w:val="000B155E"/>
    <w:rsid w:val="000D7BCA"/>
    <w:rsid w:val="000E709B"/>
    <w:rsid w:val="000F58E0"/>
    <w:rsid w:val="001217A0"/>
    <w:rsid w:val="001309B2"/>
    <w:rsid w:val="00141C71"/>
    <w:rsid w:val="001458C5"/>
    <w:rsid w:val="00150C2A"/>
    <w:rsid w:val="00174F5D"/>
    <w:rsid w:val="00175A7C"/>
    <w:rsid w:val="001830B7"/>
    <w:rsid w:val="00184191"/>
    <w:rsid w:val="00196011"/>
    <w:rsid w:val="001B2881"/>
    <w:rsid w:val="001C2294"/>
    <w:rsid w:val="001C5550"/>
    <w:rsid w:val="001D2EC8"/>
    <w:rsid w:val="001E2B33"/>
    <w:rsid w:val="001E3F7D"/>
    <w:rsid w:val="001E6136"/>
    <w:rsid w:val="001E7341"/>
    <w:rsid w:val="001F59A4"/>
    <w:rsid w:val="00201A10"/>
    <w:rsid w:val="00221864"/>
    <w:rsid w:val="002271A4"/>
    <w:rsid w:val="0023050C"/>
    <w:rsid w:val="00230BCF"/>
    <w:rsid w:val="00236750"/>
    <w:rsid w:val="00236940"/>
    <w:rsid w:val="002378B5"/>
    <w:rsid w:val="00253550"/>
    <w:rsid w:val="00261DDA"/>
    <w:rsid w:val="00282DFF"/>
    <w:rsid w:val="0029220B"/>
    <w:rsid w:val="002C1C6C"/>
    <w:rsid w:val="002D7ADE"/>
    <w:rsid w:val="002E1F70"/>
    <w:rsid w:val="002F7851"/>
    <w:rsid w:val="00314714"/>
    <w:rsid w:val="00323397"/>
    <w:rsid w:val="0033498A"/>
    <w:rsid w:val="003370DD"/>
    <w:rsid w:val="00340546"/>
    <w:rsid w:val="00342E15"/>
    <w:rsid w:val="00343B4B"/>
    <w:rsid w:val="00343BF7"/>
    <w:rsid w:val="00357774"/>
    <w:rsid w:val="003600AB"/>
    <w:rsid w:val="003618EC"/>
    <w:rsid w:val="00371D76"/>
    <w:rsid w:val="00384B15"/>
    <w:rsid w:val="003874CB"/>
    <w:rsid w:val="00391E78"/>
    <w:rsid w:val="003A6003"/>
    <w:rsid w:val="003B10D5"/>
    <w:rsid w:val="003B7EAC"/>
    <w:rsid w:val="003E5105"/>
    <w:rsid w:val="003F5D67"/>
    <w:rsid w:val="00406E54"/>
    <w:rsid w:val="00411447"/>
    <w:rsid w:val="00411558"/>
    <w:rsid w:val="00412311"/>
    <w:rsid w:val="00422169"/>
    <w:rsid w:val="0042363C"/>
    <w:rsid w:val="00432B34"/>
    <w:rsid w:val="0043732B"/>
    <w:rsid w:val="0044641F"/>
    <w:rsid w:val="00451006"/>
    <w:rsid w:val="004515AD"/>
    <w:rsid w:val="00461DEE"/>
    <w:rsid w:val="00462644"/>
    <w:rsid w:val="00462F43"/>
    <w:rsid w:val="00463670"/>
    <w:rsid w:val="004674DC"/>
    <w:rsid w:val="00474D0A"/>
    <w:rsid w:val="00483C6D"/>
    <w:rsid w:val="0049250A"/>
    <w:rsid w:val="004943D5"/>
    <w:rsid w:val="004A47BA"/>
    <w:rsid w:val="004A70CF"/>
    <w:rsid w:val="004E673E"/>
    <w:rsid w:val="0050299E"/>
    <w:rsid w:val="00502C13"/>
    <w:rsid w:val="00522921"/>
    <w:rsid w:val="00540BCC"/>
    <w:rsid w:val="00584E0A"/>
    <w:rsid w:val="00591C07"/>
    <w:rsid w:val="005A13B4"/>
    <w:rsid w:val="005A5071"/>
    <w:rsid w:val="005A76BA"/>
    <w:rsid w:val="005B04E6"/>
    <w:rsid w:val="005B6968"/>
    <w:rsid w:val="005C072C"/>
    <w:rsid w:val="005E06AD"/>
    <w:rsid w:val="005F2F2D"/>
    <w:rsid w:val="006214CA"/>
    <w:rsid w:val="00621DB6"/>
    <w:rsid w:val="00636232"/>
    <w:rsid w:val="00657886"/>
    <w:rsid w:val="00663AF8"/>
    <w:rsid w:val="00686B8F"/>
    <w:rsid w:val="006B4B8F"/>
    <w:rsid w:val="006C1214"/>
    <w:rsid w:val="006E5EEB"/>
    <w:rsid w:val="006F0CEB"/>
    <w:rsid w:val="006F438E"/>
    <w:rsid w:val="00713724"/>
    <w:rsid w:val="00716DB6"/>
    <w:rsid w:val="0072125E"/>
    <w:rsid w:val="0072182B"/>
    <w:rsid w:val="00732B2E"/>
    <w:rsid w:val="0073602E"/>
    <w:rsid w:val="00741D90"/>
    <w:rsid w:val="00741EFB"/>
    <w:rsid w:val="00752E08"/>
    <w:rsid w:val="00755E3B"/>
    <w:rsid w:val="007575EA"/>
    <w:rsid w:val="00761E3B"/>
    <w:rsid w:val="007D00D7"/>
    <w:rsid w:val="007D5F06"/>
    <w:rsid w:val="007D78CA"/>
    <w:rsid w:val="007E1C0A"/>
    <w:rsid w:val="007E58F5"/>
    <w:rsid w:val="007F737C"/>
    <w:rsid w:val="00807014"/>
    <w:rsid w:val="00807377"/>
    <w:rsid w:val="008229F5"/>
    <w:rsid w:val="00831811"/>
    <w:rsid w:val="00832D9A"/>
    <w:rsid w:val="008411A5"/>
    <w:rsid w:val="008431F6"/>
    <w:rsid w:val="00863541"/>
    <w:rsid w:val="00870AFD"/>
    <w:rsid w:val="00877713"/>
    <w:rsid w:val="00882C9D"/>
    <w:rsid w:val="008864FD"/>
    <w:rsid w:val="008D0760"/>
    <w:rsid w:val="008F62D8"/>
    <w:rsid w:val="00901F10"/>
    <w:rsid w:val="00904966"/>
    <w:rsid w:val="00911B34"/>
    <w:rsid w:val="00916627"/>
    <w:rsid w:val="00925C25"/>
    <w:rsid w:val="00954BAB"/>
    <w:rsid w:val="009A5448"/>
    <w:rsid w:val="009B181F"/>
    <w:rsid w:val="009B6B0A"/>
    <w:rsid w:val="009C366B"/>
    <w:rsid w:val="009C6A38"/>
    <w:rsid w:val="009D0902"/>
    <w:rsid w:val="009F5005"/>
    <w:rsid w:val="00A03273"/>
    <w:rsid w:val="00A11A49"/>
    <w:rsid w:val="00A27D5F"/>
    <w:rsid w:val="00A302D0"/>
    <w:rsid w:val="00A37359"/>
    <w:rsid w:val="00A51C5C"/>
    <w:rsid w:val="00A559C7"/>
    <w:rsid w:val="00A56180"/>
    <w:rsid w:val="00A625B0"/>
    <w:rsid w:val="00A719B3"/>
    <w:rsid w:val="00A766DF"/>
    <w:rsid w:val="00A94539"/>
    <w:rsid w:val="00AA3EE0"/>
    <w:rsid w:val="00AA41AE"/>
    <w:rsid w:val="00AC259B"/>
    <w:rsid w:val="00AC571B"/>
    <w:rsid w:val="00AD08D1"/>
    <w:rsid w:val="00AE35F9"/>
    <w:rsid w:val="00AE6F7C"/>
    <w:rsid w:val="00B105E3"/>
    <w:rsid w:val="00B1203C"/>
    <w:rsid w:val="00B1282E"/>
    <w:rsid w:val="00B14B81"/>
    <w:rsid w:val="00B359CA"/>
    <w:rsid w:val="00B44644"/>
    <w:rsid w:val="00B45821"/>
    <w:rsid w:val="00B60169"/>
    <w:rsid w:val="00B73A04"/>
    <w:rsid w:val="00B765C2"/>
    <w:rsid w:val="00BA599D"/>
    <w:rsid w:val="00BC16E5"/>
    <w:rsid w:val="00BC621E"/>
    <w:rsid w:val="00BD1143"/>
    <w:rsid w:val="00BE4E8C"/>
    <w:rsid w:val="00BE5D0C"/>
    <w:rsid w:val="00C0050A"/>
    <w:rsid w:val="00C0150B"/>
    <w:rsid w:val="00C6031A"/>
    <w:rsid w:val="00C66432"/>
    <w:rsid w:val="00C75754"/>
    <w:rsid w:val="00C764D9"/>
    <w:rsid w:val="00C83138"/>
    <w:rsid w:val="00C90A4E"/>
    <w:rsid w:val="00C93DA3"/>
    <w:rsid w:val="00C95FF5"/>
    <w:rsid w:val="00C96B17"/>
    <w:rsid w:val="00CB3B8D"/>
    <w:rsid w:val="00CC2247"/>
    <w:rsid w:val="00CC2A76"/>
    <w:rsid w:val="00CC469A"/>
    <w:rsid w:val="00CC6F59"/>
    <w:rsid w:val="00CE481C"/>
    <w:rsid w:val="00CE4B23"/>
    <w:rsid w:val="00CE6325"/>
    <w:rsid w:val="00CE709C"/>
    <w:rsid w:val="00CE7A59"/>
    <w:rsid w:val="00CF53BF"/>
    <w:rsid w:val="00D0167C"/>
    <w:rsid w:val="00D04B5A"/>
    <w:rsid w:val="00D13207"/>
    <w:rsid w:val="00D22E37"/>
    <w:rsid w:val="00D25585"/>
    <w:rsid w:val="00D27A8A"/>
    <w:rsid w:val="00D34025"/>
    <w:rsid w:val="00D63A44"/>
    <w:rsid w:val="00D73501"/>
    <w:rsid w:val="00D80047"/>
    <w:rsid w:val="00D85F7B"/>
    <w:rsid w:val="00D93BC5"/>
    <w:rsid w:val="00DA1473"/>
    <w:rsid w:val="00DC5E4E"/>
    <w:rsid w:val="00DE090E"/>
    <w:rsid w:val="00DE2CB1"/>
    <w:rsid w:val="00DE6461"/>
    <w:rsid w:val="00E00FE1"/>
    <w:rsid w:val="00E03125"/>
    <w:rsid w:val="00E071F3"/>
    <w:rsid w:val="00E105F2"/>
    <w:rsid w:val="00E20936"/>
    <w:rsid w:val="00E214F7"/>
    <w:rsid w:val="00E255B3"/>
    <w:rsid w:val="00E4494B"/>
    <w:rsid w:val="00E63570"/>
    <w:rsid w:val="00E673AE"/>
    <w:rsid w:val="00E77831"/>
    <w:rsid w:val="00EA0B14"/>
    <w:rsid w:val="00EB31A5"/>
    <w:rsid w:val="00EE1668"/>
    <w:rsid w:val="00EF18F9"/>
    <w:rsid w:val="00EF2C2F"/>
    <w:rsid w:val="00EF58C5"/>
    <w:rsid w:val="00EF691E"/>
    <w:rsid w:val="00F06ECA"/>
    <w:rsid w:val="00F118EC"/>
    <w:rsid w:val="00F16902"/>
    <w:rsid w:val="00F60758"/>
    <w:rsid w:val="00F668B3"/>
    <w:rsid w:val="00F87CCC"/>
    <w:rsid w:val="00FB1958"/>
    <w:rsid w:val="00FB33FD"/>
    <w:rsid w:val="00FD3B6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style="mso-position-horizontal-relative:page;mso-position-vertical-relative:page">
      <v:stroke startarrowwidth="narrow" startarrowlength="short" endarrowwidth="narrow" endarrowlength="short" weight="1.5pt"/>
      <v:textbox inset="0,0,0,0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Garamond" w:eastAsia="Times New Roman" w:hAnsi="Garamond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70DD"/>
    <w:pPr>
      <w:jc w:val="both"/>
    </w:pPr>
    <w:rPr>
      <w:rFonts w:ascii="Times New Roman" w:hAnsi="Times New Roman"/>
      <w:sz w:val="28"/>
      <w:szCs w:val="24"/>
    </w:rPr>
  </w:style>
  <w:style w:type="paragraph" w:styleId="1">
    <w:name w:val="heading 1"/>
    <w:basedOn w:val="a"/>
    <w:next w:val="a0"/>
    <w:qFormat/>
    <w:rsid w:val="003370DD"/>
    <w:pPr>
      <w:keepNext/>
      <w:jc w:val="center"/>
      <w:outlineLvl w:val="0"/>
    </w:pPr>
    <w:rPr>
      <w:b/>
      <w:caps/>
      <w:kern w:val="28"/>
    </w:rPr>
  </w:style>
  <w:style w:type="paragraph" w:styleId="2">
    <w:name w:val="heading 2"/>
    <w:basedOn w:val="a0"/>
    <w:next w:val="a0"/>
    <w:qFormat/>
    <w:rsid w:val="003370DD"/>
    <w:pPr>
      <w:keepNext/>
      <w:jc w:val="left"/>
      <w:outlineLvl w:val="1"/>
    </w:pPr>
    <w:rPr>
      <w:b/>
    </w:rPr>
  </w:style>
  <w:style w:type="paragraph" w:styleId="3">
    <w:name w:val="heading 3"/>
    <w:basedOn w:val="a0"/>
    <w:next w:val="a0"/>
    <w:qFormat/>
    <w:rsid w:val="003370DD"/>
    <w:pPr>
      <w:keepNext/>
      <w:jc w:val="left"/>
      <w:outlineLvl w:val="2"/>
    </w:pPr>
    <w:rPr>
      <w:b/>
      <w:i/>
    </w:rPr>
  </w:style>
  <w:style w:type="paragraph" w:styleId="4">
    <w:name w:val="heading 4"/>
    <w:basedOn w:val="a0"/>
    <w:next w:val="a0"/>
    <w:qFormat/>
    <w:rsid w:val="003370DD"/>
    <w:pPr>
      <w:keepNext/>
      <w:jc w:val="left"/>
      <w:outlineLvl w:val="3"/>
    </w:pPr>
    <w:rPr>
      <w:i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header"/>
    <w:basedOn w:val="a"/>
    <w:rsid w:val="003370DD"/>
    <w:pPr>
      <w:widowControl w:val="0"/>
    </w:pPr>
  </w:style>
  <w:style w:type="paragraph" w:styleId="a5">
    <w:name w:val="footer"/>
    <w:basedOn w:val="a"/>
    <w:rsid w:val="003370DD"/>
    <w:pPr>
      <w:widowControl w:val="0"/>
    </w:pPr>
  </w:style>
  <w:style w:type="paragraph" w:styleId="a0">
    <w:name w:val="Normal Indent"/>
    <w:basedOn w:val="a"/>
    <w:rsid w:val="003370DD"/>
    <w:pPr>
      <w:ind w:firstLine="709"/>
    </w:pPr>
  </w:style>
  <w:style w:type="paragraph" w:customStyle="1" w:styleId="a6">
    <w:name w:val="Штамп"/>
    <w:basedOn w:val="a"/>
    <w:rsid w:val="003370DD"/>
    <w:pPr>
      <w:jc w:val="center"/>
    </w:pPr>
    <w:rPr>
      <w:sz w:val="20"/>
    </w:rPr>
  </w:style>
  <w:style w:type="character" w:styleId="a7">
    <w:name w:val="page number"/>
    <w:basedOn w:val="a1"/>
    <w:rsid w:val="003370DD"/>
  </w:style>
  <w:style w:type="paragraph" w:styleId="a8">
    <w:name w:val="Balloon Text"/>
    <w:basedOn w:val="a"/>
    <w:link w:val="a9"/>
    <w:semiHidden/>
    <w:unhideWhenUsed/>
    <w:rsid w:val="001E7341"/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1"/>
    <w:link w:val="a8"/>
    <w:semiHidden/>
    <w:rsid w:val="001E734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&#1064;&#1072;&#1073;&#1083;&#1086;&#1085;&#1099;\FORM\SHFA4(2)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SHFA4(2)</Template>
  <TotalTime>506</TotalTime>
  <Pages>5</Pages>
  <Words>1146</Words>
  <Characters>6534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 Общие данные</vt:lpstr>
    </vt:vector>
  </TitlesOfParts>
  <Company>Packard Bell</Company>
  <LinksUpToDate>false</LinksUpToDate>
  <CharactersWithSpaces>7665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 Общие данные</dc:title>
  <dc:creator>120</dc:creator>
  <cp:lastModifiedBy>user</cp:lastModifiedBy>
  <cp:revision>7</cp:revision>
  <cp:lastPrinted>2021-10-04T13:27:00Z</cp:lastPrinted>
  <dcterms:created xsi:type="dcterms:W3CDTF">2021-10-18T08:48:00Z</dcterms:created>
  <dcterms:modified xsi:type="dcterms:W3CDTF">2021-12-20T07:58:00Z</dcterms:modified>
</cp:coreProperties>
</file>